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Pr="009C5CDF" w:rsidRDefault="00EF7EA5" w:rsidP="00EB46E5">
      <w:pPr>
        <w:pStyle w:val="Titul2"/>
      </w:pPr>
      <w:r w:rsidRPr="009C5CDF">
        <w:t>Projektová dokumentace a z</w:t>
      </w:r>
      <w:r w:rsidR="00EB46E5" w:rsidRPr="009C5CDF">
        <w:t>hotovení stavby</w:t>
      </w:r>
      <w:r w:rsidR="0035531B" w:rsidRPr="009C5CDF">
        <w:t xml:space="preserve"> </w:t>
      </w:r>
    </w:p>
    <w:p w14:paraId="428A458B" w14:textId="77777777" w:rsidR="0035531B" w:rsidRPr="009C5CDF" w:rsidRDefault="0035531B" w:rsidP="00EB46E5">
      <w:pPr>
        <w:pStyle w:val="Titul2"/>
      </w:pPr>
    </w:p>
    <w:p w14:paraId="4D9AAC14" w14:textId="0791F07D" w:rsidR="0035531B" w:rsidRPr="009C5CDF" w:rsidRDefault="0035531B" w:rsidP="00EB46E5">
      <w:pPr>
        <w:pStyle w:val="Titul2"/>
      </w:pPr>
      <w:r w:rsidRPr="009C5CDF">
        <w:t>„</w:t>
      </w:r>
      <w:r w:rsidR="00946AC7" w:rsidRPr="009C5CDF">
        <w:t>ETCS Pardubice (mimo) – Hradec Králové (mimo)</w:t>
      </w:r>
      <w:r w:rsidRPr="009C5CDF">
        <w:t>“</w:t>
      </w:r>
    </w:p>
    <w:p w14:paraId="489EF4AE" w14:textId="77777777" w:rsidR="007E7867" w:rsidRDefault="007E7867" w:rsidP="000C6E66">
      <w:pPr>
        <w:pStyle w:val="Text1-1"/>
        <w:numPr>
          <w:ilvl w:val="0"/>
          <w:numId w:val="0"/>
        </w:numPr>
        <w:tabs>
          <w:tab w:val="left" w:pos="708"/>
        </w:tabs>
        <w:ind w:left="737" w:hanging="737"/>
      </w:pPr>
    </w:p>
    <w:p w14:paraId="3E10F77F" w14:textId="2E58CF27" w:rsidR="000C6E66" w:rsidRDefault="000C6E66" w:rsidP="000C6E66">
      <w:pPr>
        <w:pStyle w:val="Text1-1"/>
        <w:numPr>
          <w:ilvl w:val="0"/>
          <w:numId w:val="0"/>
        </w:numPr>
        <w:tabs>
          <w:tab w:val="left" w:pos="708"/>
        </w:tabs>
        <w:ind w:left="737" w:hanging="737"/>
      </w:pPr>
      <w:r>
        <w:t xml:space="preserve">Č.j. </w:t>
      </w:r>
      <w:r w:rsidR="00091D94" w:rsidRPr="00091D94">
        <w:t>2</w:t>
      </w:r>
      <w:r w:rsidR="00231375">
        <w:t>5388</w:t>
      </w:r>
      <w:r w:rsidR="00946AC7" w:rsidRPr="00091D94">
        <w:t>/2022-SŽ-SSZ-OVZ</w:t>
      </w:r>
    </w:p>
    <w:p w14:paraId="43C10BFB" w14:textId="77777777" w:rsidR="00A00D28" w:rsidRDefault="00A00D28" w:rsidP="00A00D28">
      <w:pPr>
        <w:spacing w:after="0" w:line="240" w:lineRule="auto"/>
        <w:rPr>
          <w:i/>
          <w:color w:val="FF0000"/>
        </w:rPr>
      </w:pPr>
    </w:p>
    <w:p w14:paraId="4AC146B9" w14:textId="77777777" w:rsidR="00A00D28" w:rsidRDefault="00A00D28" w:rsidP="00A00D28">
      <w:pPr>
        <w:pStyle w:val="Zpat"/>
        <w:tabs>
          <w:tab w:val="left" w:pos="6772"/>
        </w:tabs>
        <w:rPr>
          <w:sz w:val="2"/>
          <w:szCs w:val="2"/>
        </w:rPr>
      </w:pPr>
    </w:p>
    <w:p w14:paraId="6495405E" w14:textId="77777777" w:rsidR="00B94D6B" w:rsidRDefault="00B94D6B"/>
    <w:p w14:paraId="395FFD3C" w14:textId="77777777" w:rsidR="00B94D6B" w:rsidRDefault="00B94D6B"/>
    <w:p w14:paraId="155D5757" w14:textId="77777777" w:rsidR="00B94D6B" w:rsidRDefault="00B94D6B"/>
    <w:p w14:paraId="15DB4564" w14:textId="77777777" w:rsidR="00B94D6B" w:rsidRDefault="00B94D6B"/>
    <w:p w14:paraId="027FC491" w14:textId="77777777" w:rsidR="00B94D6B" w:rsidRPr="00242AF8" w:rsidRDefault="00B94D6B" w:rsidP="00B94D6B">
      <w:pPr>
        <w:spacing w:after="0"/>
        <w:rPr>
          <w:color w:val="FF0000"/>
        </w:rPr>
      </w:pPr>
      <w:r w:rsidRPr="00242AF8">
        <w:rPr>
          <w:noProof/>
          <w:color w:val="FF0000"/>
          <w:lang w:eastAsia="cs-CZ"/>
        </w:rPr>
        <w:drawing>
          <wp:inline distT="0" distB="0" distL="0" distR="0" wp14:anchorId="7AA4A046" wp14:editId="18A5A714">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6CD9ED7E" w14:textId="1FD3A7DB" w:rsidR="00626507" w:rsidRDefault="00626507">
      <w:pPr>
        <w:rPr>
          <w:rFonts w:asciiTheme="majorHAnsi" w:hAnsiTheme="majorHAnsi"/>
          <w:b/>
          <w:caps/>
          <w:sz w:val="22"/>
        </w:rPr>
      </w:pPr>
      <w:r>
        <w:br w:type="page"/>
      </w:r>
    </w:p>
    <w:p w14:paraId="5B3EAFF2" w14:textId="6EE89CF2" w:rsidR="00BD7E91" w:rsidRDefault="00BD7E91" w:rsidP="00FE4333">
      <w:pPr>
        <w:pStyle w:val="Nadpisbezsl1-1"/>
      </w:pPr>
      <w:r>
        <w:lastRenderedPageBreak/>
        <w:t>Obsah</w:t>
      </w:r>
      <w:r w:rsidR="00887F36">
        <w:t xml:space="preserve"> </w:t>
      </w:r>
    </w:p>
    <w:p w14:paraId="6F670F0D" w14:textId="6A968EC0" w:rsidR="0040619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3031584" w:history="1">
        <w:r w:rsidR="00406194" w:rsidRPr="00763A4E">
          <w:rPr>
            <w:rStyle w:val="Hypertextovodkaz"/>
          </w:rPr>
          <w:t>1.</w:t>
        </w:r>
        <w:r w:rsidR="00406194">
          <w:rPr>
            <w:rFonts w:eastAsiaTheme="minorEastAsia"/>
            <w:caps w:val="0"/>
            <w:noProof/>
            <w:sz w:val="22"/>
            <w:szCs w:val="22"/>
            <w:lang w:eastAsia="cs-CZ"/>
          </w:rPr>
          <w:tab/>
        </w:r>
        <w:r w:rsidR="00406194" w:rsidRPr="00763A4E">
          <w:rPr>
            <w:rStyle w:val="Hypertextovodkaz"/>
          </w:rPr>
          <w:t>ÚVODNÍ USTANOVENÍ</w:t>
        </w:r>
        <w:r w:rsidR="00406194">
          <w:rPr>
            <w:noProof/>
            <w:webHidden/>
          </w:rPr>
          <w:tab/>
        </w:r>
        <w:r w:rsidR="00406194">
          <w:rPr>
            <w:noProof/>
            <w:webHidden/>
          </w:rPr>
          <w:fldChar w:fldCharType="begin"/>
        </w:r>
        <w:r w:rsidR="00406194">
          <w:rPr>
            <w:noProof/>
            <w:webHidden/>
          </w:rPr>
          <w:instrText xml:space="preserve"> PAGEREF _Toc123031584 \h </w:instrText>
        </w:r>
        <w:r w:rsidR="00406194">
          <w:rPr>
            <w:noProof/>
            <w:webHidden/>
          </w:rPr>
        </w:r>
        <w:r w:rsidR="00406194">
          <w:rPr>
            <w:noProof/>
            <w:webHidden/>
          </w:rPr>
          <w:fldChar w:fldCharType="separate"/>
        </w:r>
        <w:r w:rsidR="008036B1">
          <w:rPr>
            <w:noProof/>
            <w:webHidden/>
          </w:rPr>
          <w:t>3</w:t>
        </w:r>
        <w:r w:rsidR="00406194">
          <w:rPr>
            <w:noProof/>
            <w:webHidden/>
          </w:rPr>
          <w:fldChar w:fldCharType="end"/>
        </w:r>
      </w:hyperlink>
    </w:p>
    <w:p w14:paraId="5FB94BC6" w14:textId="741F5CD0" w:rsidR="00406194" w:rsidRDefault="009903E7">
      <w:pPr>
        <w:pStyle w:val="Obsah1"/>
        <w:rPr>
          <w:rFonts w:eastAsiaTheme="minorEastAsia"/>
          <w:caps w:val="0"/>
          <w:noProof/>
          <w:sz w:val="22"/>
          <w:szCs w:val="22"/>
          <w:lang w:eastAsia="cs-CZ"/>
        </w:rPr>
      </w:pPr>
      <w:hyperlink w:anchor="_Toc123031585" w:history="1">
        <w:r w:rsidR="00406194" w:rsidRPr="00763A4E">
          <w:rPr>
            <w:rStyle w:val="Hypertextovodkaz"/>
          </w:rPr>
          <w:t>2.</w:t>
        </w:r>
        <w:r w:rsidR="00406194">
          <w:rPr>
            <w:rFonts w:eastAsiaTheme="minorEastAsia"/>
            <w:caps w:val="0"/>
            <w:noProof/>
            <w:sz w:val="22"/>
            <w:szCs w:val="22"/>
            <w:lang w:eastAsia="cs-CZ"/>
          </w:rPr>
          <w:tab/>
        </w:r>
        <w:r w:rsidR="00406194" w:rsidRPr="00763A4E">
          <w:rPr>
            <w:rStyle w:val="Hypertextovodkaz"/>
          </w:rPr>
          <w:t>IDENTIFIKAČNÍ ÚDAJE ZADAVATELE</w:t>
        </w:r>
        <w:r w:rsidR="00406194">
          <w:rPr>
            <w:noProof/>
            <w:webHidden/>
          </w:rPr>
          <w:tab/>
        </w:r>
        <w:r w:rsidR="00406194">
          <w:rPr>
            <w:noProof/>
            <w:webHidden/>
          </w:rPr>
          <w:fldChar w:fldCharType="begin"/>
        </w:r>
        <w:r w:rsidR="00406194">
          <w:rPr>
            <w:noProof/>
            <w:webHidden/>
          </w:rPr>
          <w:instrText xml:space="preserve"> PAGEREF _Toc123031585 \h </w:instrText>
        </w:r>
        <w:r w:rsidR="00406194">
          <w:rPr>
            <w:noProof/>
            <w:webHidden/>
          </w:rPr>
        </w:r>
        <w:r w:rsidR="00406194">
          <w:rPr>
            <w:noProof/>
            <w:webHidden/>
          </w:rPr>
          <w:fldChar w:fldCharType="separate"/>
        </w:r>
        <w:r w:rsidR="008036B1">
          <w:rPr>
            <w:noProof/>
            <w:webHidden/>
          </w:rPr>
          <w:t>3</w:t>
        </w:r>
        <w:r w:rsidR="00406194">
          <w:rPr>
            <w:noProof/>
            <w:webHidden/>
          </w:rPr>
          <w:fldChar w:fldCharType="end"/>
        </w:r>
      </w:hyperlink>
    </w:p>
    <w:p w14:paraId="629CD40D" w14:textId="7FE0EED9" w:rsidR="00406194" w:rsidRDefault="009903E7">
      <w:pPr>
        <w:pStyle w:val="Obsah1"/>
        <w:rPr>
          <w:rFonts w:eastAsiaTheme="minorEastAsia"/>
          <w:caps w:val="0"/>
          <w:noProof/>
          <w:sz w:val="22"/>
          <w:szCs w:val="22"/>
          <w:lang w:eastAsia="cs-CZ"/>
        </w:rPr>
      </w:pPr>
      <w:hyperlink w:anchor="_Toc123031586" w:history="1">
        <w:r w:rsidR="00406194" w:rsidRPr="00763A4E">
          <w:rPr>
            <w:rStyle w:val="Hypertextovodkaz"/>
          </w:rPr>
          <w:t>3.</w:t>
        </w:r>
        <w:r w:rsidR="00406194">
          <w:rPr>
            <w:rFonts w:eastAsiaTheme="minorEastAsia"/>
            <w:caps w:val="0"/>
            <w:noProof/>
            <w:sz w:val="22"/>
            <w:szCs w:val="22"/>
            <w:lang w:eastAsia="cs-CZ"/>
          </w:rPr>
          <w:tab/>
        </w:r>
        <w:r w:rsidR="00406194" w:rsidRPr="00763A4E">
          <w:rPr>
            <w:rStyle w:val="Hypertextovodkaz"/>
          </w:rPr>
          <w:t>KOMUNIKACE MEZI ZADAVATELEM a DODAVATELEM</w:t>
        </w:r>
        <w:r w:rsidR="00406194">
          <w:rPr>
            <w:noProof/>
            <w:webHidden/>
          </w:rPr>
          <w:tab/>
        </w:r>
        <w:r w:rsidR="00406194">
          <w:rPr>
            <w:noProof/>
            <w:webHidden/>
          </w:rPr>
          <w:fldChar w:fldCharType="begin"/>
        </w:r>
        <w:r w:rsidR="00406194">
          <w:rPr>
            <w:noProof/>
            <w:webHidden/>
          </w:rPr>
          <w:instrText xml:space="preserve"> PAGEREF _Toc123031586 \h </w:instrText>
        </w:r>
        <w:r w:rsidR="00406194">
          <w:rPr>
            <w:noProof/>
            <w:webHidden/>
          </w:rPr>
        </w:r>
        <w:r w:rsidR="00406194">
          <w:rPr>
            <w:noProof/>
            <w:webHidden/>
          </w:rPr>
          <w:fldChar w:fldCharType="separate"/>
        </w:r>
        <w:r w:rsidR="008036B1">
          <w:rPr>
            <w:noProof/>
            <w:webHidden/>
          </w:rPr>
          <w:t>4</w:t>
        </w:r>
        <w:r w:rsidR="00406194">
          <w:rPr>
            <w:noProof/>
            <w:webHidden/>
          </w:rPr>
          <w:fldChar w:fldCharType="end"/>
        </w:r>
      </w:hyperlink>
    </w:p>
    <w:p w14:paraId="357FF0DB" w14:textId="428CFDB6" w:rsidR="00406194" w:rsidRDefault="009903E7">
      <w:pPr>
        <w:pStyle w:val="Obsah1"/>
        <w:rPr>
          <w:rFonts w:eastAsiaTheme="minorEastAsia"/>
          <w:caps w:val="0"/>
          <w:noProof/>
          <w:sz w:val="22"/>
          <w:szCs w:val="22"/>
          <w:lang w:eastAsia="cs-CZ"/>
        </w:rPr>
      </w:pPr>
      <w:hyperlink w:anchor="_Toc123031587" w:history="1">
        <w:r w:rsidR="00406194" w:rsidRPr="00763A4E">
          <w:rPr>
            <w:rStyle w:val="Hypertextovodkaz"/>
          </w:rPr>
          <w:t>4.</w:t>
        </w:r>
        <w:r w:rsidR="00406194">
          <w:rPr>
            <w:rFonts w:eastAsiaTheme="minorEastAsia"/>
            <w:caps w:val="0"/>
            <w:noProof/>
            <w:sz w:val="22"/>
            <w:szCs w:val="22"/>
            <w:lang w:eastAsia="cs-CZ"/>
          </w:rPr>
          <w:tab/>
        </w:r>
        <w:r w:rsidR="00406194" w:rsidRPr="00763A4E">
          <w:rPr>
            <w:rStyle w:val="Hypertextovodkaz"/>
          </w:rPr>
          <w:t>ÚČEL a PŘEDMĚT PLNĚNÍ VEŘEJNÉ ZAKÁZKY</w:t>
        </w:r>
        <w:r w:rsidR="00406194">
          <w:rPr>
            <w:noProof/>
            <w:webHidden/>
          </w:rPr>
          <w:tab/>
        </w:r>
        <w:r w:rsidR="00406194">
          <w:rPr>
            <w:noProof/>
            <w:webHidden/>
          </w:rPr>
          <w:fldChar w:fldCharType="begin"/>
        </w:r>
        <w:r w:rsidR="00406194">
          <w:rPr>
            <w:noProof/>
            <w:webHidden/>
          </w:rPr>
          <w:instrText xml:space="preserve"> PAGEREF _Toc123031587 \h </w:instrText>
        </w:r>
        <w:r w:rsidR="00406194">
          <w:rPr>
            <w:noProof/>
            <w:webHidden/>
          </w:rPr>
        </w:r>
        <w:r w:rsidR="00406194">
          <w:rPr>
            <w:noProof/>
            <w:webHidden/>
          </w:rPr>
          <w:fldChar w:fldCharType="separate"/>
        </w:r>
        <w:r w:rsidR="008036B1">
          <w:rPr>
            <w:noProof/>
            <w:webHidden/>
          </w:rPr>
          <w:t>4</w:t>
        </w:r>
        <w:r w:rsidR="00406194">
          <w:rPr>
            <w:noProof/>
            <w:webHidden/>
          </w:rPr>
          <w:fldChar w:fldCharType="end"/>
        </w:r>
      </w:hyperlink>
    </w:p>
    <w:p w14:paraId="0847DE40" w14:textId="06D1FC94" w:rsidR="00406194" w:rsidRDefault="009903E7">
      <w:pPr>
        <w:pStyle w:val="Obsah1"/>
        <w:rPr>
          <w:rFonts w:eastAsiaTheme="minorEastAsia"/>
          <w:caps w:val="0"/>
          <w:noProof/>
          <w:sz w:val="22"/>
          <w:szCs w:val="22"/>
          <w:lang w:eastAsia="cs-CZ"/>
        </w:rPr>
      </w:pPr>
      <w:hyperlink w:anchor="_Toc123031588" w:history="1">
        <w:r w:rsidR="00406194" w:rsidRPr="00763A4E">
          <w:rPr>
            <w:rStyle w:val="Hypertextovodkaz"/>
          </w:rPr>
          <w:t>5.</w:t>
        </w:r>
        <w:r w:rsidR="00406194">
          <w:rPr>
            <w:rFonts w:eastAsiaTheme="minorEastAsia"/>
            <w:caps w:val="0"/>
            <w:noProof/>
            <w:sz w:val="22"/>
            <w:szCs w:val="22"/>
            <w:lang w:eastAsia="cs-CZ"/>
          </w:rPr>
          <w:tab/>
        </w:r>
        <w:r w:rsidR="00406194" w:rsidRPr="00763A4E">
          <w:rPr>
            <w:rStyle w:val="Hypertextovodkaz"/>
          </w:rPr>
          <w:t>ZDROJE FINANCOVÁNÍ a PŘEDPOKLÁDANÁ HODNOTA VEŘEJNÉ ZAKÁZKY</w:t>
        </w:r>
        <w:r w:rsidR="00406194">
          <w:rPr>
            <w:noProof/>
            <w:webHidden/>
          </w:rPr>
          <w:tab/>
        </w:r>
        <w:r w:rsidR="00406194">
          <w:rPr>
            <w:noProof/>
            <w:webHidden/>
          </w:rPr>
          <w:fldChar w:fldCharType="begin"/>
        </w:r>
        <w:r w:rsidR="00406194">
          <w:rPr>
            <w:noProof/>
            <w:webHidden/>
          </w:rPr>
          <w:instrText xml:space="preserve"> PAGEREF _Toc123031588 \h </w:instrText>
        </w:r>
        <w:r w:rsidR="00406194">
          <w:rPr>
            <w:noProof/>
            <w:webHidden/>
          </w:rPr>
        </w:r>
        <w:r w:rsidR="00406194">
          <w:rPr>
            <w:noProof/>
            <w:webHidden/>
          </w:rPr>
          <w:fldChar w:fldCharType="separate"/>
        </w:r>
        <w:r w:rsidR="008036B1">
          <w:rPr>
            <w:noProof/>
            <w:webHidden/>
          </w:rPr>
          <w:t>6</w:t>
        </w:r>
        <w:r w:rsidR="00406194">
          <w:rPr>
            <w:noProof/>
            <w:webHidden/>
          </w:rPr>
          <w:fldChar w:fldCharType="end"/>
        </w:r>
      </w:hyperlink>
    </w:p>
    <w:p w14:paraId="4825E4D0" w14:textId="0954FDBC" w:rsidR="00406194" w:rsidRDefault="009903E7">
      <w:pPr>
        <w:pStyle w:val="Obsah1"/>
        <w:rPr>
          <w:rFonts w:eastAsiaTheme="minorEastAsia"/>
          <w:caps w:val="0"/>
          <w:noProof/>
          <w:sz w:val="22"/>
          <w:szCs w:val="22"/>
          <w:lang w:eastAsia="cs-CZ"/>
        </w:rPr>
      </w:pPr>
      <w:hyperlink w:anchor="_Toc123031589" w:history="1">
        <w:r w:rsidR="00406194" w:rsidRPr="00763A4E">
          <w:rPr>
            <w:rStyle w:val="Hypertextovodkaz"/>
          </w:rPr>
          <w:t>6.</w:t>
        </w:r>
        <w:r w:rsidR="00406194">
          <w:rPr>
            <w:rFonts w:eastAsiaTheme="minorEastAsia"/>
            <w:caps w:val="0"/>
            <w:noProof/>
            <w:sz w:val="22"/>
            <w:szCs w:val="22"/>
            <w:lang w:eastAsia="cs-CZ"/>
          </w:rPr>
          <w:tab/>
        </w:r>
        <w:r w:rsidR="00406194" w:rsidRPr="00763A4E">
          <w:rPr>
            <w:rStyle w:val="Hypertextovodkaz"/>
          </w:rPr>
          <w:t>OBSAH ZADÁVACÍ DOKUMENTACE</w:t>
        </w:r>
        <w:r w:rsidR="00406194">
          <w:rPr>
            <w:noProof/>
            <w:webHidden/>
          </w:rPr>
          <w:tab/>
        </w:r>
        <w:r w:rsidR="00406194">
          <w:rPr>
            <w:noProof/>
            <w:webHidden/>
          </w:rPr>
          <w:fldChar w:fldCharType="begin"/>
        </w:r>
        <w:r w:rsidR="00406194">
          <w:rPr>
            <w:noProof/>
            <w:webHidden/>
          </w:rPr>
          <w:instrText xml:space="preserve"> PAGEREF _Toc123031589 \h </w:instrText>
        </w:r>
        <w:r w:rsidR="00406194">
          <w:rPr>
            <w:noProof/>
            <w:webHidden/>
          </w:rPr>
        </w:r>
        <w:r w:rsidR="00406194">
          <w:rPr>
            <w:noProof/>
            <w:webHidden/>
          </w:rPr>
          <w:fldChar w:fldCharType="separate"/>
        </w:r>
        <w:r w:rsidR="008036B1">
          <w:rPr>
            <w:noProof/>
            <w:webHidden/>
          </w:rPr>
          <w:t>6</w:t>
        </w:r>
        <w:r w:rsidR="00406194">
          <w:rPr>
            <w:noProof/>
            <w:webHidden/>
          </w:rPr>
          <w:fldChar w:fldCharType="end"/>
        </w:r>
      </w:hyperlink>
    </w:p>
    <w:p w14:paraId="70C7D5CD" w14:textId="6014206D" w:rsidR="00406194" w:rsidRDefault="009903E7">
      <w:pPr>
        <w:pStyle w:val="Obsah1"/>
        <w:rPr>
          <w:rFonts w:eastAsiaTheme="minorEastAsia"/>
          <w:caps w:val="0"/>
          <w:noProof/>
          <w:sz w:val="22"/>
          <w:szCs w:val="22"/>
          <w:lang w:eastAsia="cs-CZ"/>
        </w:rPr>
      </w:pPr>
      <w:hyperlink w:anchor="_Toc123031590" w:history="1">
        <w:r w:rsidR="00406194" w:rsidRPr="00763A4E">
          <w:rPr>
            <w:rStyle w:val="Hypertextovodkaz"/>
          </w:rPr>
          <w:t>7.</w:t>
        </w:r>
        <w:r w:rsidR="00406194">
          <w:rPr>
            <w:rFonts w:eastAsiaTheme="minorEastAsia"/>
            <w:caps w:val="0"/>
            <w:noProof/>
            <w:sz w:val="22"/>
            <w:szCs w:val="22"/>
            <w:lang w:eastAsia="cs-CZ"/>
          </w:rPr>
          <w:tab/>
        </w:r>
        <w:r w:rsidR="00406194" w:rsidRPr="00763A4E">
          <w:rPr>
            <w:rStyle w:val="Hypertextovodkaz"/>
          </w:rPr>
          <w:t>VYSVĚTLENÍ, ZMĚNY a DOPLNĚNÍ ZADÁVACÍ DOKUMENTACE</w:t>
        </w:r>
        <w:r w:rsidR="00406194">
          <w:rPr>
            <w:noProof/>
            <w:webHidden/>
          </w:rPr>
          <w:tab/>
        </w:r>
        <w:r w:rsidR="00406194">
          <w:rPr>
            <w:noProof/>
            <w:webHidden/>
          </w:rPr>
          <w:fldChar w:fldCharType="begin"/>
        </w:r>
        <w:r w:rsidR="00406194">
          <w:rPr>
            <w:noProof/>
            <w:webHidden/>
          </w:rPr>
          <w:instrText xml:space="preserve"> PAGEREF _Toc123031590 \h </w:instrText>
        </w:r>
        <w:r w:rsidR="00406194">
          <w:rPr>
            <w:noProof/>
            <w:webHidden/>
          </w:rPr>
        </w:r>
        <w:r w:rsidR="00406194">
          <w:rPr>
            <w:noProof/>
            <w:webHidden/>
          </w:rPr>
          <w:fldChar w:fldCharType="separate"/>
        </w:r>
        <w:r w:rsidR="008036B1">
          <w:rPr>
            <w:noProof/>
            <w:webHidden/>
          </w:rPr>
          <w:t>7</w:t>
        </w:r>
        <w:r w:rsidR="00406194">
          <w:rPr>
            <w:noProof/>
            <w:webHidden/>
          </w:rPr>
          <w:fldChar w:fldCharType="end"/>
        </w:r>
      </w:hyperlink>
    </w:p>
    <w:p w14:paraId="3D621C4C" w14:textId="79185F93" w:rsidR="00406194" w:rsidRDefault="009903E7">
      <w:pPr>
        <w:pStyle w:val="Obsah1"/>
        <w:rPr>
          <w:rFonts w:eastAsiaTheme="minorEastAsia"/>
          <w:caps w:val="0"/>
          <w:noProof/>
          <w:sz w:val="22"/>
          <w:szCs w:val="22"/>
          <w:lang w:eastAsia="cs-CZ"/>
        </w:rPr>
      </w:pPr>
      <w:hyperlink w:anchor="_Toc123031591" w:history="1">
        <w:r w:rsidR="00406194" w:rsidRPr="00763A4E">
          <w:rPr>
            <w:rStyle w:val="Hypertextovodkaz"/>
          </w:rPr>
          <w:t>8.</w:t>
        </w:r>
        <w:r w:rsidR="00406194">
          <w:rPr>
            <w:rFonts w:eastAsiaTheme="minorEastAsia"/>
            <w:caps w:val="0"/>
            <w:noProof/>
            <w:sz w:val="22"/>
            <w:szCs w:val="22"/>
            <w:lang w:eastAsia="cs-CZ"/>
          </w:rPr>
          <w:tab/>
        </w:r>
        <w:r w:rsidR="00406194" w:rsidRPr="00763A4E">
          <w:rPr>
            <w:rStyle w:val="Hypertextovodkaz"/>
          </w:rPr>
          <w:t>POŽADAVKY ZADAVATELE NA KVALIFIKACI</w:t>
        </w:r>
        <w:r w:rsidR="00406194">
          <w:rPr>
            <w:noProof/>
            <w:webHidden/>
          </w:rPr>
          <w:tab/>
        </w:r>
        <w:r w:rsidR="00406194">
          <w:rPr>
            <w:noProof/>
            <w:webHidden/>
          </w:rPr>
          <w:fldChar w:fldCharType="begin"/>
        </w:r>
        <w:r w:rsidR="00406194">
          <w:rPr>
            <w:noProof/>
            <w:webHidden/>
          </w:rPr>
          <w:instrText xml:space="preserve"> PAGEREF _Toc123031591 \h </w:instrText>
        </w:r>
        <w:r w:rsidR="00406194">
          <w:rPr>
            <w:noProof/>
            <w:webHidden/>
          </w:rPr>
        </w:r>
        <w:r w:rsidR="00406194">
          <w:rPr>
            <w:noProof/>
            <w:webHidden/>
          </w:rPr>
          <w:fldChar w:fldCharType="separate"/>
        </w:r>
        <w:r w:rsidR="008036B1">
          <w:rPr>
            <w:noProof/>
            <w:webHidden/>
          </w:rPr>
          <w:t>7</w:t>
        </w:r>
        <w:r w:rsidR="00406194">
          <w:rPr>
            <w:noProof/>
            <w:webHidden/>
          </w:rPr>
          <w:fldChar w:fldCharType="end"/>
        </w:r>
      </w:hyperlink>
    </w:p>
    <w:p w14:paraId="77E46F24" w14:textId="1CF3B0A5" w:rsidR="00406194" w:rsidRDefault="00284B3B">
      <w:pPr>
        <w:pStyle w:val="Obsah1"/>
        <w:rPr>
          <w:rFonts w:eastAsiaTheme="minorEastAsia"/>
          <w:caps w:val="0"/>
          <w:noProof/>
          <w:sz w:val="22"/>
          <w:szCs w:val="22"/>
          <w:lang w:eastAsia="cs-CZ"/>
        </w:rPr>
      </w:pPr>
      <w:hyperlink w:anchor="_Toc123031592" w:history="1">
        <w:r w:rsidR="00406194" w:rsidRPr="00763A4E">
          <w:rPr>
            <w:rStyle w:val="Hypertextovodkaz"/>
          </w:rPr>
          <w:t>9.</w:t>
        </w:r>
        <w:r w:rsidR="00406194">
          <w:rPr>
            <w:rFonts w:eastAsiaTheme="minorEastAsia"/>
            <w:caps w:val="0"/>
            <w:noProof/>
            <w:sz w:val="22"/>
            <w:szCs w:val="22"/>
            <w:lang w:eastAsia="cs-CZ"/>
          </w:rPr>
          <w:tab/>
        </w:r>
        <w:r w:rsidR="00406194" w:rsidRPr="00763A4E">
          <w:rPr>
            <w:rStyle w:val="Hypertextovodkaz"/>
          </w:rPr>
          <w:t>DALŠÍ INFORMACE/DOKUMENTY PŘEDKLÁDANÉ DODAVATELEM v NABÍDCE</w:t>
        </w:r>
        <w:r w:rsidR="00406194">
          <w:rPr>
            <w:noProof/>
            <w:webHidden/>
          </w:rPr>
          <w:tab/>
        </w:r>
        <w:r w:rsidR="00406194">
          <w:rPr>
            <w:noProof/>
            <w:webHidden/>
          </w:rPr>
          <w:fldChar w:fldCharType="begin"/>
        </w:r>
        <w:r w:rsidR="00406194">
          <w:rPr>
            <w:noProof/>
            <w:webHidden/>
          </w:rPr>
          <w:instrText xml:space="preserve"> PAGEREF _Toc123031592 \h </w:instrText>
        </w:r>
        <w:r w:rsidR="00406194">
          <w:rPr>
            <w:noProof/>
            <w:webHidden/>
          </w:rPr>
        </w:r>
        <w:r w:rsidR="00406194">
          <w:rPr>
            <w:noProof/>
            <w:webHidden/>
          </w:rPr>
          <w:fldChar w:fldCharType="separate"/>
        </w:r>
        <w:r w:rsidR="008036B1">
          <w:rPr>
            <w:noProof/>
            <w:webHidden/>
          </w:rPr>
          <w:t>21</w:t>
        </w:r>
        <w:r w:rsidR="00406194">
          <w:rPr>
            <w:noProof/>
            <w:webHidden/>
          </w:rPr>
          <w:fldChar w:fldCharType="end"/>
        </w:r>
      </w:hyperlink>
    </w:p>
    <w:p w14:paraId="1188A8A0" w14:textId="7BFD2E76" w:rsidR="00406194" w:rsidRDefault="009903E7">
      <w:pPr>
        <w:pStyle w:val="Obsah1"/>
        <w:rPr>
          <w:rFonts w:eastAsiaTheme="minorEastAsia"/>
          <w:caps w:val="0"/>
          <w:noProof/>
          <w:sz w:val="22"/>
          <w:szCs w:val="22"/>
          <w:lang w:eastAsia="cs-CZ"/>
        </w:rPr>
      </w:pPr>
      <w:hyperlink w:anchor="_Toc123031593" w:history="1">
        <w:r w:rsidR="00406194" w:rsidRPr="00763A4E">
          <w:rPr>
            <w:rStyle w:val="Hypertextovodkaz"/>
          </w:rPr>
          <w:t>10.</w:t>
        </w:r>
        <w:r w:rsidR="00406194">
          <w:rPr>
            <w:rFonts w:eastAsiaTheme="minorEastAsia"/>
            <w:caps w:val="0"/>
            <w:noProof/>
            <w:sz w:val="22"/>
            <w:szCs w:val="22"/>
            <w:lang w:eastAsia="cs-CZ"/>
          </w:rPr>
          <w:tab/>
        </w:r>
        <w:r w:rsidR="00406194" w:rsidRPr="00763A4E">
          <w:rPr>
            <w:rStyle w:val="Hypertextovodkaz"/>
          </w:rPr>
          <w:t>PROHLÍDKA MÍSTA PLNĚNÍ (STAVENIŠTĚ)</w:t>
        </w:r>
        <w:r w:rsidR="00406194">
          <w:rPr>
            <w:noProof/>
            <w:webHidden/>
          </w:rPr>
          <w:tab/>
        </w:r>
        <w:r w:rsidR="00406194">
          <w:rPr>
            <w:noProof/>
            <w:webHidden/>
          </w:rPr>
          <w:fldChar w:fldCharType="begin"/>
        </w:r>
        <w:r w:rsidR="00406194">
          <w:rPr>
            <w:noProof/>
            <w:webHidden/>
          </w:rPr>
          <w:instrText xml:space="preserve"> PAGEREF _Toc123031593 \h </w:instrText>
        </w:r>
        <w:r w:rsidR="00406194">
          <w:rPr>
            <w:noProof/>
            <w:webHidden/>
          </w:rPr>
        </w:r>
        <w:r w:rsidR="00406194">
          <w:rPr>
            <w:noProof/>
            <w:webHidden/>
          </w:rPr>
          <w:fldChar w:fldCharType="separate"/>
        </w:r>
        <w:r w:rsidR="008036B1">
          <w:rPr>
            <w:noProof/>
            <w:webHidden/>
          </w:rPr>
          <w:t>24</w:t>
        </w:r>
        <w:r w:rsidR="00406194">
          <w:rPr>
            <w:noProof/>
            <w:webHidden/>
          </w:rPr>
          <w:fldChar w:fldCharType="end"/>
        </w:r>
      </w:hyperlink>
    </w:p>
    <w:p w14:paraId="42B9AF02" w14:textId="16EEB7BE" w:rsidR="00406194" w:rsidRDefault="009903E7">
      <w:pPr>
        <w:pStyle w:val="Obsah1"/>
        <w:rPr>
          <w:rFonts w:eastAsiaTheme="minorEastAsia"/>
          <w:caps w:val="0"/>
          <w:noProof/>
          <w:sz w:val="22"/>
          <w:szCs w:val="22"/>
          <w:lang w:eastAsia="cs-CZ"/>
        </w:rPr>
      </w:pPr>
      <w:hyperlink w:anchor="_Toc123031594" w:history="1">
        <w:r w:rsidR="00406194" w:rsidRPr="00763A4E">
          <w:rPr>
            <w:rStyle w:val="Hypertextovodkaz"/>
          </w:rPr>
          <w:t>11.</w:t>
        </w:r>
        <w:r w:rsidR="00406194">
          <w:rPr>
            <w:rFonts w:eastAsiaTheme="minorEastAsia"/>
            <w:caps w:val="0"/>
            <w:noProof/>
            <w:sz w:val="22"/>
            <w:szCs w:val="22"/>
            <w:lang w:eastAsia="cs-CZ"/>
          </w:rPr>
          <w:tab/>
        </w:r>
        <w:r w:rsidR="00406194" w:rsidRPr="00763A4E">
          <w:rPr>
            <w:rStyle w:val="Hypertextovodkaz"/>
          </w:rPr>
          <w:t>JAZYK NABÍDEK A KOMUNIKAČNÍ JAZYK</w:t>
        </w:r>
        <w:r w:rsidR="00406194">
          <w:rPr>
            <w:noProof/>
            <w:webHidden/>
          </w:rPr>
          <w:tab/>
        </w:r>
        <w:r w:rsidR="00406194">
          <w:rPr>
            <w:noProof/>
            <w:webHidden/>
          </w:rPr>
          <w:fldChar w:fldCharType="begin"/>
        </w:r>
        <w:r w:rsidR="00406194">
          <w:rPr>
            <w:noProof/>
            <w:webHidden/>
          </w:rPr>
          <w:instrText xml:space="preserve"> PAGEREF _Toc123031594 \h </w:instrText>
        </w:r>
        <w:r w:rsidR="00406194">
          <w:rPr>
            <w:noProof/>
            <w:webHidden/>
          </w:rPr>
        </w:r>
        <w:r w:rsidR="00406194">
          <w:rPr>
            <w:noProof/>
            <w:webHidden/>
          </w:rPr>
          <w:fldChar w:fldCharType="separate"/>
        </w:r>
        <w:r w:rsidR="008036B1">
          <w:rPr>
            <w:noProof/>
            <w:webHidden/>
          </w:rPr>
          <w:t>24</w:t>
        </w:r>
        <w:r w:rsidR="00406194">
          <w:rPr>
            <w:noProof/>
            <w:webHidden/>
          </w:rPr>
          <w:fldChar w:fldCharType="end"/>
        </w:r>
      </w:hyperlink>
    </w:p>
    <w:p w14:paraId="687BB1FF" w14:textId="60FF9ED0" w:rsidR="00406194" w:rsidRDefault="009903E7">
      <w:pPr>
        <w:pStyle w:val="Obsah1"/>
        <w:rPr>
          <w:rFonts w:eastAsiaTheme="minorEastAsia"/>
          <w:caps w:val="0"/>
          <w:noProof/>
          <w:sz w:val="22"/>
          <w:szCs w:val="22"/>
          <w:lang w:eastAsia="cs-CZ"/>
        </w:rPr>
      </w:pPr>
      <w:hyperlink w:anchor="_Toc123031595" w:history="1">
        <w:r w:rsidR="00406194" w:rsidRPr="00763A4E">
          <w:rPr>
            <w:rStyle w:val="Hypertextovodkaz"/>
          </w:rPr>
          <w:t>12.</w:t>
        </w:r>
        <w:r w:rsidR="00406194">
          <w:rPr>
            <w:rFonts w:eastAsiaTheme="minorEastAsia"/>
            <w:caps w:val="0"/>
            <w:noProof/>
            <w:sz w:val="22"/>
            <w:szCs w:val="22"/>
            <w:lang w:eastAsia="cs-CZ"/>
          </w:rPr>
          <w:tab/>
        </w:r>
        <w:r w:rsidR="00406194" w:rsidRPr="00763A4E">
          <w:rPr>
            <w:rStyle w:val="Hypertextovodkaz"/>
          </w:rPr>
          <w:t>OBSAH a PODÁVÁNÍ NABÍDEK</w:t>
        </w:r>
        <w:r w:rsidR="00406194">
          <w:rPr>
            <w:noProof/>
            <w:webHidden/>
          </w:rPr>
          <w:tab/>
        </w:r>
        <w:r w:rsidR="00406194">
          <w:rPr>
            <w:noProof/>
            <w:webHidden/>
          </w:rPr>
          <w:fldChar w:fldCharType="begin"/>
        </w:r>
        <w:r w:rsidR="00406194">
          <w:rPr>
            <w:noProof/>
            <w:webHidden/>
          </w:rPr>
          <w:instrText xml:space="preserve"> PAGEREF _Toc123031595 \h </w:instrText>
        </w:r>
        <w:r w:rsidR="00406194">
          <w:rPr>
            <w:noProof/>
            <w:webHidden/>
          </w:rPr>
        </w:r>
        <w:r w:rsidR="00406194">
          <w:rPr>
            <w:noProof/>
            <w:webHidden/>
          </w:rPr>
          <w:fldChar w:fldCharType="separate"/>
        </w:r>
        <w:r w:rsidR="008036B1">
          <w:rPr>
            <w:noProof/>
            <w:webHidden/>
          </w:rPr>
          <w:t>25</w:t>
        </w:r>
        <w:r w:rsidR="00406194">
          <w:rPr>
            <w:noProof/>
            <w:webHidden/>
          </w:rPr>
          <w:fldChar w:fldCharType="end"/>
        </w:r>
      </w:hyperlink>
    </w:p>
    <w:p w14:paraId="6C686E68" w14:textId="4602F6A6" w:rsidR="00406194" w:rsidRDefault="009903E7">
      <w:pPr>
        <w:pStyle w:val="Obsah1"/>
        <w:rPr>
          <w:rFonts w:eastAsiaTheme="minorEastAsia"/>
          <w:caps w:val="0"/>
          <w:noProof/>
          <w:sz w:val="22"/>
          <w:szCs w:val="22"/>
          <w:lang w:eastAsia="cs-CZ"/>
        </w:rPr>
      </w:pPr>
      <w:hyperlink w:anchor="_Toc123031596" w:history="1">
        <w:r w:rsidR="00406194" w:rsidRPr="00763A4E">
          <w:rPr>
            <w:rStyle w:val="Hypertextovodkaz"/>
          </w:rPr>
          <w:t>13.</w:t>
        </w:r>
        <w:r w:rsidR="00406194">
          <w:rPr>
            <w:rFonts w:eastAsiaTheme="minorEastAsia"/>
            <w:caps w:val="0"/>
            <w:noProof/>
            <w:sz w:val="22"/>
            <w:szCs w:val="22"/>
            <w:lang w:eastAsia="cs-CZ"/>
          </w:rPr>
          <w:tab/>
        </w:r>
        <w:r w:rsidR="00406194" w:rsidRPr="00763A4E">
          <w:rPr>
            <w:rStyle w:val="Hypertextovodkaz"/>
          </w:rPr>
          <w:t>POŽADAVKY NA ZPRACOVÁNÍ NABÍDKOVÉ CENY</w:t>
        </w:r>
        <w:r w:rsidR="00406194">
          <w:rPr>
            <w:noProof/>
            <w:webHidden/>
          </w:rPr>
          <w:tab/>
        </w:r>
        <w:r w:rsidR="00406194">
          <w:rPr>
            <w:noProof/>
            <w:webHidden/>
          </w:rPr>
          <w:fldChar w:fldCharType="begin"/>
        </w:r>
        <w:r w:rsidR="00406194">
          <w:rPr>
            <w:noProof/>
            <w:webHidden/>
          </w:rPr>
          <w:instrText xml:space="preserve"> PAGEREF _Toc123031596 \h </w:instrText>
        </w:r>
        <w:r w:rsidR="00406194">
          <w:rPr>
            <w:noProof/>
            <w:webHidden/>
          </w:rPr>
        </w:r>
        <w:r w:rsidR="00406194">
          <w:rPr>
            <w:noProof/>
            <w:webHidden/>
          </w:rPr>
          <w:fldChar w:fldCharType="separate"/>
        </w:r>
        <w:r w:rsidR="008036B1">
          <w:rPr>
            <w:noProof/>
            <w:webHidden/>
          </w:rPr>
          <w:t>27</w:t>
        </w:r>
        <w:r w:rsidR="00406194">
          <w:rPr>
            <w:noProof/>
            <w:webHidden/>
          </w:rPr>
          <w:fldChar w:fldCharType="end"/>
        </w:r>
      </w:hyperlink>
    </w:p>
    <w:p w14:paraId="7D6085C3" w14:textId="442BAB6A" w:rsidR="00406194" w:rsidRDefault="009903E7">
      <w:pPr>
        <w:pStyle w:val="Obsah1"/>
        <w:rPr>
          <w:rFonts w:eastAsiaTheme="minorEastAsia"/>
          <w:caps w:val="0"/>
          <w:noProof/>
          <w:sz w:val="22"/>
          <w:szCs w:val="22"/>
          <w:lang w:eastAsia="cs-CZ"/>
        </w:rPr>
      </w:pPr>
      <w:hyperlink w:anchor="_Toc123031597" w:history="1">
        <w:r w:rsidR="00406194" w:rsidRPr="00763A4E">
          <w:rPr>
            <w:rStyle w:val="Hypertextovodkaz"/>
          </w:rPr>
          <w:t>14.</w:t>
        </w:r>
        <w:r w:rsidR="00406194">
          <w:rPr>
            <w:rFonts w:eastAsiaTheme="minorEastAsia"/>
            <w:caps w:val="0"/>
            <w:noProof/>
            <w:sz w:val="22"/>
            <w:szCs w:val="22"/>
            <w:lang w:eastAsia="cs-CZ"/>
          </w:rPr>
          <w:tab/>
        </w:r>
        <w:r w:rsidR="00406194" w:rsidRPr="00763A4E">
          <w:rPr>
            <w:rStyle w:val="Hypertextovodkaz"/>
          </w:rPr>
          <w:t>VARIANTY NABÍDKY</w:t>
        </w:r>
        <w:r w:rsidR="00406194">
          <w:rPr>
            <w:noProof/>
            <w:webHidden/>
          </w:rPr>
          <w:tab/>
        </w:r>
        <w:r w:rsidR="00406194">
          <w:rPr>
            <w:noProof/>
            <w:webHidden/>
          </w:rPr>
          <w:fldChar w:fldCharType="begin"/>
        </w:r>
        <w:r w:rsidR="00406194">
          <w:rPr>
            <w:noProof/>
            <w:webHidden/>
          </w:rPr>
          <w:instrText xml:space="preserve"> PAGEREF _Toc123031597 \h </w:instrText>
        </w:r>
        <w:r w:rsidR="00406194">
          <w:rPr>
            <w:noProof/>
            <w:webHidden/>
          </w:rPr>
        </w:r>
        <w:r w:rsidR="00406194">
          <w:rPr>
            <w:noProof/>
            <w:webHidden/>
          </w:rPr>
          <w:fldChar w:fldCharType="separate"/>
        </w:r>
        <w:r w:rsidR="008036B1">
          <w:rPr>
            <w:noProof/>
            <w:webHidden/>
          </w:rPr>
          <w:t>27</w:t>
        </w:r>
        <w:r w:rsidR="00406194">
          <w:rPr>
            <w:noProof/>
            <w:webHidden/>
          </w:rPr>
          <w:fldChar w:fldCharType="end"/>
        </w:r>
      </w:hyperlink>
    </w:p>
    <w:p w14:paraId="7AF87EF3" w14:textId="1098FB67" w:rsidR="00406194" w:rsidRDefault="009903E7">
      <w:pPr>
        <w:pStyle w:val="Obsah1"/>
        <w:rPr>
          <w:rFonts w:eastAsiaTheme="minorEastAsia"/>
          <w:caps w:val="0"/>
          <w:noProof/>
          <w:sz w:val="22"/>
          <w:szCs w:val="22"/>
          <w:lang w:eastAsia="cs-CZ"/>
        </w:rPr>
      </w:pPr>
      <w:hyperlink w:anchor="_Toc123031598" w:history="1">
        <w:r w:rsidR="00406194" w:rsidRPr="00763A4E">
          <w:rPr>
            <w:rStyle w:val="Hypertextovodkaz"/>
          </w:rPr>
          <w:t>15.</w:t>
        </w:r>
        <w:r w:rsidR="00406194">
          <w:rPr>
            <w:rFonts w:eastAsiaTheme="minorEastAsia"/>
            <w:caps w:val="0"/>
            <w:noProof/>
            <w:sz w:val="22"/>
            <w:szCs w:val="22"/>
            <w:lang w:eastAsia="cs-CZ"/>
          </w:rPr>
          <w:tab/>
        </w:r>
        <w:r w:rsidR="00406194" w:rsidRPr="00763A4E">
          <w:rPr>
            <w:rStyle w:val="Hypertextovodkaz"/>
          </w:rPr>
          <w:t>OTEVÍRÁNÍ NABÍDEK</w:t>
        </w:r>
        <w:r w:rsidR="00406194">
          <w:rPr>
            <w:noProof/>
            <w:webHidden/>
          </w:rPr>
          <w:tab/>
        </w:r>
        <w:r w:rsidR="00406194">
          <w:rPr>
            <w:noProof/>
            <w:webHidden/>
          </w:rPr>
          <w:fldChar w:fldCharType="begin"/>
        </w:r>
        <w:r w:rsidR="00406194">
          <w:rPr>
            <w:noProof/>
            <w:webHidden/>
          </w:rPr>
          <w:instrText xml:space="preserve"> PAGEREF _Toc123031598 \h </w:instrText>
        </w:r>
        <w:r w:rsidR="00406194">
          <w:rPr>
            <w:noProof/>
            <w:webHidden/>
          </w:rPr>
        </w:r>
        <w:r w:rsidR="00406194">
          <w:rPr>
            <w:noProof/>
            <w:webHidden/>
          </w:rPr>
          <w:fldChar w:fldCharType="separate"/>
        </w:r>
        <w:r w:rsidR="008036B1">
          <w:rPr>
            <w:noProof/>
            <w:webHidden/>
          </w:rPr>
          <w:t>27</w:t>
        </w:r>
        <w:r w:rsidR="00406194">
          <w:rPr>
            <w:noProof/>
            <w:webHidden/>
          </w:rPr>
          <w:fldChar w:fldCharType="end"/>
        </w:r>
      </w:hyperlink>
    </w:p>
    <w:p w14:paraId="2A2B2CE2" w14:textId="638E6571" w:rsidR="00406194" w:rsidRDefault="00284B3B">
      <w:pPr>
        <w:pStyle w:val="Obsah1"/>
        <w:rPr>
          <w:rFonts w:eastAsiaTheme="minorEastAsia"/>
          <w:caps w:val="0"/>
          <w:noProof/>
          <w:sz w:val="22"/>
          <w:szCs w:val="22"/>
          <w:lang w:eastAsia="cs-CZ"/>
        </w:rPr>
      </w:pPr>
      <w:hyperlink w:anchor="_Toc123031599" w:history="1">
        <w:r w:rsidR="00406194" w:rsidRPr="00763A4E">
          <w:rPr>
            <w:rStyle w:val="Hypertextovodkaz"/>
          </w:rPr>
          <w:t>16.</w:t>
        </w:r>
        <w:r w:rsidR="00406194">
          <w:rPr>
            <w:rFonts w:eastAsiaTheme="minorEastAsia"/>
            <w:caps w:val="0"/>
            <w:noProof/>
            <w:sz w:val="22"/>
            <w:szCs w:val="22"/>
            <w:lang w:eastAsia="cs-CZ"/>
          </w:rPr>
          <w:tab/>
        </w:r>
        <w:r w:rsidR="00406194" w:rsidRPr="00763A4E">
          <w:rPr>
            <w:rStyle w:val="Hypertextovodkaz"/>
          </w:rPr>
          <w:t>POSOUZENÍ SPLNĚNÍ PODMÍNEK ÚČASTI</w:t>
        </w:r>
        <w:r w:rsidR="00406194">
          <w:rPr>
            <w:noProof/>
            <w:webHidden/>
          </w:rPr>
          <w:tab/>
        </w:r>
        <w:r w:rsidR="00406194">
          <w:rPr>
            <w:noProof/>
            <w:webHidden/>
          </w:rPr>
          <w:fldChar w:fldCharType="begin"/>
        </w:r>
        <w:r w:rsidR="00406194">
          <w:rPr>
            <w:noProof/>
            <w:webHidden/>
          </w:rPr>
          <w:instrText xml:space="preserve"> PAGEREF _Toc123031599 \h </w:instrText>
        </w:r>
        <w:r w:rsidR="00406194">
          <w:rPr>
            <w:noProof/>
            <w:webHidden/>
          </w:rPr>
        </w:r>
        <w:r w:rsidR="00406194">
          <w:rPr>
            <w:noProof/>
            <w:webHidden/>
          </w:rPr>
          <w:fldChar w:fldCharType="separate"/>
        </w:r>
        <w:r w:rsidR="008036B1">
          <w:rPr>
            <w:noProof/>
            <w:webHidden/>
          </w:rPr>
          <w:t>27</w:t>
        </w:r>
        <w:r w:rsidR="00406194">
          <w:rPr>
            <w:noProof/>
            <w:webHidden/>
          </w:rPr>
          <w:fldChar w:fldCharType="end"/>
        </w:r>
      </w:hyperlink>
    </w:p>
    <w:p w14:paraId="5565B6A3" w14:textId="0B647F95" w:rsidR="00406194" w:rsidRDefault="009903E7">
      <w:pPr>
        <w:pStyle w:val="Obsah1"/>
        <w:rPr>
          <w:rFonts w:eastAsiaTheme="minorEastAsia"/>
          <w:caps w:val="0"/>
          <w:noProof/>
          <w:sz w:val="22"/>
          <w:szCs w:val="22"/>
          <w:lang w:eastAsia="cs-CZ"/>
        </w:rPr>
      </w:pPr>
      <w:hyperlink w:anchor="_Toc123031600" w:history="1">
        <w:r w:rsidR="00406194" w:rsidRPr="00763A4E">
          <w:rPr>
            <w:rStyle w:val="Hypertextovodkaz"/>
          </w:rPr>
          <w:t>17.</w:t>
        </w:r>
        <w:r w:rsidR="00406194">
          <w:rPr>
            <w:rFonts w:eastAsiaTheme="minorEastAsia"/>
            <w:caps w:val="0"/>
            <w:noProof/>
            <w:sz w:val="22"/>
            <w:szCs w:val="22"/>
            <w:lang w:eastAsia="cs-CZ"/>
          </w:rPr>
          <w:tab/>
        </w:r>
        <w:r w:rsidR="00406194" w:rsidRPr="00763A4E">
          <w:rPr>
            <w:rStyle w:val="Hypertextovodkaz"/>
          </w:rPr>
          <w:t>HODNOCENÍ NABÍDEK</w:t>
        </w:r>
        <w:r w:rsidR="00406194">
          <w:rPr>
            <w:noProof/>
            <w:webHidden/>
          </w:rPr>
          <w:tab/>
        </w:r>
        <w:r w:rsidR="00406194">
          <w:rPr>
            <w:noProof/>
            <w:webHidden/>
          </w:rPr>
          <w:fldChar w:fldCharType="begin"/>
        </w:r>
        <w:r w:rsidR="00406194">
          <w:rPr>
            <w:noProof/>
            <w:webHidden/>
          </w:rPr>
          <w:instrText xml:space="preserve"> PAGEREF _Toc123031600 \h </w:instrText>
        </w:r>
        <w:r w:rsidR="00406194">
          <w:rPr>
            <w:noProof/>
            <w:webHidden/>
          </w:rPr>
        </w:r>
        <w:r w:rsidR="00406194">
          <w:rPr>
            <w:noProof/>
            <w:webHidden/>
          </w:rPr>
          <w:fldChar w:fldCharType="separate"/>
        </w:r>
        <w:r w:rsidR="008036B1">
          <w:rPr>
            <w:noProof/>
            <w:webHidden/>
          </w:rPr>
          <w:t>28</w:t>
        </w:r>
        <w:r w:rsidR="00406194">
          <w:rPr>
            <w:noProof/>
            <w:webHidden/>
          </w:rPr>
          <w:fldChar w:fldCharType="end"/>
        </w:r>
      </w:hyperlink>
    </w:p>
    <w:p w14:paraId="3A1C7191" w14:textId="1194AB53" w:rsidR="00406194" w:rsidRDefault="009903E7">
      <w:pPr>
        <w:pStyle w:val="Obsah1"/>
        <w:rPr>
          <w:rFonts w:eastAsiaTheme="minorEastAsia"/>
          <w:caps w:val="0"/>
          <w:noProof/>
          <w:sz w:val="22"/>
          <w:szCs w:val="22"/>
          <w:lang w:eastAsia="cs-CZ"/>
        </w:rPr>
      </w:pPr>
      <w:hyperlink w:anchor="_Toc123031601" w:history="1">
        <w:r w:rsidR="00406194" w:rsidRPr="00763A4E">
          <w:rPr>
            <w:rStyle w:val="Hypertextovodkaz"/>
          </w:rPr>
          <w:t>18.</w:t>
        </w:r>
        <w:r w:rsidR="00406194">
          <w:rPr>
            <w:rFonts w:eastAsiaTheme="minorEastAsia"/>
            <w:caps w:val="0"/>
            <w:noProof/>
            <w:sz w:val="22"/>
            <w:szCs w:val="22"/>
            <w:lang w:eastAsia="cs-CZ"/>
          </w:rPr>
          <w:tab/>
        </w:r>
        <w:r w:rsidR="00406194" w:rsidRPr="00763A4E">
          <w:rPr>
            <w:rStyle w:val="Hypertextovodkaz"/>
          </w:rPr>
          <w:t>ZRUŠENÍ ZADÁVACÍHO ŘÍZENÍ</w:t>
        </w:r>
        <w:r w:rsidR="00406194">
          <w:rPr>
            <w:noProof/>
            <w:webHidden/>
          </w:rPr>
          <w:tab/>
        </w:r>
        <w:r w:rsidR="00406194">
          <w:rPr>
            <w:noProof/>
            <w:webHidden/>
          </w:rPr>
          <w:fldChar w:fldCharType="begin"/>
        </w:r>
        <w:r w:rsidR="00406194">
          <w:rPr>
            <w:noProof/>
            <w:webHidden/>
          </w:rPr>
          <w:instrText xml:space="preserve"> PAGEREF _Toc123031601 \h </w:instrText>
        </w:r>
        <w:r w:rsidR="00406194">
          <w:rPr>
            <w:noProof/>
            <w:webHidden/>
          </w:rPr>
        </w:r>
        <w:r w:rsidR="00406194">
          <w:rPr>
            <w:noProof/>
            <w:webHidden/>
          </w:rPr>
          <w:fldChar w:fldCharType="separate"/>
        </w:r>
        <w:r w:rsidR="008036B1">
          <w:rPr>
            <w:noProof/>
            <w:webHidden/>
          </w:rPr>
          <w:t>28</w:t>
        </w:r>
        <w:r w:rsidR="00406194">
          <w:rPr>
            <w:noProof/>
            <w:webHidden/>
          </w:rPr>
          <w:fldChar w:fldCharType="end"/>
        </w:r>
      </w:hyperlink>
    </w:p>
    <w:p w14:paraId="703DA628" w14:textId="54971EF8" w:rsidR="00406194" w:rsidRDefault="00284B3B">
      <w:pPr>
        <w:pStyle w:val="Obsah1"/>
        <w:rPr>
          <w:rFonts w:eastAsiaTheme="minorEastAsia"/>
          <w:caps w:val="0"/>
          <w:noProof/>
          <w:sz w:val="22"/>
          <w:szCs w:val="22"/>
          <w:lang w:eastAsia="cs-CZ"/>
        </w:rPr>
      </w:pPr>
      <w:hyperlink w:anchor="_Toc123031602" w:history="1">
        <w:r w:rsidR="00406194" w:rsidRPr="00763A4E">
          <w:rPr>
            <w:rStyle w:val="Hypertextovodkaz"/>
          </w:rPr>
          <w:t>19.</w:t>
        </w:r>
        <w:r w:rsidR="00406194">
          <w:rPr>
            <w:rFonts w:eastAsiaTheme="minorEastAsia"/>
            <w:caps w:val="0"/>
            <w:noProof/>
            <w:sz w:val="22"/>
            <w:szCs w:val="22"/>
            <w:lang w:eastAsia="cs-CZ"/>
          </w:rPr>
          <w:tab/>
        </w:r>
        <w:r w:rsidR="00406194" w:rsidRPr="00763A4E">
          <w:rPr>
            <w:rStyle w:val="Hypertextovodkaz"/>
          </w:rPr>
          <w:t>UZAVŘENÍ SMLOUVY</w:t>
        </w:r>
        <w:r w:rsidR="00406194">
          <w:rPr>
            <w:noProof/>
            <w:webHidden/>
          </w:rPr>
          <w:tab/>
        </w:r>
        <w:r w:rsidR="00406194">
          <w:rPr>
            <w:noProof/>
            <w:webHidden/>
          </w:rPr>
          <w:fldChar w:fldCharType="begin"/>
        </w:r>
        <w:r w:rsidR="00406194">
          <w:rPr>
            <w:noProof/>
            <w:webHidden/>
          </w:rPr>
          <w:instrText xml:space="preserve"> PAGEREF _Toc123031602 \h </w:instrText>
        </w:r>
        <w:r w:rsidR="00406194">
          <w:rPr>
            <w:noProof/>
            <w:webHidden/>
          </w:rPr>
        </w:r>
        <w:r w:rsidR="00406194">
          <w:rPr>
            <w:noProof/>
            <w:webHidden/>
          </w:rPr>
          <w:fldChar w:fldCharType="separate"/>
        </w:r>
        <w:r w:rsidR="008036B1">
          <w:rPr>
            <w:noProof/>
            <w:webHidden/>
          </w:rPr>
          <w:t>28</w:t>
        </w:r>
        <w:r w:rsidR="00406194">
          <w:rPr>
            <w:noProof/>
            <w:webHidden/>
          </w:rPr>
          <w:fldChar w:fldCharType="end"/>
        </w:r>
      </w:hyperlink>
    </w:p>
    <w:p w14:paraId="081C4E9C" w14:textId="46C8456D" w:rsidR="00406194" w:rsidRDefault="009903E7">
      <w:pPr>
        <w:pStyle w:val="Obsah1"/>
        <w:rPr>
          <w:rFonts w:eastAsiaTheme="minorEastAsia"/>
          <w:caps w:val="0"/>
          <w:noProof/>
          <w:sz w:val="22"/>
          <w:szCs w:val="22"/>
          <w:lang w:eastAsia="cs-CZ"/>
        </w:rPr>
      </w:pPr>
      <w:hyperlink w:anchor="_Toc123031603" w:history="1">
        <w:r w:rsidR="00406194" w:rsidRPr="00763A4E">
          <w:rPr>
            <w:rStyle w:val="Hypertextovodkaz"/>
          </w:rPr>
          <w:t>20.</w:t>
        </w:r>
        <w:r w:rsidR="00406194">
          <w:rPr>
            <w:rFonts w:eastAsiaTheme="minorEastAsia"/>
            <w:caps w:val="0"/>
            <w:noProof/>
            <w:sz w:val="22"/>
            <w:szCs w:val="22"/>
            <w:lang w:eastAsia="cs-CZ"/>
          </w:rPr>
          <w:tab/>
        </w:r>
        <w:r w:rsidR="00406194" w:rsidRPr="00763A4E">
          <w:rPr>
            <w:rStyle w:val="Hypertextovodkaz"/>
          </w:rPr>
          <w:t>OCHRANA INFORMACÍ</w:t>
        </w:r>
        <w:r w:rsidR="00406194">
          <w:rPr>
            <w:noProof/>
            <w:webHidden/>
          </w:rPr>
          <w:tab/>
        </w:r>
        <w:r w:rsidR="00406194">
          <w:rPr>
            <w:noProof/>
            <w:webHidden/>
          </w:rPr>
          <w:fldChar w:fldCharType="begin"/>
        </w:r>
        <w:r w:rsidR="00406194">
          <w:rPr>
            <w:noProof/>
            <w:webHidden/>
          </w:rPr>
          <w:instrText xml:space="preserve"> PAGEREF _Toc123031603 \h </w:instrText>
        </w:r>
        <w:r w:rsidR="00406194">
          <w:rPr>
            <w:noProof/>
            <w:webHidden/>
          </w:rPr>
        </w:r>
        <w:r w:rsidR="00406194">
          <w:rPr>
            <w:noProof/>
            <w:webHidden/>
          </w:rPr>
          <w:fldChar w:fldCharType="separate"/>
        </w:r>
        <w:r w:rsidR="008036B1">
          <w:rPr>
            <w:noProof/>
            <w:webHidden/>
          </w:rPr>
          <w:t>31</w:t>
        </w:r>
        <w:r w:rsidR="00406194">
          <w:rPr>
            <w:noProof/>
            <w:webHidden/>
          </w:rPr>
          <w:fldChar w:fldCharType="end"/>
        </w:r>
      </w:hyperlink>
    </w:p>
    <w:p w14:paraId="410076BC" w14:textId="346D8883" w:rsidR="00406194" w:rsidRDefault="009903E7">
      <w:pPr>
        <w:pStyle w:val="Obsah1"/>
        <w:rPr>
          <w:rFonts w:eastAsiaTheme="minorEastAsia"/>
          <w:caps w:val="0"/>
          <w:noProof/>
          <w:sz w:val="22"/>
          <w:szCs w:val="22"/>
          <w:lang w:eastAsia="cs-CZ"/>
        </w:rPr>
      </w:pPr>
      <w:hyperlink w:anchor="_Toc123031604" w:history="1">
        <w:r w:rsidR="00406194" w:rsidRPr="00763A4E">
          <w:rPr>
            <w:rStyle w:val="Hypertextovodkaz"/>
          </w:rPr>
          <w:t>21.</w:t>
        </w:r>
        <w:r w:rsidR="00406194">
          <w:rPr>
            <w:rFonts w:eastAsiaTheme="minorEastAsia"/>
            <w:caps w:val="0"/>
            <w:noProof/>
            <w:sz w:val="22"/>
            <w:szCs w:val="22"/>
            <w:lang w:eastAsia="cs-CZ"/>
          </w:rPr>
          <w:tab/>
        </w:r>
        <w:r w:rsidR="00406194" w:rsidRPr="00763A4E">
          <w:rPr>
            <w:rStyle w:val="Hypertextovodkaz"/>
          </w:rPr>
          <w:t>ZADÁVACÍ LHŮTA A JISTOTA ZA NABÍDKU</w:t>
        </w:r>
        <w:r w:rsidR="00406194">
          <w:rPr>
            <w:noProof/>
            <w:webHidden/>
          </w:rPr>
          <w:tab/>
        </w:r>
        <w:r w:rsidR="00406194">
          <w:rPr>
            <w:noProof/>
            <w:webHidden/>
          </w:rPr>
          <w:fldChar w:fldCharType="begin"/>
        </w:r>
        <w:r w:rsidR="00406194">
          <w:rPr>
            <w:noProof/>
            <w:webHidden/>
          </w:rPr>
          <w:instrText xml:space="preserve"> PAGEREF _Toc123031604 \h </w:instrText>
        </w:r>
        <w:r w:rsidR="00406194">
          <w:rPr>
            <w:noProof/>
            <w:webHidden/>
          </w:rPr>
        </w:r>
        <w:r w:rsidR="00406194">
          <w:rPr>
            <w:noProof/>
            <w:webHidden/>
          </w:rPr>
          <w:fldChar w:fldCharType="separate"/>
        </w:r>
        <w:r w:rsidR="008036B1">
          <w:rPr>
            <w:noProof/>
            <w:webHidden/>
          </w:rPr>
          <w:t>32</w:t>
        </w:r>
        <w:r w:rsidR="00406194">
          <w:rPr>
            <w:noProof/>
            <w:webHidden/>
          </w:rPr>
          <w:fldChar w:fldCharType="end"/>
        </w:r>
      </w:hyperlink>
    </w:p>
    <w:p w14:paraId="49D7EFC0" w14:textId="488539C5" w:rsidR="00406194" w:rsidRDefault="00284B3B">
      <w:pPr>
        <w:pStyle w:val="Obsah1"/>
        <w:rPr>
          <w:rFonts w:eastAsiaTheme="minorEastAsia"/>
          <w:caps w:val="0"/>
          <w:noProof/>
          <w:sz w:val="22"/>
          <w:szCs w:val="22"/>
          <w:lang w:eastAsia="cs-CZ"/>
        </w:rPr>
      </w:pPr>
      <w:hyperlink w:anchor="_Toc123031605" w:history="1">
        <w:r w:rsidR="00406194" w:rsidRPr="00763A4E">
          <w:rPr>
            <w:rStyle w:val="Hypertextovodkaz"/>
          </w:rPr>
          <w:t>22.</w:t>
        </w:r>
        <w:r w:rsidR="00406194">
          <w:rPr>
            <w:rFonts w:eastAsiaTheme="minorEastAsia"/>
            <w:caps w:val="0"/>
            <w:noProof/>
            <w:sz w:val="22"/>
            <w:szCs w:val="22"/>
            <w:lang w:eastAsia="cs-CZ"/>
          </w:rPr>
          <w:tab/>
        </w:r>
        <w:r w:rsidR="00406194" w:rsidRPr="00763A4E">
          <w:rPr>
            <w:rStyle w:val="Hypertextovodkaz"/>
          </w:rPr>
          <w:t>SOCIÁLNĚ A ENVIRONMENTÁLNĚ ODPOVĚDNÉ ZADÁVÁNÍ, INOVACE</w:t>
        </w:r>
        <w:r w:rsidR="00406194">
          <w:rPr>
            <w:noProof/>
            <w:webHidden/>
          </w:rPr>
          <w:tab/>
        </w:r>
        <w:r w:rsidR="00406194">
          <w:rPr>
            <w:noProof/>
            <w:webHidden/>
          </w:rPr>
          <w:fldChar w:fldCharType="begin"/>
        </w:r>
        <w:r w:rsidR="00406194">
          <w:rPr>
            <w:noProof/>
            <w:webHidden/>
          </w:rPr>
          <w:instrText xml:space="preserve"> PAGEREF _Toc123031605 \h </w:instrText>
        </w:r>
        <w:r w:rsidR="00406194">
          <w:rPr>
            <w:noProof/>
            <w:webHidden/>
          </w:rPr>
        </w:r>
        <w:r w:rsidR="00406194">
          <w:rPr>
            <w:noProof/>
            <w:webHidden/>
          </w:rPr>
          <w:fldChar w:fldCharType="separate"/>
        </w:r>
        <w:r w:rsidR="008036B1">
          <w:rPr>
            <w:noProof/>
            <w:webHidden/>
          </w:rPr>
          <w:t>32</w:t>
        </w:r>
        <w:r w:rsidR="00406194">
          <w:rPr>
            <w:noProof/>
            <w:webHidden/>
          </w:rPr>
          <w:fldChar w:fldCharType="end"/>
        </w:r>
      </w:hyperlink>
    </w:p>
    <w:p w14:paraId="7C157056" w14:textId="1615EDC9" w:rsidR="00406194" w:rsidRDefault="009903E7">
      <w:pPr>
        <w:pStyle w:val="Obsah1"/>
        <w:rPr>
          <w:rFonts w:eastAsiaTheme="minorEastAsia"/>
          <w:caps w:val="0"/>
          <w:noProof/>
          <w:sz w:val="22"/>
          <w:szCs w:val="22"/>
          <w:lang w:eastAsia="cs-CZ"/>
        </w:rPr>
      </w:pPr>
      <w:hyperlink w:anchor="_Toc123031606" w:history="1">
        <w:r w:rsidR="00406194" w:rsidRPr="00763A4E">
          <w:rPr>
            <w:rStyle w:val="Hypertextovodkaz"/>
          </w:rPr>
          <w:t>23.</w:t>
        </w:r>
        <w:r w:rsidR="00406194">
          <w:rPr>
            <w:rFonts w:eastAsiaTheme="minorEastAsia"/>
            <w:caps w:val="0"/>
            <w:noProof/>
            <w:sz w:val="22"/>
            <w:szCs w:val="22"/>
            <w:lang w:eastAsia="cs-CZ"/>
          </w:rPr>
          <w:tab/>
        </w:r>
        <w:r w:rsidR="00406194" w:rsidRPr="00763A4E">
          <w:rPr>
            <w:rStyle w:val="Hypertextovodkaz"/>
          </w:rPr>
          <w:t>Další zadávací podmínky v návaznosti na sankce v souvislosti se situací na Ukrajině</w:t>
        </w:r>
        <w:r w:rsidR="00406194">
          <w:rPr>
            <w:noProof/>
            <w:webHidden/>
          </w:rPr>
          <w:tab/>
        </w:r>
        <w:r w:rsidR="00406194">
          <w:rPr>
            <w:noProof/>
            <w:webHidden/>
          </w:rPr>
          <w:fldChar w:fldCharType="begin"/>
        </w:r>
        <w:r w:rsidR="00406194">
          <w:rPr>
            <w:noProof/>
            <w:webHidden/>
          </w:rPr>
          <w:instrText xml:space="preserve"> PAGEREF _Toc123031606 \h </w:instrText>
        </w:r>
        <w:r w:rsidR="00406194">
          <w:rPr>
            <w:noProof/>
            <w:webHidden/>
          </w:rPr>
        </w:r>
        <w:r w:rsidR="00406194">
          <w:rPr>
            <w:noProof/>
            <w:webHidden/>
          </w:rPr>
          <w:fldChar w:fldCharType="separate"/>
        </w:r>
        <w:r w:rsidR="008036B1">
          <w:rPr>
            <w:noProof/>
            <w:webHidden/>
          </w:rPr>
          <w:t>33</w:t>
        </w:r>
        <w:r w:rsidR="00406194">
          <w:rPr>
            <w:noProof/>
            <w:webHidden/>
          </w:rPr>
          <w:fldChar w:fldCharType="end"/>
        </w:r>
      </w:hyperlink>
    </w:p>
    <w:p w14:paraId="5D83A068" w14:textId="2E973DFC" w:rsidR="00406194" w:rsidRDefault="009903E7">
      <w:pPr>
        <w:pStyle w:val="Obsah1"/>
        <w:rPr>
          <w:rFonts w:eastAsiaTheme="minorEastAsia"/>
          <w:caps w:val="0"/>
          <w:noProof/>
          <w:sz w:val="22"/>
          <w:szCs w:val="22"/>
          <w:lang w:eastAsia="cs-CZ"/>
        </w:rPr>
      </w:pPr>
      <w:hyperlink w:anchor="_Toc123031607" w:history="1">
        <w:r w:rsidR="00406194" w:rsidRPr="00763A4E">
          <w:rPr>
            <w:rStyle w:val="Hypertextovodkaz"/>
          </w:rPr>
          <w:t>24.</w:t>
        </w:r>
        <w:r w:rsidR="00406194">
          <w:rPr>
            <w:rFonts w:eastAsiaTheme="minorEastAsia"/>
            <w:caps w:val="0"/>
            <w:noProof/>
            <w:sz w:val="22"/>
            <w:szCs w:val="22"/>
            <w:lang w:eastAsia="cs-CZ"/>
          </w:rPr>
          <w:tab/>
        </w:r>
        <w:r w:rsidR="00406194" w:rsidRPr="00763A4E">
          <w:rPr>
            <w:rStyle w:val="Hypertextovodkaz"/>
          </w:rPr>
          <w:t>PŘÍLOHY TĚCHTO POKYNŮ</w:t>
        </w:r>
        <w:r w:rsidR="00406194">
          <w:rPr>
            <w:noProof/>
            <w:webHidden/>
          </w:rPr>
          <w:tab/>
        </w:r>
        <w:r w:rsidR="00406194">
          <w:rPr>
            <w:noProof/>
            <w:webHidden/>
          </w:rPr>
          <w:fldChar w:fldCharType="begin"/>
        </w:r>
        <w:r w:rsidR="00406194">
          <w:rPr>
            <w:noProof/>
            <w:webHidden/>
          </w:rPr>
          <w:instrText xml:space="preserve"> PAGEREF _Toc123031607 \h </w:instrText>
        </w:r>
        <w:r w:rsidR="00406194">
          <w:rPr>
            <w:noProof/>
            <w:webHidden/>
          </w:rPr>
        </w:r>
        <w:r w:rsidR="00406194">
          <w:rPr>
            <w:noProof/>
            <w:webHidden/>
          </w:rPr>
          <w:fldChar w:fldCharType="separate"/>
        </w:r>
        <w:r w:rsidR="008036B1">
          <w:rPr>
            <w:noProof/>
            <w:webHidden/>
          </w:rPr>
          <w:t>34</w:t>
        </w:r>
        <w:r w:rsidR="00406194">
          <w:rPr>
            <w:noProof/>
            <w:webHidden/>
          </w:rPr>
          <w:fldChar w:fldCharType="end"/>
        </w:r>
      </w:hyperlink>
    </w:p>
    <w:p w14:paraId="0E7F91FD" w14:textId="3D4A8898"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2303158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6BE038E5"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2303158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E9AA175" w14:textId="77777777" w:rsidR="00091D94" w:rsidRDefault="00091D94" w:rsidP="0035531B">
      <w:pPr>
        <w:pStyle w:val="Textbezslovn"/>
        <w:spacing w:after="0"/>
      </w:pPr>
    </w:p>
    <w:p w14:paraId="032FE3BA" w14:textId="77777777" w:rsidR="00091D94" w:rsidRDefault="00091D94" w:rsidP="0035531B">
      <w:pPr>
        <w:pStyle w:val="Textbezslovn"/>
        <w:spacing w:after="0"/>
      </w:pPr>
    </w:p>
    <w:p w14:paraId="39B8AE1E" w14:textId="266170C4" w:rsidR="0035531B" w:rsidRDefault="0035531B" w:rsidP="0035531B">
      <w:pPr>
        <w:pStyle w:val="Textbezslovn"/>
        <w:spacing w:after="0"/>
      </w:pPr>
      <w:r>
        <w:lastRenderedPageBreak/>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Identifikátor datové schránky: uccchjm</w:t>
      </w:r>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386C5615" w:rsidR="0035531B" w:rsidRDefault="00946AC7" w:rsidP="0035531B">
      <w:pPr>
        <w:pStyle w:val="Textbezslovn"/>
      </w:pPr>
      <w:r>
        <w:tab/>
      </w:r>
    </w:p>
    <w:p w14:paraId="28951FC0" w14:textId="159DE546" w:rsidR="0035531B" w:rsidRDefault="0035531B" w:rsidP="0035531B">
      <w:pPr>
        <w:pStyle w:val="Nadpis1-1"/>
      </w:pPr>
      <w:bookmarkStart w:id="6" w:name="_Toc123031586"/>
      <w:r>
        <w:t>KOMUNIKACE MEZI ZADAVATELEM</w:t>
      </w:r>
      <w:r w:rsidR="00845C50">
        <w:t xml:space="preserve"> a </w:t>
      </w:r>
      <w:r>
        <w:t>DODAVATELEM</w:t>
      </w:r>
      <w:bookmarkEnd w:id="6"/>
      <w:r>
        <w:t xml:space="preserve"> </w:t>
      </w:r>
    </w:p>
    <w:p w14:paraId="7BEFC1C4" w14:textId="11E3DDE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7E9852C" w14:textId="02A07A51" w:rsidR="0035531B" w:rsidRDefault="0035531B" w:rsidP="0035531B">
      <w:pPr>
        <w:pStyle w:val="Text1-1"/>
      </w:pPr>
      <w:r>
        <w:t xml:space="preserve">Kontaktní osobou zadavatele pro zadávací řízení je: </w:t>
      </w:r>
      <w:r w:rsidR="00946AC7">
        <w:t>Vladimíra Hlídková</w:t>
      </w:r>
    </w:p>
    <w:p w14:paraId="7A874DAD" w14:textId="77777777" w:rsidR="00946AC7" w:rsidRDefault="00946AC7" w:rsidP="00946AC7">
      <w:pPr>
        <w:pStyle w:val="Textbezslovn"/>
        <w:spacing w:after="0"/>
      </w:pPr>
      <w:r>
        <w:t xml:space="preserve">telefon: </w:t>
      </w:r>
      <w:r>
        <w:tab/>
        <w:t>+420 724 321 788</w:t>
      </w:r>
    </w:p>
    <w:p w14:paraId="33BBDDE2" w14:textId="77777777" w:rsidR="00946AC7" w:rsidRDefault="00946AC7" w:rsidP="00946AC7">
      <w:pPr>
        <w:pStyle w:val="Textbezslovn"/>
        <w:spacing w:after="0"/>
      </w:pPr>
      <w:r>
        <w:t xml:space="preserve">e-mail: </w:t>
      </w:r>
      <w:r>
        <w:tab/>
        <w:t>hlidkova@spravazeleznic.cz</w:t>
      </w:r>
    </w:p>
    <w:p w14:paraId="493C00A4" w14:textId="77777777" w:rsidR="00946AC7" w:rsidRDefault="00946AC7" w:rsidP="00946AC7">
      <w:pPr>
        <w:pStyle w:val="Textbezslovn"/>
        <w:spacing w:after="0"/>
      </w:pPr>
      <w:r>
        <w:t xml:space="preserve">adresa: </w:t>
      </w:r>
      <w:r>
        <w:tab/>
        <w:t>Správa železnic, státní organizace</w:t>
      </w:r>
    </w:p>
    <w:p w14:paraId="1DF16FBE" w14:textId="77777777" w:rsidR="00946AC7" w:rsidRDefault="00946AC7" w:rsidP="00946AC7">
      <w:pPr>
        <w:pStyle w:val="Textbezslovn"/>
        <w:spacing w:after="0"/>
      </w:pPr>
      <w:r>
        <w:tab/>
      </w:r>
      <w:r>
        <w:tab/>
        <w:t>Stavební správa západ</w:t>
      </w:r>
    </w:p>
    <w:p w14:paraId="03AB45E5" w14:textId="77777777" w:rsidR="00091D94" w:rsidRPr="003D3DFB" w:rsidRDefault="00091D94" w:rsidP="00091D94">
      <w:pPr>
        <w:pStyle w:val="Textbezslovn"/>
        <w:spacing w:after="0"/>
        <w:ind w:left="1446" w:firstLine="681"/>
      </w:pPr>
      <w:r w:rsidRPr="003D3DFB">
        <w:t>Ke Štvanici 656/3</w:t>
      </w:r>
    </w:p>
    <w:p w14:paraId="5CA508A1" w14:textId="77777777" w:rsidR="00091D94" w:rsidRPr="003D3DFB" w:rsidRDefault="00091D94" w:rsidP="00091D94">
      <w:pPr>
        <w:pStyle w:val="Textbezslovn"/>
        <w:spacing w:after="0"/>
      </w:pPr>
      <w:r w:rsidRPr="003D3DFB">
        <w:tab/>
      </w:r>
      <w:r w:rsidRPr="003D3DFB">
        <w:tab/>
        <w:t>186 00  Praha 8 - Karlín</w:t>
      </w:r>
    </w:p>
    <w:p w14:paraId="52CEC2E1" w14:textId="43AD94B7" w:rsidR="00091D94" w:rsidRDefault="00946AC7" w:rsidP="00091D94">
      <w:pPr>
        <w:pStyle w:val="Textbezslovn"/>
        <w:spacing w:after="0"/>
      </w:pPr>
      <w:r>
        <w:tab/>
      </w:r>
      <w:r>
        <w:tab/>
      </w:r>
    </w:p>
    <w:p w14:paraId="3F8325C7" w14:textId="011C796A" w:rsidR="0035531B" w:rsidRDefault="0035531B" w:rsidP="00091D94">
      <w:pPr>
        <w:pStyle w:val="Nadpis1-1"/>
        <w:spacing w:before="0"/>
      </w:pPr>
      <w:bookmarkStart w:id="7" w:name="_Toc12303158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621D3C29" w14:textId="77777777" w:rsidR="00F17983" w:rsidRPr="009C5CDF" w:rsidRDefault="00F17983" w:rsidP="00F17983">
      <w:pPr>
        <w:pStyle w:val="Text1-1"/>
        <w:numPr>
          <w:ilvl w:val="0"/>
          <w:numId w:val="0"/>
        </w:numPr>
        <w:ind w:left="737"/>
      </w:pPr>
      <w:r w:rsidRPr="009C5CDF">
        <w:t>Jedná se o stavbu dopravní infrastruktury navrženou na základě požadavku investora s cílem zvýšení provozuschopnosti a bezpečnosti železniční dopravy. Realizací se účel užívání dráhy nezmění. Jedná se o stavbu trvalého charakteru.</w:t>
      </w:r>
    </w:p>
    <w:p w14:paraId="27A581F1" w14:textId="4331A1E9" w:rsidR="0035531B" w:rsidRPr="009C5CDF" w:rsidRDefault="0035531B" w:rsidP="00F17983">
      <w:pPr>
        <w:pStyle w:val="Text1-1"/>
      </w:pPr>
      <w:r w:rsidRPr="009C5CDF">
        <w:t>Předmět plnění veřejné zakázky</w:t>
      </w:r>
    </w:p>
    <w:p w14:paraId="5B004ABA" w14:textId="77777777" w:rsidR="007E62D9" w:rsidRPr="009C5CDF" w:rsidRDefault="007E62D9" w:rsidP="007E62D9">
      <w:pPr>
        <w:pStyle w:val="Textbezslovn"/>
      </w:pPr>
      <w:r w:rsidRPr="009C5CDF">
        <w:t>Předmětem stavby je výstavba traťové části jednotného evropského vlakového zabezpečovače ERTMS/ETCS druhé úrovně (ETCS L2) v tr. úseku Pardubice (mimo) – Hradec Králové (mimo). Jedná se o technologickou stavbu, která neřeší žádné úpravy železničního spodku, svršku a nástupišť či zřízení dynamických zarážedel. Obsahem stavby je doplnění a úprava železničního zabezpečovacího zařízení (instalace balíz, výstavba RBC, úpravy stávajícího zab. zařízení ve stanicích, na tratích a na CDP Praha) a železničního sdělovacího zařízení(úprava přenosového systému, úprava telefonních zapojovačů, výstavba BTS, úprava sítě GSM-R).Nově budovaný systém ETCS bude navázán na stávající systém ETCS úrovně 2 ve stanici Pardubice hl. n. Posun vozidel v dopravnách s kolejovým rozvětvením bude i nadále řízen podle stávajících technologických postupů a s využitím zavedených prostředků. Budou provedeny úpravy pro získání všech potřebných informací ze staničních, traťových a přejezdových zabezpečovacích zařízení pro funkci ETCS. Počet obvodů RBC (radioblokových centrál) je navržen v souladu s řízenými oblastmi DOZ a bude odpovídat maximálnímu počtu vlaků v traťovém úseku. V projektu je stanoven způsob vstupu do oblasti ETCS L2 s návrhem hranic pro vjezd a výjezd do/z oblasti ETCS L2. Umístění technologie RBC včetně obslužných a dohledových pracovišť ETCS bude v budově CDP Praha. Je provedeno doplnění jedné BTS pro rádiové pokrytí signálem GSM-R na zaústěné trati Havlíčkův Brod – Pardubice-Rosice nad Labem.</w:t>
      </w:r>
    </w:p>
    <w:p w14:paraId="0CB5B737" w14:textId="1450A1DF" w:rsidR="00EF7EA5" w:rsidRPr="009C5CDF" w:rsidRDefault="00EF7EA5" w:rsidP="00EF7EA5">
      <w:pPr>
        <w:pStyle w:val="Textbezslovn"/>
      </w:pPr>
      <w:r w:rsidRPr="009C5CDF">
        <w:lastRenderedPageBreak/>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9C5CDF">
        <w:t>s</w:t>
      </w:r>
      <w:r w:rsidRPr="009C5CDF">
        <w:t xml:space="preserve">měrnice </w:t>
      </w:r>
      <w:r w:rsidR="00F05537" w:rsidRPr="009C5CDF">
        <w:t>SŽ SM011 Dokumentace staveb Správy železnic, státní organizace</w:t>
      </w:r>
      <w:r w:rsidRPr="009C5CDF">
        <w:t xml:space="preserve"> a </w:t>
      </w:r>
      <w:r w:rsidR="00F05537" w:rsidRPr="009C5CDF">
        <w:t xml:space="preserve">dle </w:t>
      </w:r>
      <w:r w:rsidRPr="009C5CDF">
        <w:t xml:space="preserve">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32427081" w14:textId="01C33DAC" w:rsidR="00EF7EA5" w:rsidRPr="009C5CDF" w:rsidRDefault="00EF7EA5" w:rsidP="00EF7EA5">
      <w:pPr>
        <w:pStyle w:val="Textbezslovn"/>
      </w:pPr>
      <w:r w:rsidRPr="009C5CDF">
        <w:t>Projektová dokumentace bude určovat hmotové, materiálové, stavebnětechnické, technologické, dispoziční a provozní vlastnosti díla a jakost zohledňují</w:t>
      </w:r>
      <w:r w:rsidR="006B4F23" w:rsidRPr="009C5CDF">
        <w:t>cí</w:t>
      </w:r>
      <w:r w:rsidRPr="009C5CDF">
        <w:t xml:space="preserve"> vliv stavby na životní prostředí a umožňovat vyhotovení soupisu prací s výkazem výměr, podrobného položkového rozpočtu jednotlivých objektů stavební části (SO) a </w:t>
      </w:r>
      <w:r w:rsidR="005B127F" w:rsidRPr="009C5CDF">
        <w:t xml:space="preserve">objektů technických a technologických zařízení </w:t>
      </w:r>
      <w:r w:rsidRPr="009C5CDF">
        <w:t>(PS) a souhrnný rozpočet jako podklad pro dílčí fakturaci v průběhu realizace stavby. Projektová dokumentace bude respektovat schválenou dokumentaci pro územní řízení, včetně schválených investičních nákladů. Součástí projek</w:t>
      </w:r>
      <w:r w:rsidR="000A7769" w:rsidRPr="009C5CDF">
        <w:t>tových</w:t>
      </w:r>
      <w:r w:rsidRPr="009C5CDF">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9E2CF31" w14:textId="77777777" w:rsidR="00EF7EA5" w:rsidRPr="009C5CDF" w:rsidRDefault="00EF7EA5" w:rsidP="00EF7EA5">
      <w:pPr>
        <w:pStyle w:val="Textbezslovn"/>
      </w:pPr>
      <w:r w:rsidRPr="009C5CD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2344C2DA" w14:textId="7EB6A086" w:rsidR="00002451" w:rsidRDefault="00970A72" w:rsidP="00970A72">
      <w:pPr>
        <w:pStyle w:val="Textbezslovn"/>
      </w:pPr>
      <w:r w:rsidRPr="009C5CDF">
        <w:t>Součástí předmětu plnění veřejné zakázky jsou i činnosti, které budou prováděny v souvislosti s pravidly publicity projektů spolufinancovaných z</w:t>
      </w:r>
      <w:r w:rsidR="007F77C5" w:rsidRPr="009C5CDF">
        <w:t> Operačního programu doprava 3</w:t>
      </w:r>
      <w:r w:rsidRPr="009C5CDF">
        <w:t>. Ocenění těchto činností publicity stavby bude zahrnuto do nabídkové ceny, náklady publicity budou uvedeny v</w:t>
      </w:r>
      <w:r w:rsidR="00870197" w:rsidRPr="009C5CDF">
        <w:t> oceněných Požadavcích na výkon nebo funkci</w:t>
      </w:r>
      <w:r w:rsidRPr="009C5CDF">
        <w:t>. Zajištění publicity stavby si zadavatel vyhrazuje jako změnu závazku ze smlouvy v souladu s ustanovením § 100 odst. 1 ZZVZ. Dodavateli bude uhrazen jen skutečně provedený rozsah tohoto plnění. V případě, že tato veřejná zakázka nebude spolufinancovaná z prostředků Evropské unie, zajištění publicity stavby nebude dodavatelem provedeno. Rozsah plnění, který nebude realizován, se nezapočítává do limitů pro změny podle § 222 odst. 4 až 6 a 9 ZZVZ.</w:t>
      </w:r>
    </w:p>
    <w:p w14:paraId="6ACF0679" w14:textId="77777777" w:rsidR="00CE6375" w:rsidRPr="00CE6375" w:rsidRDefault="00CE6375" w:rsidP="00CE6375">
      <w:pPr>
        <w:pStyle w:val="Text2-2"/>
        <w:numPr>
          <w:ilvl w:val="0"/>
          <w:numId w:val="0"/>
        </w:numPr>
        <w:ind w:left="709" w:firstLine="28"/>
      </w:pPr>
      <w:r w:rsidRPr="00CE6375">
        <w:t>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p>
    <w:p w14:paraId="48BCACD6" w14:textId="39A5A8AD" w:rsidR="0035531B" w:rsidRPr="009C5CDF" w:rsidRDefault="00EF7EA5" w:rsidP="00EF7EA5">
      <w:pPr>
        <w:pStyle w:val="Textbezslovn"/>
      </w:pPr>
      <w:r w:rsidRPr="009C5CDF">
        <w:t>Bližší specifikace předmětu plnění veřejné zakázky je upravena v dalších částech zadávací dokumentace.</w:t>
      </w:r>
    </w:p>
    <w:p w14:paraId="093F5B26" w14:textId="77777777" w:rsidR="0035531B" w:rsidRPr="009C5CDF" w:rsidRDefault="0035531B" w:rsidP="0035531B">
      <w:pPr>
        <w:pStyle w:val="Text1-1"/>
      </w:pPr>
      <w:r w:rsidRPr="009C5CDF">
        <w:t>Klasifikace předmětu veřejné zakázky</w:t>
      </w:r>
    </w:p>
    <w:p w14:paraId="21A35171" w14:textId="77777777" w:rsidR="00916403" w:rsidRPr="009C5CDF" w:rsidRDefault="00916403" w:rsidP="00916403">
      <w:pPr>
        <w:pStyle w:val="Text1-1"/>
        <w:numPr>
          <w:ilvl w:val="0"/>
          <w:numId w:val="0"/>
        </w:numPr>
        <w:spacing w:after="0"/>
        <w:ind w:left="737"/>
      </w:pPr>
      <w:r w:rsidRPr="009C5CDF">
        <w:t>CPV kód 45314000-1 Instalace a montáž telekomunikačního zařízení</w:t>
      </w:r>
    </w:p>
    <w:p w14:paraId="11780FFF" w14:textId="77777777" w:rsidR="00916403" w:rsidRPr="009C5CDF" w:rsidRDefault="00916403" w:rsidP="00916403">
      <w:pPr>
        <w:pStyle w:val="Text1-1"/>
        <w:numPr>
          <w:ilvl w:val="0"/>
          <w:numId w:val="0"/>
        </w:numPr>
        <w:spacing w:after="0"/>
        <w:ind w:left="737"/>
      </w:pPr>
      <w:r w:rsidRPr="009C5CDF">
        <w:t>CPV kód 32570000-9 Komunikační zařízení</w:t>
      </w:r>
    </w:p>
    <w:p w14:paraId="460A76E3" w14:textId="77777777" w:rsidR="00916403" w:rsidRPr="009C5CDF" w:rsidRDefault="00916403" w:rsidP="00916403">
      <w:pPr>
        <w:pStyle w:val="Text1-1"/>
        <w:numPr>
          <w:ilvl w:val="0"/>
          <w:numId w:val="0"/>
        </w:numPr>
        <w:spacing w:after="0"/>
        <w:ind w:left="737"/>
      </w:pPr>
      <w:r w:rsidRPr="009C5CDF">
        <w:t>CPV kód 35121000-8 Zabezpečovací zařízení</w:t>
      </w:r>
    </w:p>
    <w:p w14:paraId="1A7FC6B9" w14:textId="77777777" w:rsidR="00916403" w:rsidRPr="009C5CDF" w:rsidRDefault="00916403" w:rsidP="00916403">
      <w:pPr>
        <w:pStyle w:val="Text1-1"/>
        <w:numPr>
          <w:ilvl w:val="0"/>
          <w:numId w:val="0"/>
        </w:numPr>
        <w:ind w:left="737"/>
      </w:pPr>
      <w:r w:rsidRPr="009C5CDF">
        <w:t xml:space="preserve">CPV kód 71320000-7 Technické projektování </w:t>
      </w:r>
    </w:p>
    <w:p w14:paraId="2CD1AE8E" w14:textId="77777777" w:rsidR="0035531B" w:rsidRPr="009C5CDF" w:rsidRDefault="00EF7EA5" w:rsidP="00EF7EA5">
      <w:pPr>
        <w:pStyle w:val="Text1-1"/>
      </w:pPr>
      <w:r w:rsidRPr="009C5CDF">
        <w:t>Doba plnění veřejné zakázky je uvedena v Příloze k nabídce, jež tvoří díl 2 část 3 zadávací dokumentace</w:t>
      </w:r>
      <w:r w:rsidR="008B780E" w:rsidRPr="009C5CDF">
        <w:t>, resp. je přílohou č. 7 Smlouvy o dílo</w:t>
      </w:r>
      <w:r w:rsidR="0035531B" w:rsidRPr="009C5CDF">
        <w:t>.</w:t>
      </w:r>
    </w:p>
    <w:p w14:paraId="032251A9" w14:textId="77777777" w:rsidR="0035531B" w:rsidRPr="009C5CDF" w:rsidRDefault="0035531B" w:rsidP="006F6B09">
      <w:pPr>
        <w:pStyle w:val="Nadpis1-1"/>
      </w:pPr>
      <w:bookmarkStart w:id="8" w:name="_Toc123031588"/>
      <w:r w:rsidRPr="009C5CDF">
        <w:lastRenderedPageBreak/>
        <w:t>ZDROJE FINANCOVÁNÍ</w:t>
      </w:r>
      <w:r w:rsidR="00845C50" w:rsidRPr="009C5CDF">
        <w:t xml:space="preserve"> a </w:t>
      </w:r>
      <w:r w:rsidRPr="009C5CDF">
        <w:t>PŘEDPOKLÁDANÁ HODNOTA VEŘEJNÉ ZAKÁZKY</w:t>
      </w:r>
      <w:bookmarkEnd w:id="8"/>
    </w:p>
    <w:p w14:paraId="56A36C3A" w14:textId="758FDDCE" w:rsidR="0035531B" w:rsidRPr="009C5CDF" w:rsidRDefault="0035531B" w:rsidP="00E062AC">
      <w:pPr>
        <w:pStyle w:val="Text1-1"/>
      </w:pPr>
      <w:r w:rsidRPr="009C5CDF">
        <w:t>Předpokládá se spolufinancování této veřejné zakázky jak</w:t>
      </w:r>
      <w:r w:rsidR="0060115D" w:rsidRPr="009C5CDF">
        <w:t xml:space="preserve"> z </w:t>
      </w:r>
      <w:r w:rsidRPr="009C5CDF">
        <w:t>prostředků České republiky - Státního fondu dopravní infrastruktury, tak i</w:t>
      </w:r>
      <w:r w:rsidR="0060115D" w:rsidRPr="009C5CDF">
        <w:t xml:space="preserve"> z </w:t>
      </w:r>
      <w:r w:rsidRPr="009C5CDF">
        <w:t>prostředků Evropské unie – Fondu soudržnosti</w:t>
      </w:r>
      <w:r w:rsidR="00092CC9" w:rsidRPr="009C5CDF">
        <w:t xml:space="preserve"> v </w:t>
      </w:r>
      <w:r w:rsidRPr="009C5CDF">
        <w:t>rámci Operačního programu Doprava.</w:t>
      </w:r>
    </w:p>
    <w:p w14:paraId="567BD0E0" w14:textId="014749B7" w:rsidR="0035531B" w:rsidRDefault="0035531B" w:rsidP="0035531B">
      <w:pPr>
        <w:pStyle w:val="Text1-1"/>
      </w:pPr>
      <w:r w:rsidRPr="009C5CDF">
        <w:t>Konečným příjemcem prostředků ze zdrojů uvedených</w:t>
      </w:r>
      <w:r w:rsidR="00092CC9" w:rsidRPr="009C5CDF">
        <w:t xml:space="preserve"> v </w:t>
      </w:r>
      <w:r w:rsidRPr="009C5CDF">
        <w:t>článku 5.1 těchto Pokynů je Správa železni</w:t>
      </w:r>
      <w:r w:rsidR="004976AA" w:rsidRPr="009C5CDF">
        <w:t>c</w:t>
      </w:r>
      <w:r w:rsidRPr="009C5CDF">
        <w:t>, státní organizace, se sídlem Praha 1, Nové Město, Dlážděná 1003/7, PSČ 110 00 (zadavatel).</w:t>
      </w:r>
    </w:p>
    <w:p w14:paraId="2D044D8A" w14:textId="3981C3A0" w:rsidR="00091D94" w:rsidRDefault="0035531B" w:rsidP="00091D94">
      <w:pPr>
        <w:pStyle w:val="Text1-1"/>
      </w:pPr>
      <w:r w:rsidRPr="009C5CDF">
        <w:t xml:space="preserve">Předpokládaná hodnota veřejné zakázky činí </w:t>
      </w:r>
      <w:r w:rsidR="00E062AC" w:rsidRPr="009C5CDF">
        <w:rPr>
          <w:b/>
        </w:rPr>
        <w:t>163 472 071,-</w:t>
      </w:r>
      <w:r w:rsidR="00E062AC" w:rsidRPr="009C5CDF">
        <w:t xml:space="preserve"> </w:t>
      </w:r>
      <w:r w:rsidRPr="009C5CDF">
        <w:rPr>
          <w:b/>
        </w:rPr>
        <w:t>Kč</w:t>
      </w:r>
      <w:r w:rsidRPr="009C5CDF">
        <w:t xml:space="preserve"> (bez DPH).</w:t>
      </w:r>
    </w:p>
    <w:p w14:paraId="423AA6D8" w14:textId="77777777" w:rsidR="00CE6375" w:rsidRPr="009C5CDF" w:rsidRDefault="00CE6375" w:rsidP="00CE6375">
      <w:pPr>
        <w:pStyle w:val="Text1-1"/>
        <w:numPr>
          <w:ilvl w:val="0"/>
          <w:numId w:val="0"/>
        </w:numPr>
        <w:ind w:left="737"/>
      </w:pPr>
    </w:p>
    <w:p w14:paraId="61BC3A92" w14:textId="77777777" w:rsidR="0035531B" w:rsidRPr="009C5CDF" w:rsidRDefault="0035531B" w:rsidP="006F6B09">
      <w:pPr>
        <w:pStyle w:val="Nadpis1-1"/>
      </w:pPr>
      <w:bookmarkStart w:id="9" w:name="_Toc123031589"/>
      <w:r w:rsidRPr="009C5CDF">
        <w:t>OBSAH ZADÁVACÍ DOKUMENTACE</w:t>
      </w:r>
      <w:bookmarkEnd w:id="9"/>
      <w:r w:rsidRPr="009C5CDF">
        <w:t xml:space="preserve"> </w:t>
      </w:r>
    </w:p>
    <w:p w14:paraId="0D1FCD8E" w14:textId="77777777" w:rsidR="0035531B" w:rsidRPr="009C5CDF" w:rsidRDefault="0035531B" w:rsidP="0035531B">
      <w:pPr>
        <w:pStyle w:val="Text1-1"/>
      </w:pPr>
      <w:r w:rsidRPr="009C5CDF">
        <w:t>Zadávací dokumentaci tvoří následující dokumenty obsahující zadávací podmínky, zpřístupňované dodavatelům ode dne uveřejnění oznámení</w:t>
      </w:r>
      <w:r w:rsidR="00092CC9" w:rsidRPr="009C5CDF">
        <w:t xml:space="preserve"> o </w:t>
      </w:r>
      <w:r w:rsidRPr="009C5CDF">
        <w:t xml:space="preserve">zahájení zadávacího řízení – veřejné služby: </w:t>
      </w:r>
    </w:p>
    <w:p w14:paraId="181D8440" w14:textId="77777777" w:rsidR="0035531B" w:rsidRPr="009C5CDF" w:rsidRDefault="0035531B" w:rsidP="00845C50">
      <w:pPr>
        <w:pStyle w:val="Textbezslovn"/>
        <w:tabs>
          <w:tab w:val="left" w:pos="1701"/>
        </w:tabs>
        <w:ind w:left="1701" w:hanging="964"/>
        <w:rPr>
          <w:rStyle w:val="Tun9b"/>
        </w:rPr>
      </w:pPr>
      <w:r w:rsidRPr="009C5CDF">
        <w:rPr>
          <w:rStyle w:val="Tun9b"/>
        </w:rPr>
        <w:t>DÍL 1</w:t>
      </w:r>
      <w:r w:rsidRPr="009C5CDF">
        <w:rPr>
          <w:rStyle w:val="Tun9b"/>
        </w:rPr>
        <w:tab/>
        <w:t>POŽADAVKY</w:t>
      </w:r>
      <w:r w:rsidR="00845C50" w:rsidRPr="009C5CDF">
        <w:rPr>
          <w:rStyle w:val="Tun9b"/>
        </w:rPr>
        <w:t xml:space="preserve"> </w:t>
      </w:r>
      <w:r w:rsidR="00BB4AF2" w:rsidRPr="009C5CDF">
        <w:rPr>
          <w:rStyle w:val="Tun9b"/>
        </w:rPr>
        <w:t>A</w:t>
      </w:r>
      <w:r w:rsidR="00845C50" w:rsidRPr="009C5CDF">
        <w:rPr>
          <w:rStyle w:val="Tun9b"/>
        </w:rPr>
        <w:t> </w:t>
      </w:r>
      <w:r w:rsidRPr="009C5CDF">
        <w:rPr>
          <w:rStyle w:val="Tun9b"/>
        </w:rPr>
        <w:t>PODMÍNKY PRO ZPRACOVÁNÍ NABÍDKY</w:t>
      </w:r>
    </w:p>
    <w:p w14:paraId="3F673F8D" w14:textId="77777777" w:rsidR="0035531B" w:rsidRPr="009C5CDF" w:rsidRDefault="0035531B" w:rsidP="00845C50">
      <w:pPr>
        <w:pStyle w:val="Textbezslovn"/>
        <w:tabs>
          <w:tab w:val="left" w:pos="1701"/>
        </w:tabs>
        <w:spacing w:after="0"/>
        <w:ind w:left="1701" w:hanging="964"/>
      </w:pPr>
      <w:r w:rsidRPr="009C5CDF">
        <w:t>Část 1</w:t>
      </w:r>
      <w:r w:rsidRPr="009C5CDF">
        <w:tab/>
        <w:t>Oznámení</w:t>
      </w:r>
      <w:r w:rsidR="00092CC9" w:rsidRPr="009C5CDF">
        <w:t xml:space="preserve"> o </w:t>
      </w:r>
      <w:r w:rsidRPr="009C5CDF">
        <w:t>zahájení zadávacího řízení – veřejné služby</w:t>
      </w:r>
    </w:p>
    <w:p w14:paraId="76FDD5D1" w14:textId="77777777" w:rsidR="0035531B" w:rsidRPr="009C5CDF" w:rsidRDefault="0035531B" w:rsidP="00845C50">
      <w:pPr>
        <w:pStyle w:val="Textbezslovn"/>
        <w:tabs>
          <w:tab w:val="left" w:pos="1701"/>
        </w:tabs>
        <w:ind w:left="1701" w:hanging="964"/>
      </w:pPr>
      <w:r w:rsidRPr="009C5CDF">
        <w:t>Část 2</w:t>
      </w:r>
      <w:r w:rsidRPr="009C5CDF">
        <w:tab/>
        <w:t>Pokyny pro dodavatele</w:t>
      </w:r>
    </w:p>
    <w:p w14:paraId="0300ABB7" w14:textId="77777777" w:rsidR="0035531B" w:rsidRPr="009C5CDF" w:rsidRDefault="0035531B" w:rsidP="00845C50">
      <w:pPr>
        <w:pStyle w:val="Textbezslovn"/>
        <w:tabs>
          <w:tab w:val="left" w:pos="1701"/>
        </w:tabs>
        <w:ind w:left="1701" w:hanging="964"/>
        <w:rPr>
          <w:rStyle w:val="Tun9b"/>
        </w:rPr>
      </w:pPr>
      <w:r w:rsidRPr="009C5CDF">
        <w:rPr>
          <w:rStyle w:val="Tun9b"/>
        </w:rPr>
        <w:t>DÍL 2</w:t>
      </w:r>
      <w:r w:rsidRPr="009C5CDF">
        <w:rPr>
          <w:rStyle w:val="Tun9b"/>
        </w:rPr>
        <w:tab/>
        <w:t>SMLOUVA</w:t>
      </w:r>
      <w:r w:rsidR="00845C50" w:rsidRPr="009C5CDF">
        <w:rPr>
          <w:rStyle w:val="Tun9b"/>
        </w:rPr>
        <w:t xml:space="preserve"> </w:t>
      </w:r>
      <w:r w:rsidR="00BB4AF2" w:rsidRPr="009C5CDF">
        <w:rPr>
          <w:rStyle w:val="Tun9b"/>
        </w:rPr>
        <w:t>A</w:t>
      </w:r>
      <w:r w:rsidR="00845C50" w:rsidRPr="009C5CDF">
        <w:rPr>
          <w:rStyle w:val="Tun9b"/>
        </w:rPr>
        <w:t> </w:t>
      </w:r>
      <w:r w:rsidRPr="009C5CDF">
        <w:rPr>
          <w:rStyle w:val="Tun9b"/>
        </w:rPr>
        <w:t>JEJÍ SOUČÁSTI</w:t>
      </w:r>
    </w:p>
    <w:p w14:paraId="4BC83777" w14:textId="77777777" w:rsidR="0035531B" w:rsidRPr="009C5CDF" w:rsidRDefault="0035531B" w:rsidP="00845C50">
      <w:pPr>
        <w:pStyle w:val="Textbezslovn"/>
        <w:tabs>
          <w:tab w:val="left" w:pos="1701"/>
        </w:tabs>
        <w:spacing w:after="0"/>
        <w:ind w:left="1701" w:hanging="964"/>
      </w:pPr>
      <w:r w:rsidRPr="009C5CDF">
        <w:t>Část 1</w:t>
      </w:r>
      <w:r w:rsidRPr="009C5CDF">
        <w:tab/>
        <w:t>Smlouva</w:t>
      </w:r>
      <w:r w:rsidR="00092CC9" w:rsidRPr="009C5CDF">
        <w:t xml:space="preserve"> o </w:t>
      </w:r>
      <w:r w:rsidRPr="009C5CDF">
        <w:t>dílo (včetně příloh)</w:t>
      </w:r>
    </w:p>
    <w:p w14:paraId="5B049B9C" w14:textId="77777777" w:rsidR="0035531B" w:rsidRPr="009C5CDF" w:rsidRDefault="0035531B" w:rsidP="00845C50">
      <w:pPr>
        <w:pStyle w:val="Textbezslovn"/>
        <w:tabs>
          <w:tab w:val="left" w:pos="1701"/>
        </w:tabs>
        <w:spacing w:after="0"/>
        <w:ind w:left="1701" w:hanging="964"/>
      </w:pPr>
      <w:r w:rsidRPr="009C5CDF">
        <w:t>Část 2</w:t>
      </w:r>
      <w:r w:rsidRPr="009C5CDF">
        <w:tab/>
        <w:t xml:space="preserve">Dopis nabídky </w:t>
      </w:r>
    </w:p>
    <w:p w14:paraId="5AD2962C" w14:textId="77777777" w:rsidR="0035531B" w:rsidRPr="009C5CDF" w:rsidRDefault="0035531B" w:rsidP="00845C50">
      <w:pPr>
        <w:pStyle w:val="Textbezslovn"/>
        <w:tabs>
          <w:tab w:val="left" w:pos="1701"/>
        </w:tabs>
        <w:spacing w:after="0"/>
        <w:ind w:left="1701" w:hanging="964"/>
      </w:pPr>
      <w:r w:rsidRPr="009C5CDF">
        <w:t>Část 3</w:t>
      </w:r>
      <w:r w:rsidRPr="009C5CDF">
        <w:tab/>
        <w:t>Příloha</w:t>
      </w:r>
      <w:r w:rsidR="00BC6D2B" w:rsidRPr="009C5CDF">
        <w:t xml:space="preserve"> k </w:t>
      </w:r>
      <w:r w:rsidRPr="009C5CDF">
        <w:t>nabídce</w:t>
      </w:r>
    </w:p>
    <w:p w14:paraId="5BD80267" w14:textId="77777777" w:rsidR="0035531B" w:rsidRPr="009C5CDF" w:rsidRDefault="0035531B" w:rsidP="00845C50">
      <w:pPr>
        <w:pStyle w:val="Textbezslovn"/>
        <w:tabs>
          <w:tab w:val="left" w:pos="1701"/>
        </w:tabs>
        <w:spacing w:after="0"/>
        <w:ind w:left="1701" w:hanging="964"/>
      </w:pPr>
      <w:r w:rsidRPr="009C5CDF">
        <w:t>Část 4</w:t>
      </w:r>
      <w:r w:rsidRPr="009C5CDF">
        <w:tab/>
      </w:r>
      <w:r w:rsidR="00EE53CB" w:rsidRPr="009C5CDF">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Pr="009C5CDF" w:rsidRDefault="0035531B" w:rsidP="00EE53CB">
      <w:pPr>
        <w:pStyle w:val="Textbezslovn"/>
        <w:tabs>
          <w:tab w:val="left" w:pos="1701"/>
        </w:tabs>
        <w:spacing w:after="0"/>
        <w:ind w:left="1701" w:hanging="964"/>
      </w:pPr>
      <w:r w:rsidRPr="009C5CDF">
        <w:t xml:space="preserve">Část 5 </w:t>
      </w:r>
      <w:r w:rsidRPr="009C5CDF">
        <w:tab/>
      </w:r>
      <w:r w:rsidR="00EE53CB" w:rsidRPr="009C5CDF">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rsidRPr="009C5CDF">
        <w:tab/>
      </w:r>
    </w:p>
    <w:p w14:paraId="4012356D" w14:textId="77777777" w:rsidR="0035531B" w:rsidRPr="009C5CDF" w:rsidRDefault="00EE53CB" w:rsidP="00845C50">
      <w:pPr>
        <w:pStyle w:val="Textbezslovn"/>
        <w:tabs>
          <w:tab w:val="left" w:pos="1701"/>
        </w:tabs>
        <w:spacing w:after="0"/>
        <w:ind w:left="1701" w:hanging="964"/>
      </w:pPr>
      <w:r w:rsidRPr="009C5CDF">
        <w:tab/>
      </w:r>
      <w:r w:rsidR="0035531B" w:rsidRPr="009C5CDF">
        <w:t>Obecné podmínky</w:t>
      </w:r>
      <w:r w:rsidR="00845C50" w:rsidRPr="009C5CDF">
        <w:t xml:space="preserve"> a </w:t>
      </w:r>
      <w:r w:rsidR="0035531B" w:rsidRPr="009C5CDF">
        <w:t>Zvláštní podmínky společně jako „Smluvní podmínky“</w:t>
      </w:r>
    </w:p>
    <w:p w14:paraId="15987503" w14:textId="77777777" w:rsidR="0035531B" w:rsidRPr="009C5CDF" w:rsidRDefault="0035531B" w:rsidP="00845C50">
      <w:pPr>
        <w:pStyle w:val="Textbezslovn"/>
        <w:tabs>
          <w:tab w:val="left" w:pos="1701"/>
        </w:tabs>
        <w:spacing w:after="0"/>
        <w:ind w:left="1701" w:hanging="964"/>
      </w:pPr>
      <w:r w:rsidRPr="009C5CDF">
        <w:t xml:space="preserve">Část 6 </w:t>
      </w:r>
      <w:r w:rsidRPr="009C5CDF">
        <w:tab/>
        <w:t>Technické kvalitativní podmínky staveb státních drah (TKP)</w:t>
      </w:r>
    </w:p>
    <w:p w14:paraId="14CDA279" w14:textId="77777777" w:rsidR="0035531B" w:rsidRPr="009C5CDF" w:rsidRDefault="0035531B" w:rsidP="00845C50">
      <w:pPr>
        <w:pStyle w:val="Textbezslovn"/>
        <w:tabs>
          <w:tab w:val="left" w:pos="1701"/>
        </w:tabs>
        <w:spacing w:after="0"/>
        <w:ind w:left="1701" w:hanging="964"/>
      </w:pPr>
      <w:r w:rsidRPr="009C5CDF">
        <w:t xml:space="preserve">Část 7 </w:t>
      </w:r>
      <w:r w:rsidRPr="009C5CDF">
        <w:tab/>
        <w:t>Všeobecné technické podmínky</w:t>
      </w:r>
    </w:p>
    <w:p w14:paraId="2FDEC025" w14:textId="77777777" w:rsidR="0035531B" w:rsidRPr="009C5CDF" w:rsidRDefault="0035531B" w:rsidP="00845C50">
      <w:pPr>
        <w:pStyle w:val="Textbezslovn"/>
        <w:tabs>
          <w:tab w:val="left" w:pos="1701"/>
        </w:tabs>
        <w:spacing w:after="0"/>
        <w:ind w:left="1701" w:hanging="964"/>
      </w:pPr>
      <w:r w:rsidRPr="009C5CDF">
        <w:t>Část 8</w:t>
      </w:r>
      <w:r w:rsidRPr="009C5CDF">
        <w:tab/>
        <w:t>Zvláštní technické podmínky</w:t>
      </w:r>
    </w:p>
    <w:p w14:paraId="0F7E0A29" w14:textId="77777777" w:rsidR="00932A5F" w:rsidRDefault="00932A5F" w:rsidP="00932A5F">
      <w:pPr>
        <w:pStyle w:val="Textbezslovn"/>
        <w:tabs>
          <w:tab w:val="left" w:pos="1701"/>
        </w:tabs>
        <w:spacing w:after="0"/>
        <w:ind w:left="1701" w:hanging="964"/>
      </w:pPr>
      <w:r w:rsidRPr="009C5CDF">
        <w:t>Část 9</w:t>
      </w:r>
      <w:r w:rsidRPr="009C5CDF">
        <w:tab/>
        <w:t xml:space="preserve">Ostatní dokumenty tvořící součást Smlouvy (dostupné na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6C5C4E49"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2C342B60" w14:textId="77777777" w:rsidR="008244FE" w:rsidRDefault="008244FE" w:rsidP="00932A5F">
      <w:pPr>
        <w:pStyle w:val="Textbezslovn"/>
        <w:tabs>
          <w:tab w:val="left" w:pos="1701"/>
        </w:tabs>
        <w:spacing w:after="0"/>
        <w:ind w:left="1701" w:hanging="964"/>
      </w:pPr>
    </w:p>
    <w:p w14:paraId="0521266D"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72693E07" w:rsidR="005A3D2F" w:rsidRPr="00DD22E5" w:rsidRDefault="0035531B" w:rsidP="00C42A05">
      <w:pPr>
        <w:pStyle w:val="Text1-1"/>
        <w:spacing w:after="0"/>
        <w:rPr>
          <w:rStyle w:val="Hypertextovodkaz"/>
          <w:noProof w:val="0"/>
          <w:color w:val="auto"/>
          <w:u w:val="none"/>
        </w:rPr>
      </w:pPr>
      <w:r w:rsidRPr="00DD22E5">
        <w:lastRenderedPageBreak/>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5A3D2F" w:rsidRPr="00DD22E5">
          <w:rPr>
            <w:rStyle w:val="Hypertextovodkaz"/>
            <w:noProof w:val="0"/>
          </w:rPr>
          <w:t>https://vestnikverejnychzakazek.cz/</w:t>
        </w:r>
      </w:hyperlink>
      <w:r w:rsidR="004E4BDF" w:rsidRPr="004E4BDF">
        <w:rPr>
          <w:rStyle w:val="Hypertextovodkaz"/>
          <w:noProof w:val="0"/>
          <w:color w:val="auto"/>
        </w:rPr>
        <w:t>.</w:t>
      </w:r>
    </w:p>
    <w:p w14:paraId="12DC85C7" w14:textId="77777777" w:rsidR="005A3D2F" w:rsidRPr="0013496A" w:rsidRDefault="0035531B" w:rsidP="00E646EA">
      <w:pPr>
        <w:pStyle w:val="Text1-1"/>
        <w:spacing w:before="240"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2609D">
        <w:t xml:space="preserve"> </w:t>
      </w:r>
      <w:hyperlink r:id="rId16"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63DFBCB5"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603A545D" w:rsidR="0035531B" w:rsidRPr="009C5CDF" w:rsidRDefault="00EE53CB" w:rsidP="00EE53CB">
      <w:pPr>
        <w:pStyle w:val="Odrka1-1"/>
      </w:pPr>
      <w:r w:rsidRPr="009C5CDF">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rsidRPr="009C5CDF">
        <w:t>.</w:t>
      </w:r>
    </w:p>
    <w:p w14:paraId="38C3678D" w14:textId="536E7E59" w:rsidR="00E062AC" w:rsidRPr="009C5CDF" w:rsidRDefault="000B7140" w:rsidP="00EE53CB">
      <w:pPr>
        <w:pStyle w:val="Odrka1-1"/>
      </w:pPr>
      <w:r w:rsidRPr="009C5CDF">
        <w:t xml:space="preserve">Dokumentace pro územní řízení: </w:t>
      </w:r>
      <w:r w:rsidR="00E062AC" w:rsidRPr="009C5CDF">
        <w:t>Signal Projekt s.r.o., Vídeňská 55,636 00  Brno, IČO: 25525441</w:t>
      </w:r>
    </w:p>
    <w:p w14:paraId="14DF5D34" w14:textId="77777777" w:rsidR="0035531B" w:rsidRPr="009C5CDF" w:rsidRDefault="0035531B" w:rsidP="0035531B">
      <w:pPr>
        <w:pStyle w:val="Text1-1"/>
      </w:pPr>
      <w:r w:rsidRPr="009C5CDF">
        <w:t>Pro vyloučení pochybností zadavatel uvádí, že ohledně této veřejné zakázky nevedl předběžné tržní konzultace.</w:t>
      </w:r>
    </w:p>
    <w:p w14:paraId="199DD8C6" w14:textId="77777777" w:rsidR="0035531B" w:rsidRPr="009C5CDF" w:rsidRDefault="0035531B" w:rsidP="00CC4380">
      <w:pPr>
        <w:pStyle w:val="Nadpis1-1"/>
      </w:pPr>
      <w:bookmarkStart w:id="10" w:name="_Toc123031590"/>
      <w:r w:rsidRPr="009C5CDF">
        <w:t>VYSVĚTLENÍ, ZMĚNY</w:t>
      </w:r>
      <w:r w:rsidR="00845C50" w:rsidRPr="009C5CDF">
        <w:t xml:space="preserve"> a </w:t>
      </w:r>
      <w:r w:rsidRPr="009C5CDF">
        <w:t>DOPLNĚNÍ ZADÁVACÍ DOKUMENTACE</w:t>
      </w:r>
      <w:bookmarkEnd w:id="10"/>
      <w:r w:rsidRPr="009C5CDF">
        <w:t xml:space="preserve"> </w:t>
      </w:r>
    </w:p>
    <w:p w14:paraId="5791EE68" w14:textId="77777777" w:rsidR="0035531B" w:rsidRDefault="0035531B" w:rsidP="0035531B">
      <w:pPr>
        <w:pStyle w:val="Text1-1"/>
      </w:pPr>
      <w:r w:rsidRPr="009C5CDF">
        <w:t>Dodavatel je oprávněn</w:t>
      </w:r>
      <w:r w:rsidR="00092CC9" w:rsidRPr="009C5CDF">
        <w:t xml:space="preserve"> v </w:t>
      </w:r>
      <w:r w:rsidRPr="009C5CDF">
        <w:t>souladu</w:t>
      </w:r>
      <w:r w:rsidR="00845C50" w:rsidRPr="009C5CDF">
        <w:t xml:space="preserve"> s </w:t>
      </w:r>
      <w:r w:rsidRPr="009C5CDF">
        <w:t xml:space="preserve">ustanovením </w:t>
      </w:r>
      <w:r>
        <w:t>§ 98 ZZVZ podávat žádosti</w:t>
      </w:r>
      <w:r w:rsidR="00092CC9">
        <w:t xml:space="preserve"> o </w:t>
      </w:r>
      <w:r>
        <w:t>vysvětlení zadávací dokumentace prostřednictvím elektronického nástroje E-ZAK na adrese:</w:t>
      </w:r>
      <w:r w:rsidR="00DD22E5">
        <w:t xml:space="preserve"> </w:t>
      </w:r>
      <w:hyperlink r:id="rId17"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23031591"/>
      <w:r>
        <w:t>POŽADAVKY ZADAVATELE NA KVALIFIKACI</w:t>
      </w:r>
      <w:bookmarkEnd w:id="11"/>
    </w:p>
    <w:p w14:paraId="1FF248E3" w14:textId="1524595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E839554" w14:textId="77777777" w:rsidR="00CE6375" w:rsidRDefault="00CE6375" w:rsidP="00CE6375">
      <w:pPr>
        <w:pStyle w:val="Text1-1"/>
        <w:numPr>
          <w:ilvl w:val="0"/>
          <w:numId w:val="0"/>
        </w:numPr>
        <w:ind w:left="737"/>
      </w:pPr>
    </w:p>
    <w:p w14:paraId="2CE2FC91"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2C420634"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BF4B9DA" w14:textId="6B8B19A3" w:rsidR="00CE6375" w:rsidRDefault="00CE6375" w:rsidP="00CC4380">
      <w:pPr>
        <w:pStyle w:val="Textbezslovn"/>
        <w:ind w:left="1077"/>
      </w:pPr>
    </w:p>
    <w:p w14:paraId="52637B73" w14:textId="77777777" w:rsidR="00CE6375" w:rsidRDefault="00CE6375" w:rsidP="00CC4380">
      <w:pPr>
        <w:pStyle w:val="Textbezslovn"/>
        <w:ind w:left="1077"/>
      </w:pPr>
    </w:p>
    <w:p w14:paraId="3DFA64DC"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Pr="009C5CDF"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w:t>
      </w:r>
      <w:r w:rsidRPr="009C5CDF">
        <w:t>oprávnění výpisem ze živnostenského rejstříku, případně do vydání výpisu ohlášením</w:t>
      </w:r>
      <w:r w:rsidR="00845C50" w:rsidRPr="009C5CDF">
        <w:t xml:space="preserve"> s </w:t>
      </w:r>
      <w:r w:rsidRPr="009C5CDF">
        <w:t>prokázaným doručením živnostenskému úřadu (v případě ohlašovacích živností). Ve smyslu přechodných ustanovení</w:t>
      </w:r>
      <w:r w:rsidR="00BC6D2B" w:rsidRPr="009C5CDF">
        <w:t xml:space="preserve"> k </w:t>
      </w:r>
      <w:r w:rsidRPr="009C5CDF">
        <w:t>zák. č. 130/2008 Sb., kterým se mění zákon č. 455/1991 Sb.,</w:t>
      </w:r>
      <w:r w:rsidR="00092CC9" w:rsidRPr="009C5CDF">
        <w:t xml:space="preserve"> o </w:t>
      </w:r>
      <w:r w:rsidRPr="009C5CDF">
        <w:t>živnostenském podnikání (živnostenský zákon), ve znění pozdějších předpisů,</w:t>
      </w:r>
      <w:r w:rsidR="00845C50" w:rsidRPr="009C5CDF">
        <w:t xml:space="preserve"> a </w:t>
      </w:r>
      <w:r w:rsidRPr="009C5CDF">
        <w:t>další související zákony, lze živnostenské oprávnění prokázat i obsahově odpovídajícím živnostenským listem,</w:t>
      </w:r>
      <w:r w:rsidR="00845C50" w:rsidRPr="009C5CDF">
        <w:t xml:space="preserve"> a </w:t>
      </w:r>
      <w:r w:rsidRPr="009C5CDF">
        <w:t xml:space="preserve">to až do doby vydání prvního výpisu ze živnostenského rejstříku dodavateli. </w:t>
      </w:r>
    </w:p>
    <w:p w14:paraId="50E161CC" w14:textId="77777777" w:rsidR="0035531B" w:rsidRPr="009C5CDF" w:rsidRDefault="0035531B" w:rsidP="00CC4380">
      <w:pPr>
        <w:pStyle w:val="Textbezslovn"/>
        <w:ind w:left="1077"/>
      </w:pPr>
      <w:r w:rsidRPr="009C5CDF">
        <w:t>Dodavatel doloží, že má</w:t>
      </w:r>
      <w:r w:rsidR="00BC6D2B" w:rsidRPr="009C5CDF">
        <w:t xml:space="preserve"> k </w:t>
      </w:r>
      <w:r w:rsidRPr="009C5CDF">
        <w:t xml:space="preserve">dispozici </w:t>
      </w:r>
      <w:r w:rsidR="002F3208" w:rsidRPr="009C5CDF">
        <w:t xml:space="preserve">živnostenské </w:t>
      </w:r>
      <w:r w:rsidRPr="009C5CDF">
        <w:t>oprávnění</w:t>
      </w:r>
      <w:r w:rsidR="00BC6D2B" w:rsidRPr="009C5CDF">
        <w:t xml:space="preserve"> k </w:t>
      </w:r>
      <w:r w:rsidRPr="009C5CDF">
        <w:t xml:space="preserve">podnikání pro následující činnosti: </w:t>
      </w:r>
    </w:p>
    <w:p w14:paraId="534871E5" w14:textId="07D6FCED" w:rsidR="00264132" w:rsidRPr="009C5CDF" w:rsidRDefault="0035531B" w:rsidP="00A31866">
      <w:pPr>
        <w:pStyle w:val="Odrka1-2-"/>
        <w:spacing w:after="0"/>
      </w:pPr>
      <w:r w:rsidRPr="009C5CDF">
        <w:t>Provádění staveb, jejich změn</w:t>
      </w:r>
      <w:r w:rsidR="00845C50" w:rsidRPr="009C5CDF">
        <w:t xml:space="preserve"> a </w:t>
      </w:r>
      <w:r w:rsidR="00264132" w:rsidRPr="009C5CDF">
        <w:t>odstraňování</w:t>
      </w:r>
    </w:p>
    <w:p w14:paraId="313FFA61" w14:textId="00F85E5B" w:rsidR="0035531B" w:rsidRPr="009C5CDF" w:rsidRDefault="00264132" w:rsidP="00A31866">
      <w:pPr>
        <w:pStyle w:val="Odrka1-2-"/>
        <w:spacing w:after="0"/>
      </w:pPr>
      <w:r w:rsidRPr="009C5CDF">
        <w:t>Projektovou činnost ve výstavbě</w:t>
      </w:r>
    </w:p>
    <w:p w14:paraId="7E753693" w14:textId="6BECC394" w:rsidR="0035531B" w:rsidRPr="009C5CDF" w:rsidRDefault="0035531B" w:rsidP="00A31866">
      <w:pPr>
        <w:pStyle w:val="Odrka1-2-"/>
        <w:spacing w:after="0"/>
      </w:pPr>
      <w:r w:rsidRPr="009C5CDF">
        <w:t>Revize, prohlídky</w:t>
      </w:r>
      <w:r w:rsidR="00845C50" w:rsidRPr="009C5CDF">
        <w:t xml:space="preserve"> a </w:t>
      </w:r>
      <w:r w:rsidRPr="009C5CDF">
        <w:t>zkoušky určených technických zařízení</w:t>
      </w:r>
      <w:r w:rsidR="00092CC9" w:rsidRPr="009C5CDF">
        <w:t xml:space="preserve"> v </w:t>
      </w:r>
      <w:r w:rsidR="00264132" w:rsidRPr="009C5CDF">
        <w:t>provozu</w:t>
      </w:r>
    </w:p>
    <w:p w14:paraId="71BB8F59" w14:textId="5C0855A9" w:rsidR="0035531B" w:rsidRPr="009C5CDF" w:rsidRDefault="0035531B" w:rsidP="00A31866">
      <w:pPr>
        <w:pStyle w:val="Odrka1-2-"/>
        <w:spacing w:after="0"/>
      </w:pPr>
      <w:r w:rsidRPr="009C5CDF">
        <w:t xml:space="preserve">Výkon zeměměřických </w:t>
      </w:r>
      <w:r w:rsidR="00264132" w:rsidRPr="009C5CDF">
        <w:t>činností</w:t>
      </w:r>
    </w:p>
    <w:p w14:paraId="5166E8DD" w14:textId="77777777" w:rsidR="00180482" w:rsidRPr="009C5CDF" w:rsidRDefault="00180482" w:rsidP="00DD22E5">
      <w:pPr>
        <w:pStyle w:val="Odrka1-2-"/>
        <w:numPr>
          <w:ilvl w:val="0"/>
          <w:numId w:val="0"/>
        </w:numPr>
        <w:ind w:left="1531"/>
        <w:rPr>
          <w:highlight w:val="green"/>
        </w:rPr>
      </w:pPr>
    </w:p>
    <w:p w14:paraId="7400370E" w14:textId="77777777" w:rsidR="0035531B" w:rsidRPr="009C5CDF" w:rsidRDefault="0035531B" w:rsidP="00092CC9">
      <w:pPr>
        <w:pStyle w:val="Odrka1-1"/>
      </w:pPr>
      <w:r w:rsidRPr="009C5CDF">
        <w:t>Odborná způsobilost:</w:t>
      </w:r>
    </w:p>
    <w:p w14:paraId="474D0CF2" w14:textId="77777777" w:rsidR="00E65C98" w:rsidRPr="009C5CDF" w:rsidRDefault="0035531B" w:rsidP="00CC4380">
      <w:pPr>
        <w:pStyle w:val="Odrka1-2-"/>
        <w:rPr>
          <w:rStyle w:val="Tun9b"/>
          <w:b w:val="0"/>
        </w:rPr>
      </w:pPr>
      <w:r w:rsidRPr="009C5CDF">
        <w:t>Zadavatel požaduje předložení dokladu</w:t>
      </w:r>
      <w:r w:rsidR="00092CC9" w:rsidRPr="009C5CDF">
        <w:t xml:space="preserve"> o </w:t>
      </w:r>
      <w:r w:rsidRPr="009C5CDF">
        <w:t>autorizaci</w:t>
      </w:r>
      <w:r w:rsidR="00092CC9" w:rsidRPr="009C5CDF">
        <w:t xml:space="preserve"> v </w:t>
      </w:r>
      <w:r w:rsidRPr="009C5CDF">
        <w:t xml:space="preserve">rozsahu dle § 5 odst. 3 písm. </w:t>
      </w:r>
    </w:p>
    <w:p w14:paraId="17987390" w14:textId="77777777" w:rsidR="00E65C98" w:rsidRPr="009C5CDF" w:rsidRDefault="00E65C98" w:rsidP="00E65C98">
      <w:pPr>
        <w:pStyle w:val="Odrka1-1"/>
        <w:numPr>
          <w:ilvl w:val="0"/>
          <w:numId w:val="0"/>
        </w:numPr>
        <w:ind w:left="1190" w:firstLine="341"/>
      </w:pPr>
      <w:r w:rsidRPr="009C5CDF">
        <w:rPr>
          <w:b/>
        </w:rPr>
        <w:t xml:space="preserve">e) </w:t>
      </w:r>
      <w:r w:rsidRPr="009C5CDF">
        <w:t>technologická zařízení staveb</w:t>
      </w:r>
    </w:p>
    <w:p w14:paraId="4E962710" w14:textId="7E7B42ED" w:rsidR="0035531B" w:rsidRPr="009C5CDF" w:rsidRDefault="0035531B" w:rsidP="00E65C98">
      <w:pPr>
        <w:pStyle w:val="Odrka1-2-"/>
        <w:numPr>
          <w:ilvl w:val="0"/>
          <w:numId w:val="0"/>
        </w:numPr>
        <w:ind w:left="1531"/>
      </w:pPr>
      <w:r w:rsidRPr="009C5CDF">
        <w:t>zákona č. 360/1992 Sb.,</w:t>
      </w:r>
      <w:r w:rsidR="00092CC9" w:rsidRPr="009C5CDF">
        <w:t xml:space="preserve"> o </w:t>
      </w:r>
      <w:r w:rsidRPr="009C5CDF">
        <w:t>výkonu povolání autorizovaných architektů</w:t>
      </w:r>
      <w:r w:rsidR="00845C50" w:rsidRPr="009C5CDF">
        <w:t xml:space="preserve"> a</w:t>
      </w:r>
      <w:r w:rsidR="00092CC9" w:rsidRPr="009C5CDF">
        <w:t xml:space="preserve"> o </w:t>
      </w:r>
      <w:r w:rsidRPr="009C5CDF">
        <w:t>výkonu povolání autorizovaných inženýrů</w:t>
      </w:r>
      <w:r w:rsidR="00845C50" w:rsidRPr="009C5CDF">
        <w:t xml:space="preserve"> a </w:t>
      </w:r>
      <w:r w:rsidRPr="009C5CDF">
        <w:t>techniků činných ve výstavbě, ve znění pozdějších předpisů</w:t>
      </w:r>
      <w:r w:rsidR="00E65C98" w:rsidRPr="009C5CDF">
        <w:t xml:space="preserve"> (dále jen „autorizační zákon“)</w:t>
      </w:r>
      <w:r w:rsidRPr="009C5CDF">
        <w:t>.</w:t>
      </w:r>
    </w:p>
    <w:p w14:paraId="71658326" w14:textId="17772140" w:rsidR="0035531B" w:rsidRPr="009C5CDF" w:rsidRDefault="0035531B" w:rsidP="00CC4380">
      <w:pPr>
        <w:pStyle w:val="Odrka1-2-"/>
      </w:pPr>
      <w:r w:rsidRPr="009C5CDF">
        <w:t>Zadavatel požaduje předložení úředního oprávnění pro ověřování výsledků zeměměřických činností</w:t>
      </w:r>
      <w:r w:rsidR="00092CC9" w:rsidRPr="009C5CDF">
        <w:t xml:space="preserve"> v </w:t>
      </w:r>
      <w:r w:rsidRPr="009C5CDF">
        <w:t xml:space="preserve">rozsahu dle § 13 odst. 1 písm. </w:t>
      </w:r>
      <w:r w:rsidRPr="009C5CDF">
        <w:rPr>
          <w:rStyle w:val="Tun9b"/>
        </w:rPr>
        <w:t>a)</w:t>
      </w:r>
      <w:r w:rsidR="00845C50" w:rsidRPr="009C5CDF">
        <w:rPr>
          <w:rStyle w:val="Tun9b"/>
        </w:rPr>
        <w:t xml:space="preserve"> </w:t>
      </w:r>
      <w:r w:rsidR="00845C50" w:rsidRPr="009C5CDF">
        <w:rPr>
          <w:rStyle w:val="Tun9b"/>
          <w:b w:val="0"/>
        </w:rPr>
        <w:t>a</w:t>
      </w:r>
      <w:r w:rsidR="00845C50" w:rsidRPr="009C5CDF">
        <w:rPr>
          <w:rStyle w:val="Tun9b"/>
        </w:rPr>
        <w:t> </w:t>
      </w:r>
      <w:r w:rsidRPr="009C5CDF">
        <w:rPr>
          <w:rStyle w:val="Tun9b"/>
        </w:rPr>
        <w:t>c)</w:t>
      </w:r>
      <w:r w:rsidRPr="009C5CDF">
        <w:t xml:space="preserve"> zákona č. 200/1994 Sb.,</w:t>
      </w:r>
      <w:r w:rsidR="00092CC9" w:rsidRPr="009C5CDF">
        <w:t xml:space="preserve"> o </w:t>
      </w:r>
      <w:r w:rsidRPr="009C5CDF">
        <w:t>zeměměřictví</w:t>
      </w:r>
      <w:r w:rsidR="00845C50" w:rsidRPr="009C5CDF">
        <w:t xml:space="preserve"> a</w:t>
      </w:r>
      <w:r w:rsidR="00092CC9" w:rsidRPr="009C5CDF">
        <w:t xml:space="preserve"> o </w:t>
      </w:r>
      <w:r w:rsidRPr="009C5CDF">
        <w:t>změně</w:t>
      </w:r>
      <w:r w:rsidR="00845C50" w:rsidRPr="009C5CDF">
        <w:t xml:space="preserve"> a </w:t>
      </w:r>
      <w:r w:rsidRPr="009C5CDF">
        <w:t>doplnění některých zákonů souvisejících</w:t>
      </w:r>
      <w:r w:rsidR="00845C50" w:rsidRPr="009C5CDF">
        <w:t xml:space="preserve"> s </w:t>
      </w:r>
      <w:r w:rsidRPr="009C5CDF">
        <w:t>jeho zavedením, ve znění pozdějších předpisů.</w:t>
      </w:r>
    </w:p>
    <w:p w14:paraId="6FBCD750" w14:textId="77777777" w:rsidR="0035531B" w:rsidRPr="009C5CDF" w:rsidRDefault="0035531B" w:rsidP="00CC4380">
      <w:pPr>
        <w:pStyle w:val="Textbezslovn"/>
        <w:ind w:left="1077"/>
      </w:pPr>
      <w:r w:rsidRPr="009C5CDF">
        <w:t>Je-li dodavatel fyzickou osobou, musí odbornou způsobilost splňovat buď sám, nebo prostřednictvím jiné fyzické osoby (zaměstnanec nebo jiná</w:t>
      </w:r>
      <w:r w:rsidR="00845C50" w:rsidRPr="009C5CDF">
        <w:t xml:space="preserve"> s </w:t>
      </w:r>
      <w:r w:rsidRPr="009C5CDF">
        <w:t>dodavatelem spolupracující osoba). Je-li dodavatel právnickou osobou, musí odbornou způsobilost splnit prostřednictvím jiné fyzické osoby (statutární orgán, zaměstnanec nebo jiná</w:t>
      </w:r>
      <w:r w:rsidR="00845C50" w:rsidRPr="009C5CDF">
        <w:t xml:space="preserve"> s </w:t>
      </w:r>
      <w:r w:rsidRPr="009C5CDF">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Pr="009C5CDF" w:rsidRDefault="0035531B" w:rsidP="00CC4380">
      <w:pPr>
        <w:pStyle w:val="Textbezslovn"/>
        <w:ind w:left="1077"/>
      </w:pPr>
      <w:r w:rsidRPr="009C5CDF">
        <w:t>Doklady</w:t>
      </w:r>
      <w:r w:rsidR="00BC6D2B" w:rsidRPr="009C5CDF">
        <w:t xml:space="preserve"> k </w:t>
      </w:r>
      <w:r w:rsidRPr="009C5CDF">
        <w:t>prokázání profesní způsobilosti dodavatel</w:t>
      </w:r>
      <w:r w:rsidR="00092CC9" w:rsidRPr="009C5CDF">
        <w:t xml:space="preserve"> v </w:t>
      </w:r>
      <w:r w:rsidRPr="009C5CDF">
        <w:t>rámci nabídky nemusí předložit, pokud právní předpisy</w:t>
      </w:r>
      <w:r w:rsidR="00092CC9" w:rsidRPr="009C5CDF">
        <w:t xml:space="preserve"> v </w:t>
      </w:r>
      <w:r w:rsidRPr="009C5CDF">
        <w:t xml:space="preserve">zemi jeho sídla obdobnou profesní způsobilost nevyžadují. </w:t>
      </w:r>
    </w:p>
    <w:p w14:paraId="38231597" w14:textId="77777777" w:rsidR="0035531B" w:rsidRPr="009C5CDF" w:rsidRDefault="0035531B" w:rsidP="0035531B">
      <w:pPr>
        <w:pStyle w:val="Text1-1"/>
        <w:rPr>
          <w:rStyle w:val="Tun9b"/>
        </w:rPr>
      </w:pPr>
      <w:r w:rsidRPr="009C5CDF">
        <w:rPr>
          <w:rStyle w:val="Tun9b"/>
        </w:rPr>
        <w:t>Ekonomická kvalifikace</w:t>
      </w:r>
    </w:p>
    <w:p w14:paraId="35001C38" w14:textId="77777777" w:rsidR="0035531B" w:rsidRPr="009C5CDF" w:rsidRDefault="0035531B" w:rsidP="00CC4380">
      <w:pPr>
        <w:pStyle w:val="Textbezslovn"/>
      </w:pPr>
      <w:r w:rsidRPr="009C5CDF">
        <w:t>Splnění kritérií ekonomické kvalifikace podle § 78 ZZVZ prokáže dodavatel předložením údajů</w:t>
      </w:r>
      <w:r w:rsidR="00092CC9" w:rsidRPr="009C5CDF">
        <w:t xml:space="preserve"> o </w:t>
      </w:r>
      <w:r w:rsidRPr="009C5CDF">
        <w:t>celkovém ročním obratu dodavatele, zjištěném podle zvláštních právních předpisů</w:t>
      </w:r>
      <w:r w:rsidR="002C04EE" w:rsidRPr="009C5CDF">
        <w:rPr>
          <w:rStyle w:val="Znakapoznpodarou"/>
        </w:rPr>
        <w:footnoteReference w:id="1"/>
      </w:r>
      <w:r w:rsidRPr="009C5CDF">
        <w:t>, za poslední tři uzavřená, bezprostředně předcházející účetní období; jestliže dodavatel vznikl později, postačí, doloží-li údaje</w:t>
      </w:r>
      <w:r w:rsidR="00092CC9" w:rsidRPr="009C5CDF">
        <w:t xml:space="preserve"> o </w:t>
      </w:r>
      <w:r w:rsidRPr="009C5CDF">
        <w:t>svém obratu</w:t>
      </w:r>
      <w:r w:rsidR="00092CC9" w:rsidRPr="009C5CDF">
        <w:t xml:space="preserve"> v </w:t>
      </w:r>
      <w:r w:rsidRPr="009C5CDF">
        <w:t>požadované výši za všechna účetní období od svého vzniku;</w:t>
      </w:r>
    </w:p>
    <w:p w14:paraId="60476C6E" w14:textId="36DAFDA7" w:rsidR="0035531B" w:rsidRPr="009C5CDF" w:rsidRDefault="0035531B" w:rsidP="00092CC9">
      <w:pPr>
        <w:pStyle w:val="Odrka1-1"/>
        <w:rPr>
          <w:b/>
        </w:rPr>
      </w:pPr>
      <w:r w:rsidRPr="009C5CDF">
        <w:lastRenderedPageBreak/>
        <w:t>celkový roční obrat dodavatele, zjištěný podle zvláštních právních předpisů, nesmí činit</w:t>
      </w:r>
      <w:r w:rsidR="00092CC9" w:rsidRPr="009C5CDF">
        <w:t xml:space="preserve"> v </w:t>
      </w:r>
      <w:r w:rsidRPr="009C5CDF">
        <w:t>žádném</w:t>
      </w:r>
      <w:r w:rsidR="0060115D" w:rsidRPr="009C5CDF">
        <w:t xml:space="preserve"> z </w:t>
      </w:r>
      <w:r w:rsidRPr="009C5CDF">
        <w:t xml:space="preserve">bezprostředně předcházejících tří uzavřených účetních období méně než </w:t>
      </w:r>
      <w:r w:rsidR="000B7140" w:rsidRPr="009C5CDF">
        <w:rPr>
          <w:b/>
        </w:rPr>
        <w:t xml:space="preserve">82 mil. </w:t>
      </w:r>
      <w:r w:rsidRPr="009C5CDF">
        <w:rPr>
          <w:b/>
        </w:rPr>
        <w:t>Kč bez DPH;</w:t>
      </w:r>
    </w:p>
    <w:p w14:paraId="2F179ADE" w14:textId="77777777" w:rsidR="0035531B" w:rsidRPr="009C5CDF" w:rsidRDefault="0035531B" w:rsidP="00092CC9">
      <w:pPr>
        <w:pStyle w:val="Odrka1-1"/>
      </w:pPr>
      <w:r w:rsidRPr="009C5CDF">
        <w:t>zadavatel pro vyloučení pochybností výslovně</w:t>
      </w:r>
      <w:r w:rsidR="00092CC9" w:rsidRPr="009C5CDF">
        <w:t xml:space="preserve"> v </w:t>
      </w:r>
      <w:r w:rsidRPr="009C5CDF">
        <w:t>souladu</w:t>
      </w:r>
      <w:r w:rsidR="00845C50" w:rsidRPr="009C5CDF">
        <w:t xml:space="preserve"> s </w:t>
      </w:r>
      <w:r w:rsidRPr="009C5CDF">
        <w:t>§ 84 ZZVZ uvádí, že požadovaného obratu musí dosáhnout dodavatel sám, případně jej může prokázat jako celek samostatně jeden</w:t>
      </w:r>
      <w:r w:rsidR="0060115D" w:rsidRPr="009C5CDF">
        <w:t xml:space="preserve"> z </w:t>
      </w:r>
      <w:r w:rsidRPr="009C5CDF">
        <w:t>členů společnosti, nebo jiná osoba; sčítání obratů několika dodavatelů/jiných osob za účelem dosažení požadované minimální hodnoty není připouštěno;</w:t>
      </w:r>
    </w:p>
    <w:p w14:paraId="379D077F" w14:textId="77777777" w:rsidR="0035531B" w:rsidRPr="009C5CDF" w:rsidRDefault="0035531B" w:rsidP="00092CC9">
      <w:pPr>
        <w:pStyle w:val="Odrka1-1"/>
      </w:pPr>
      <w:r w:rsidRPr="009C5CDF">
        <w:t>dodavatel prokáže splnění tohoto kvalifikačního kritéria předložením čestného prohlášení</w:t>
      </w:r>
      <w:r w:rsidR="00092CC9" w:rsidRPr="009C5CDF">
        <w:t xml:space="preserve"> o </w:t>
      </w:r>
      <w:r w:rsidRPr="009C5CDF">
        <w:t>výši obratu</w:t>
      </w:r>
      <w:r w:rsidR="00845C50" w:rsidRPr="009C5CDF">
        <w:t xml:space="preserve"> s </w:t>
      </w:r>
      <w:r w:rsidRPr="009C5CDF">
        <w:t>uvedením požadovaných údajů, jehož přílohou budou příslušné výkazy zisku</w:t>
      </w:r>
      <w:r w:rsidR="00845C50" w:rsidRPr="009C5CDF">
        <w:t xml:space="preserve"> a </w:t>
      </w:r>
      <w:r w:rsidRPr="009C5CDF">
        <w:t>ztrát dodavatele nebo obdobné doklady podle právního řádu země sídla dodavatele. Z těchto dokladů musí být ověřitelné, že dodavatel</w:t>
      </w:r>
      <w:r w:rsidR="00092CC9" w:rsidRPr="009C5CDF">
        <w:t xml:space="preserve"> v </w:t>
      </w:r>
      <w:r w:rsidRPr="009C5CDF">
        <w:t>každém</w:t>
      </w:r>
      <w:r w:rsidR="0060115D" w:rsidRPr="009C5CDF">
        <w:t xml:space="preserve"> z </w:t>
      </w:r>
      <w:r w:rsidRPr="009C5CDF">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9C5CDF">
        <w:t xml:space="preserve"> o </w:t>
      </w:r>
      <w:r w:rsidRPr="009C5CDF">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785952E9" w:rsidR="002B66F2" w:rsidRPr="00B7143F" w:rsidRDefault="002B66F2" w:rsidP="002B66F2">
      <w:pPr>
        <w:pStyle w:val="Odrka1-1"/>
      </w:pPr>
      <w:r>
        <w:t xml:space="preserve">Zadavatel požaduje předložení seznamu významných ukončených služeb obdobného charakteru poskytnutých dodavatelem v </w:t>
      </w:r>
      <w:r w:rsidRPr="00DB3567">
        <w:t xml:space="preserve">posledních </w:t>
      </w:r>
      <w:r w:rsidR="0038050F" w:rsidRPr="00DB3567">
        <w:t>5</w:t>
      </w:r>
      <w:r w:rsidRPr="00DB3567">
        <w:t xml:space="preserve"> letech před zahájením</w:t>
      </w:r>
      <w:r>
        <w:t xml:space="preserve"> zadávacího řízení. Za významné služby obdobného charakteru se pokládají projek</w:t>
      </w:r>
      <w:r w:rsidR="000A7769">
        <w:t>tové</w:t>
      </w:r>
      <w:r>
        <w:t xml:space="preserve"> práce spočívající ve zhotovení dokumentace ve stupni projektové dokumentace pro </w:t>
      </w:r>
      <w:r w:rsidR="00B31001">
        <w:t xml:space="preserve">vydání </w:t>
      </w:r>
      <w:r>
        <w:t>stavební</w:t>
      </w:r>
      <w:r w:rsidR="00B31001">
        <w:t>ho</w:t>
      </w:r>
      <w:r>
        <w:t xml:space="preserve"> povolení (</w:t>
      </w:r>
      <w:r w:rsidR="00B31001">
        <w:t>dále jen „</w:t>
      </w:r>
      <w:r>
        <w:t>DSP</w:t>
      </w:r>
      <w:r w:rsidR="00B31001">
        <w:t>“</w:t>
      </w:r>
      <w:r>
        <w:t xml:space="preserve">) nebo ve stupni </w:t>
      </w:r>
      <w:r w:rsidR="00E61C9B">
        <w:t xml:space="preserve">projektové </w:t>
      </w:r>
      <w:r w:rsidRPr="00B7143F">
        <w:t xml:space="preserve">dokumentace pro </w:t>
      </w:r>
      <w:r w:rsidR="00B31001" w:rsidRPr="00B7143F">
        <w:t xml:space="preserve">vydání </w:t>
      </w:r>
      <w:r w:rsidRPr="00B7143F">
        <w:t>společné</w:t>
      </w:r>
      <w:r w:rsidR="00B31001" w:rsidRPr="00B7143F">
        <w:t>ho</w:t>
      </w:r>
      <w:r w:rsidRPr="00B7143F">
        <w:t xml:space="preserve"> povolení (</w:t>
      </w:r>
      <w:r w:rsidR="00B31001" w:rsidRPr="00B7143F">
        <w:t>dále jen „</w:t>
      </w:r>
      <w:r w:rsidRPr="00B7143F">
        <w:t>DUSP</w:t>
      </w:r>
      <w:r w:rsidR="00B31001" w:rsidRPr="00B7143F">
        <w:t>“</w:t>
      </w:r>
      <w:r w:rsidRPr="00B7143F">
        <w:t xml:space="preserve">) nebo ve </w:t>
      </w:r>
      <w:r w:rsidR="00B31001" w:rsidRPr="00B7143F">
        <w:t xml:space="preserve">stupních </w:t>
      </w:r>
      <w:r w:rsidRPr="00B7143F">
        <w:t xml:space="preserve">projektové dokumentace pro </w:t>
      </w:r>
      <w:r w:rsidR="00B31001" w:rsidRPr="00B7143F">
        <w:t xml:space="preserve">vydání </w:t>
      </w:r>
      <w:r w:rsidRPr="00B7143F">
        <w:t>stavební</w:t>
      </w:r>
      <w:r w:rsidR="00B31001" w:rsidRPr="00B7143F">
        <w:t>ho</w:t>
      </w:r>
      <w:r w:rsidRPr="00B7143F">
        <w:t xml:space="preserve"> povolení a projektové dokumentace pro provádění stavby (</w:t>
      </w:r>
      <w:r w:rsidR="00B31001" w:rsidRPr="00B7143F">
        <w:t>dále jen „</w:t>
      </w:r>
      <w:r w:rsidR="00613FCF" w:rsidRPr="00B7143F">
        <w:t>DSP+</w:t>
      </w:r>
      <w:r w:rsidRPr="00B7143F">
        <w:t>PDPS</w:t>
      </w:r>
      <w:r w:rsidR="00B31001" w:rsidRPr="00B7143F">
        <w:t>“</w:t>
      </w:r>
      <w:r w:rsidRPr="00B7143F">
        <w:t xml:space="preserve">) </w:t>
      </w:r>
      <w:r w:rsidR="00613FCF" w:rsidRPr="00B7143F">
        <w:t xml:space="preserve">nebo ve </w:t>
      </w:r>
      <w:r w:rsidR="00B31001" w:rsidRPr="00B7143F">
        <w:t xml:space="preserve">stupních </w:t>
      </w:r>
      <w:r w:rsidR="00613FCF" w:rsidRPr="00B7143F">
        <w:t xml:space="preserve">projektové dokumentace pro </w:t>
      </w:r>
      <w:r w:rsidR="00B31001" w:rsidRPr="00B7143F">
        <w:t xml:space="preserve">vydání </w:t>
      </w:r>
      <w:r w:rsidR="00613FCF" w:rsidRPr="00B7143F">
        <w:t>společné</w:t>
      </w:r>
      <w:r w:rsidR="00B31001" w:rsidRPr="00B7143F">
        <w:t>ho</w:t>
      </w:r>
      <w:r w:rsidR="00613FCF" w:rsidRPr="00B7143F">
        <w:t xml:space="preserve"> povolení a projektové dokumentace pro provádění stavby (</w:t>
      </w:r>
      <w:r w:rsidR="00B31001" w:rsidRPr="00B7143F">
        <w:t>dále jen „</w:t>
      </w:r>
      <w:r w:rsidR="00613FCF" w:rsidRPr="00B7143F">
        <w:t>DUSP+PDPS</w:t>
      </w:r>
      <w:r w:rsidR="00B31001" w:rsidRPr="00B7143F">
        <w:t>“</w:t>
      </w:r>
      <w:r w:rsidR="00613FCF" w:rsidRPr="00B7143F">
        <w:t xml:space="preserve">) </w:t>
      </w:r>
      <w:r w:rsidR="002D6B5B" w:rsidRPr="00B7143F">
        <w:t>dle zvláštních právních předpisů</w:t>
      </w:r>
      <w:r w:rsidR="002D6B5B" w:rsidRPr="00B7143F">
        <w:rPr>
          <w:rStyle w:val="Znakapoznpodarou"/>
        </w:rPr>
        <w:footnoteReference w:id="2"/>
      </w:r>
      <w:r w:rsidR="002D6B5B" w:rsidRPr="00B7143F">
        <w:t xml:space="preserve"> </w:t>
      </w:r>
      <w:r w:rsidRPr="00B7143F">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na systému ETCS</w:t>
      </w:r>
      <w:r w:rsidR="00B77479" w:rsidRPr="00B7143F">
        <w:t>.</w:t>
      </w:r>
    </w:p>
    <w:p w14:paraId="23EC1B79" w14:textId="56CBA4FB" w:rsidR="002B66F2" w:rsidRDefault="002B66F2" w:rsidP="003303BF">
      <w:pPr>
        <w:pStyle w:val="Textbezslovn"/>
        <w:ind w:left="1077"/>
      </w:pPr>
      <w:r w:rsidRPr="00B7143F">
        <w:t xml:space="preserve">Za </w:t>
      </w:r>
      <w:r w:rsidR="00FD3FF0" w:rsidRPr="00B7143F">
        <w:t xml:space="preserve">významnou </w:t>
      </w:r>
      <w:r w:rsidRPr="00B7143F">
        <w:t>službu obdobného charakteru, resp. projek</w:t>
      </w:r>
      <w:r w:rsidR="000A7769" w:rsidRPr="00B7143F">
        <w:t>tové</w:t>
      </w:r>
      <w:r w:rsidRPr="00B7143F">
        <w:t xml:space="preserve"> práce spočívající ve zhotovení dokumentace ve stupni DSP nebo DUSP nebo DSPPDPS</w:t>
      </w:r>
      <w:r w:rsidR="00613FCF" w:rsidRPr="00B7143F">
        <w:t xml:space="preserve"> </w:t>
      </w:r>
      <w:r w:rsidR="00613FCF">
        <w:t>nebo DUSP+PDPS</w:t>
      </w:r>
      <w:r>
        <w:t>, zadavatel považuje rovněž provedení aktualizace dokumentace ve stupni DSP nebo DUSP nebo DSP</w:t>
      </w:r>
      <w:r w:rsidR="00613FCF">
        <w:t>+</w:t>
      </w:r>
      <w:r>
        <w:t>PDPS</w:t>
      </w:r>
      <w:r w:rsidR="00613FCF">
        <w:t xml:space="preserve"> nebo DUSP+PDPS</w:t>
      </w:r>
      <w:r>
        <w:t>.</w:t>
      </w:r>
    </w:p>
    <w:p w14:paraId="0D48E1A9" w14:textId="585DF9F2" w:rsidR="00B31001" w:rsidRPr="009C5CDF" w:rsidRDefault="00B31001" w:rsidP="003303BF">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w:t>
      </w:r>
      <w:r>
        <w:lastRenderedPageBreak/>
        <w:t xml:space="preserve">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vyhl.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Označení DUSP je (pouze) pro účely stanovení požadavků zadavatele na doložení dokladů v zadávacím řízení dle těchto Pokynů použito pro zjednodušení i pro označení projektové dokumentace pro vydání společného povolení u </w:t>
      </w:r>
      <w:r w:rsidR="00F05537" w:rsidRPr="009C5CDF">
        <w:t>staveb dopravní infrastruktury podle liniového zákona (zák. č. 416/2009 Sb., ve znění pozdějších předpisů), pro kterou se jinak dle směrnice SŽ SM011 používá označení DUSL.</w:t>
      </w:r>
    </w:p>
    <w:p w14:paraId="54474F83" w14:textId="2E63C8E8" w:rsidR="009F0ECD" w:rsidRDefault="009F0ECD" w:rsidP="009F0ECD">
      <w:pPr>
        <w:pStyle w:val="Textbezslovn"/>
        <w:ind w:left="1077"/>
      </w:pPr>
      <w:r w:rsidRPr="009C5CDF">
        <w:t xml:space="preserve">Zadavatel požaduje, aby dodavatel informacemi uvedenými v seznamu významných služeb prokázal, že celkový součet hodnot významných služeb obdobného charakteru za posledních 5 let před zahájením zadávacího řízení, které dodavatel poskytl, musí dosahovat v souhrnu nejméně </w:t>
      </w:r>
      <w:r w:rsidR="0008382E" w:rsidRPr="009C5CDF">
        <w:rPr>
          <w:b/>
        </w:rPr>
        <w:t>1</w:t>
      </w:r>
      <w:r w:rsidRPr="009C5CDF">
        <w:rPr>
          <w:b/>
        </w:rPr>
        <w:t>0 mil.</w:t>
      </w:r>
      <w:r w:rsidRPr="009C5CDF">
        <w:t xml:space="preserve"> </w:t>
      </w:r>
      <w:r w:rsidRPr="009C5CDF">
        <w:rPr>
          <w:b/>
        </w:rPr>
        <w:t xml:space="preserve">Kč </w:t>
      </w:r>
      <w:r w:rsidRPr="009C5CDF">
        <w:t xml:space="preserve">bez DPH, přičemž alespoň jedna služba musí dosahovat hodnoty nejméně </w:t>
      </w:r>
      <w:r w:rsidRPr="009C5CDF">
        <w:rPr>
          <w:b/>
        </w:rPr>
        <w:t>5 mil.</w:t>
      </w:r>
      <w:r w:rsidRPr="009C5CDF">
        <w:t xml:space="preserve"> </w:t>
      </w:r>
      <w:r w:rsidRPr="009C5CDF">
        <w:rPr>
          <w:b/>
        </w:rPr>
        <w:t>Kč</w:t>
      </w:r>
      <w:r w:rsidRPr="009C5CDF">
        <w:t xml:space="preserve"> bez DPH. Hodnotou služby se </w:t>
      </w:r>
      <w:r w:rsidRPr="009C5CDF">
        <w:rPr>
          <w:rFonts w:cs="Arial"/>
          <w:iCs/>
        </w:rPr>
        <w:t>pro účely posouzení splnění kritérií technické kvalifikace</w:t>
      </w:r>
      <w:r w:rsidRPr="009C5CDF">
        <w:t xml:space="preserve"> rozumí cena, za kterou dodavatel provedl předmětné služby; tato cena nebude upravována o míru </w:t>
      </w:r>
      <w:r>
        <w:t>inflace tak, aby odpovídala současným hodnotám služeb.</w:t>
      </w:r>
      <w:r w:rsidRPr="00811843">
        <w:t xml:space="preserve"> </w:t>
      </w:r>
      <w:r>
        <w:t>V případě dokumentací ve stupních DSP+PDPS nebo DUSP+PDPS lze jako hodnotu jedné významné služby doložit součet cen obou uvedených stupňů (tj. součet cen DSP+PDPS nebo DUSP+PDPS)</w:t>
      </w:r>
      <w:r w:rsidR="00D1177D">
        <w:t>.</w:t>
      </w:r>
      <w:r w:rsidR="0008382E">
        <w:t xml:space="preserve"> </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0B0150D3" w:rsidR="008356A0" w:rsidRDefault="002B66F2" w:rsidP="008356A0">
      <w:pPr>
        <w:pStyle w:val="Textbezslovn"/>
        <w:ind w:left="1077"/>
      </w:pPr>
      <w:r>
        <w:t xml:space="preserve">Doba </w:t>
      </w:r>
      <w:r w:rsidR="0038050F" w:rsidRPr="0008382E">
        <w:t>posledních 5</w:t>
      </w:r>
      <w:r w:rsidRPr="0008382E">
        <w:t xml:space="preserve"> let </w:t>
      </w:r>
      <w:r w:rsidR="0038050F" w:rsidRPr="0008382E">
        <w:t xml:space="preserve">před zahájením zadávacího řízení se pro účely prokázání technické kvalifikace ohledně referenčních zakázek </w:t>
      </w:r>
      <w:r w:rsidRPr="0008382E">
        <w:t xml:space="preserve">považuje za splněnou, pokud byly </w:t>
      </w:r>
      <w:r w:rsidR="00811843" w:rsidRPr="0008382E">
        <w:t xml:space="preserve">činnosti odpovídající zadavatelem stanovené definici významné </w:t>
      </w:r>
      <w:r w:rsidRPr="0008382E">
        <w:t xml:space="preserve">služby </w:t>
      </w:r>
      <w:r w:rsidR="0038050F" w:rsidRPr="0008382E">
        <w:t xml:space="preserve">dokončeny </w:t>
      </w:r>
      <w:r w:rsidRPr="0008382E">
        <w:t xml:space="preserve">v průběhu této doby </w:t>
      </w:r>
      <w:r w:rsidR="0038050F" w:rsidRPr="0008382E">
        <w:t xml:space="preserve">nebo kdykoli po zahájení zadávacího řízení, včetně doby po </w:t>
      </w:r>
      <w:r w:rsidR="00D15CDA" w:rsidRPr="0008382E">
        <w:t xml:space="preserve">uplynutí lhůty pro </w:t>
      </w:r>
      <w:r w:rsidR="0038050F" w:rsidRPr="0008382E">
        <w:t>podání nabídek, a to nejpozději do doby zadavatelem případně stanovené k předložení údajů a dokladů dle § 46 ZZVZ. P</w:t>
      </w:r>
      <w:r w:rsidRPr="0008382E">
        <w:t xml:space="preserve">ro prokázání kvalifikace postačuje, aby byly požadované minimální hodnoty služeb dosaženy za celou dobu poskytování služeb, nikoliv pouze v průběhu posledních </w:t>
      </w:r>
      <w:r w:rsidR="0038050F" w:rsidRPr="0008382E">
        <w:t>5</w:t>
      </w:r>
      <w:r w:rsidRPr="0008382E">
        <w:t xml:space="preserve"> let před zahájením zadávacího řízení. V případě, že byla referovaná služba, resp. </w:t>
      </w:r>
      <w:r w:rsidR="00811843" w:rsidRPr="0008382E">
        <w:t xml:space="preserve">zpracovaný příslušný stupeň dokumentace, </w:t>
      </w:r>
      <w:r w:rsidRPr="0008382E">
        <w:t>součástí rozsáhlejšího plnění pro objednatele služby (např. kromě zpracování projektové dokumentace měl dodavatel vykonávat i autorský dozor při realizaci stavby apod.) postačí, pokud je dokončeno plnění</w:t>
      </w:r>
      <w:r w:rsidR="00811843" w:rsidRPr="0008382E">
        <w:t xml:space="preserve">, které odpovídá zadavatelem stanovené definici významné služby </w:t>
      </w:r>
      <w:r w:rsidRPr="0008382E">
        <w:t>(tj. projektové práce ve stupni DSP nebo DUSP nebo DSP</w:t>
      </w:r>
      <w:r w:rsidR="000D20BC" w:rsidRPr="0008382E">
        <w:t>+</w:t>
      </w:r>
      <w:r w:rsidRPr="0008382E">
        <w:t xml:space="preserve">PDPS </w:t>
      </w:r>
      <w:r w:rsidR="000D20BC" w:rsidRPr="0008382E">
        <w:t xml:space="preserve">nebo DUSP+PDPS </w:t>
      </w:r>
      <w:r w:rsidRPr="0008382E">
        <w:t>pro stavby železničních drah</w:t>
      </w:r>
      <w:r w:rsidR="00811843" w:rsidRPr="0008382E">
        <w:t xml:space="preserve"> s výše požadovaným předmětem plnění</w:t>
      </w:r>
      <w:r w:rsidRPr="0008382E">
        <w:t>)</w:t>
      </w:r>
      <w:r w:rsidR="00D15CDA" w:rsidRPr="0008382E">
        <w:t xml:space="preserve"> s tím, že zakázka jako celek (tj. ohledně dalších činností, např. autorského dozoru při realizaci stavby) dokončena není</w:t>
      </w:r>
      <w:r w:rsidRPr="0008382E">
        <w:t>; zároveň však platí, že nestačí</w:t>
      </w:r>
      <w:r w:rsidR="00D15CDA" w:rsidRPr="0008382E">
        <w:t xml:space="preserve"> (tj. nepovažuje se za plnění dokončené v požadované době)</w:t>
      </w:r>
      <w:r w:rsidRPr="0008382E">
        <w:t xml:space="preserve">, pokud je v posledních </w:t>
      </w:r>
      <w:r w:rsidR="0038050F" w:rsidRPr="0008382E">
        <w:t>5</w:t>
      </w:r>
      <w:r w:rsidRPr="0008382E">
        <w:t xml:space="preserve"> letech dokončena služba rozsáhlejšího plnění jako celek</w:t>
      </w:r>
      <w:r w:rsidR="00811843" w:rsidRPr="0008382E">
        <w:t xml:space="preserve"> (např. dokončen autorský dozor při realizaci stavby)</w:t>
      </w:r>
      <w:r w:rsidRPr="0008382E">
        <w:t xml:space="preserve">, avšak plnění </w:t>
      </w:r>
      <w:r w:rsidR="00811843" w:rsidRPr="0008382E">
        <w:t xml:space="preserve">odpovídající definici významné služby </w:t>
      </w:r>
      <w:r w:rsidRPr="0008382E">
        <w:t xml:space="preserve">bylo dokončeno dříve než před </w:t>
      </w:r>
      <w:r w:rsidR="0038050F" w:rsidRPr="0008382E">
        <w:t>5</w:t>
      </w:r>
      <w:r w:rsidRPr="0008382E">
        <w:t xml:space="preserve"> lety. Obdobným způsobem je nutno naplnit i parametr ceny dané referované </w:t>
      </w:r>
      <w:r w:rsidR="0054651E" w:rsidRPr="0008382E">
        <w:t xml:space="preserve">projektové </w:t>
      </w:r>
      <w:r w:rsidRPr="0008382E">
        <w:t>činnosti</w:t>
      </w:r>
      <w:r w:rsidR="008356A0" w:rsidRPr="0008382E">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4C86681F" w14:textId="77777777" w:rsidR="00CE6375" w:rsidRPr="0008382E" w:rsidRDefault="00CE6375" w:rsidP="008356A0">
      <w:pPr>
        <w:pStyle w:val="Textbezslovn"/>
        <w:ind w:left="1077"/>
      </w:pPr>
    </w:p>
    <w:p w14:paraId="16C146C1" w14:textId="77777777" w:rsidR="008356A0" w:rsidRPr="0008382E" w:rsidRDefault="008356A0" w:rsidP="00FF3F25">
      <w:pPr>
        <w:pStyle w:val="Textbezslovn"/>
        <w:ind w:left="1077"/>
      </w:pPr>
      <w:r w:rsidRPr="0008382E">
        <w:t>Pro odstranění pochybností zadavatel k výše uvedenému upřesňuje, že:</w:t>
      </w:r>
    </w:p>
    <w:p w14:paraId="0FC41DC7" w14:textId="77777777" w:rsidR="008356A0" w:rsidRDefault="008356A0" w:rsidP="008356A0">
      <w:pPr>
        <w:pStyle w:val="Odrka1-2-"/>
      </w:pPr>
      <w:r w:rsidRPr="0008382E">
        <w:lastRenderedPageBreak/>
        <w:t>do ceny za zpracování příslušného stupně dokumentace může dodavatel zahrnout i cenu činností nezbytných či účelných pro zpracování dokumentace, tj. např. cenu za inženýrskou činnost, zpracování veškerých p</w:t>
      </w:r>
      <w:r w:rsidRPr="00CC3F4F">
        <w:t>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17046321"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 nebo DSP</w:t>
      </w:r>
      <w:r w:rsidR="00613FCF">
        <w:t>+</w:t>
      </w:r>
      <w:r>
        <w:t xml:space="preserve">PDPS </w:t>
      </w:r>
      <w:r w:rsidR="00613FCF">
        <w:t xml:space="preserve">nebo DUSP+PDPS </w:t>
      </w:r>
      <w:r>
        <w:t xml:space="preserve">považuje za dokončenou </w:t>
      </w:r>
      <w:r w:rsidR="00811843">
        <w:t xml:space="preserve">definitivním </w:t>
      </w:r>
      <w:r>
        <w:t>předáním DSP nebo DUSP nebo DSP</w:t>
      </w:r>
      <w:r w:rsidR="00613FCF">
        <w:t>+</w:t>
      </w:r>
      <w:r>
        <w:t>PDPS</w:t>
      </w:r>
      <w:r w:rsidR="00613FCF">
        <w:t xml:space="preserve"> nebo DUSP+PDPS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Pr="009C5CDF"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w:t>
      </w:r>
      <w:r w:rsidRPr="009C5CDF">
        <w:t>významné služby.</w:t>
      </w:r>
    </w:p>
    <w:p w14:paraId="2A6B1CC5" w14:textId="77777777" w:rsidR="00AE32DC" w:rsidRPr="009C5CDF" w:rsidRDefault="00AE32DC" w:rsidP="003303BF">
      <w:pPr>
        <w:pStyle w:val="Textbezslovn"/>
        <w:ind w:left="1097"/>
      </w:pPr>
      <w:r w:rsidRPr="009C5CDF">
        <w:t>Zadavatel pro účely prokázání technické kvalifikace uzná zahraniční reference obdobných charakteristik, které budou srovnatelné z hlediska jejich věcného rozsahu a doby realizace s požadavky zadavatele na významné služby.</w:t>
      </w:r>
    </w:p>
    <w:p w14:paraId="6A3B84A9" w14:textId="61781DD7" w:rsidR="00CE678F" w:rsidRPr="009C5CDF" w:rsidRDefault="00CE678F" w:rsidP="00CE678F">
      <w:pPr>
        <w:pStyle w:val="Odrka1-1"/>
      </w:pPr>
      <w:r w:rsidRPr="009C5CDF">
        <w:t xml:space="preserve">Zadavatel požaduje předložení </w:t>
      </w:r>
      <w:r w:rsidRPr="009C5CDF">
        <w:rPr>
          <w:b/>
        </w:rPr>
        <w:t>seznamu</w:t>
      </w:r>
      <w:r w:rsidRPr="009C5CDF">
        <w:t xml:space="preserve"> stavebních prací </w:t>
      </w:r>
      <w:r w:rsidR="00734869" w:rsidRPr="009C5CDF">
        <w:t xml:space="preserve">spočívajících v provedení novostavby nebo rekonstrukce </w:t>
      </w:r>
      <w:r w:rsidRPr="009C5CDF">
        <w:t xml:space="preserve">na stavbách železničních drah, jak jsou vymezeny v § 5 odst. 1 a v § 3 odst. 1 zákona č. 266/1994 Sb., o dráhách, ve znění pozdějších předpisů, </w:t>
      </w:r>
      <w:r w:rsidR="00C24393" w:rsidRPr="009C5CDF">
        <w:t xml:space="preserve">poskytnutých dodavatelem </w:t>
      </w:r>
      <w:r w:rsidRPr="009C5CDF">
        <w:t>za posledních 5 let před zahájením zadávacího řízení (dále jako „</w:t>
      </w:r>
      <w:r w:rsidRPr="009C5CDF">
        <w:rPr>
          <w:b/>
        </w:rPr>
        <w:t>stavební práce</w:t>
      </w:r>
      <w:r w:rsidRPr="009C5CDF">
        <w:t xml:space="preserve">“). Předloženým seznamem stavebních prací přitom musí dodavatel prokázat, že hodnota stavebních prací jím poskytnutých na uvedených stavbách za posledních 5 let </w:t>
      </w:r>
      <w:r w:rsidR="00C24393" w:rsidRPr="009C5CDF">
        <w:t xml:space="preserve">před zahájením zadávacího řízení </w:t>
      </w:r>
      <w:r w:rsidRPr="009C5CDF">
        <w:t>činí v součtu, včetně případných poddodávek, nejméně</w:t>
      </w:r>
      <w:r w:rsidR="0008382E" w:rsidRPr="009C5CDF">
        <w:t xml:space="preserve"> </w:t>
      </w:r>
      <w:r w:rsidR="0008382E" w:rsidRPr="009C5CDF">
        <w:rPr>
          <w:b/>
        </w:rPr>
        <w:t>150 mil.</w:t>
      </w:r>
      <w:r w:rsidR="0008382E" w:rsidRPr="009C5CDF">
        <w:t xml:space="preserve"> </w:t>
      </w:r>
      <w:r w:rsidRPr="009C5CDF">
        <w:rPr>
          <w:b/>
        </w:rPr>
        <w:t>Kč</w:t>
      </w:r>
      <w:r w:rsidRPr="009C5CDF">
        <w:t xml:space="preserve"> bez DPH.</w:t>
      </w:r>
      <w:r w:rsidR="00C24393" w:rsidRPr="009C5CDF">
        <w:t xml:space="preserve"> Hodnotou stavebních prací se </w:t>
      </w:r>
      <w:r w:rsidR="00C24393" w:rsidRPr="009C5CDF">
        <w:rPr>
          <w:rFonts w:cs="Arial"/>
          <w:iCs/>
        </w:rPr>
        <w:t>pro účely posouzení splnění kritérií technické kvalifikace</w:t>
      </w:r>
      <w:r w:rsidR="00C24393" w:rsidRPr="009C5CDF">
        <w:t xml:space="preserve"> rozumí cena, za kterou dodavatel provedl předmětné stavební práce; tato cena nebude upravována o míru inflace tak, aby odpovídala současným hodnotám stavebních prací.</w:t>
      </w:r>
      <w:r w:rsidR="00375ACD" w:rsidRPr="009C5CDF">
        <w:t xml:space="preserve"> </w:t>
      </w:r>
    </w:p>
    <w:p w14:paraId="51902A15" w14:textId="77777777" w:rsidR="0048145F" w:rsidRPr="009C5CDF" w:rsidRDefault="00CE678F" w:rsidP="00CE678F">
      <w:pPr>
        <w:pStyle w:val="Textbezslovn"/>
        <w:ind w:left="1097"/>
      </w:pPr>
      <w:r w:rsidRPr="009C5CDF">
        <w:t xml:space="preserve">Zadavatel </w:t>
      </w:r>
      <w:r w:rsidR="009C5DF6" w:rsidRPr="009C5CDF">
        <w:t xml:space="preserve">dále </w:t>
      </w:r>
      <w:r w:rsidRPr="009C5CDF">
        <w:t xml:space="preserve">požaduje, aby dodavatel předložil i </w:t>
      </w:r>
      <w:r w:rsidRPr="009C5CDF">
        <w:rPr>
          <w:b/>
        </w:rPr>
        <w:t>osvědčení objednatelů</w:t>
      </w:r>
      <w:r w:rsidRPr="009C5CDF">
        <w:t xml:space="preserve"> o řádném poskytnutí a dokončení </w:t>
      </w:r>
      <w:r w:rsidR="009C5DF6" w:rsidRPr="009C5CDF">
        <w:t xml:space="preserve">nejvýznamnějších </w:t>
      </w:r>
      <w:r w:rsidRPr="009C5CDF">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0008382E" w:rsidRPr="009C5CDF">
        <w:rPr>
          <w:b/>
        </w:rPr>
        <w:t xml:space="preserve">70 mil. </w:t>
      </w:r>
      <w:r w:rsidRPr="009C5CDF">
        <w:rPr>
          <w:b/>
        </w:rPr>
        <w:t>Kč</w:t>
      </w:r>
      <w:r w:rsidRPr="009C5CDF">
        <w:t xml:space="preserve"> bez DPH. </w:t>
      </w:r>
    </w:p>
    <w:p w14:paraId="1D3C299B" w14:textId="2DC3905C" w:rsidR="00EE5127" w:rsidRPr="00B90741" w:rsidRDefault="00EE5127" w:rsidP="00EE5127">
      <w:pPr>
        <w:pStyle w:val="Textbezslovn"/>
        <w:ind w:left="1097"/>
      </w:pPr>
      <w:r w:rsidRPr="00EE5127">
        <w:lastRenderedPageBreak/>
        <w:t xml:space="preserve">Za </w:t>
      </w:r>
      <w:r w:rsidRPr="00EE5127">
        <w:rPr>
          <w:b/>
        </w:rPr>
        <w:t>nejvýznamnější stavební práce</w:t>
      </w:r>
      <w:r w:rsidRPr="00EE5127">
        <w:t xml:space="preserve"> zadavate</w:t>
      </w:r>
      <w:bookmarkStart w:id="12" w:name="_GoBack"/>
      <w:bookmarkEnd w:id="12"/>
      <w:r w:rsidRPr="00EE5127">
        <w:t xml:space="preserve">l považuje stavební práce, jejichž předmětem je novostavba nebo rekonstrukce technologie ETCS s hodnotou alespoň ve výši </w:t>
      </w:r>
      <w:r w:rsidRPr="00EE5127">
        <w:rPr>
          <w:b/>
        </w:rPr>
        <w:t>3</w:t>
      </w:r>
      <w:r w:rsidRPr="00EE5127">
        <w:rPr>
          <w:b/>
        </w:rPr>
        <w:t xml:space="preserve">5  mil. Kč </w:t>
      </w:r>
      <w:r w:rsidRPr="00EE5127">
        <w:t xml:space="preserve">bez DPH, přičemž předmětem nejméně jedné zakázky musí být novostavba nebo rekonstrukce obdobné stavby s technologií ETCS v délce trati minimálně </w:t>
      </w:r>
      <w:r w:rsidRPr="00EE5127">
        <w:rPr>
          <w:b/>
        </w:rPr>
        <w:t>1</w:t>
      </w:r>
      <w:r w:rsidRPr="00EE5127">
        <w:rPr>
          <w:b/>
        </w:rPr>
        <w:t>0</w:t>
      </w:r>
      <w:r w:rsidRPr="00EE5127">
        <w:rPr>
          <w:b/>
        </w:rPr>
        <w:t xml:space="preserve"> km</w:t>
      </w:r>
      <w:r w:rsidRPr="00EE5127">
        <w:t>. Uvedená částka se vztahuje k hodnotě novostavby nebo rekonstrukce technologie ETCS, nikoliv k hodnotě nejvýznamnější stavební práce, tj. zakázky jako celku.</w:t>
      </w:r>
    </w:p>
    <w:p w14:paraId="5B7D9EF7" w14:textId="77777777" w:rsidR="003D74B2" w:rsidRPr="009C5CDF" w:rsidRDefault="00CE678F" w:rsidP="00CE678F">
      <w:pPr>
        <w:pStyle w:val="Textbezslovn"/>
        <w:ind w:left="1097"/>
      </w:pPr>
      <w:r w:rsidRPr="009C5CDF">
        <w:t>Stavební, resp. nejvýznamnější stavební práce je třeba doložit v takovém počtu, aby byla dosažena požadovaná hodnota stavebních, resp. nejvýznamnějších stavebních prací v součtu za posledních 5 let.</w:t>
      </w:r>
    </w:p>
    <w:p w14:paraId="5AF31D7F" w14:textId="792878DA" w:rsidR="00D23DD5" w:rsidRPr="009C5CDF" w:rsidRDefault="003D74B2" w:rsidP="008A6C63">
      <w:pPr>
        <w:pStyle w:val="Textbezslovn"/>
        <w:ind w:left="1097"/>
      </w:pPr>
      <w:r w:rsidRPr="009C5CDF">
        <w:t xml:space="preserve"> </w:t>
      </w:r>
      <w:r w:rsidR="00B765FF" w:rsidRPr="009C5CDF">
        <w:t>„Obdobnou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BF8101" w14:textId="77777777" w:rsidR="00B765FF" w:rsidRDefault="00B765FF" w:rsidP="008A6C63">
      <w:pPr>
        <w:pStyle w:val="Textbezslovn"/>
        <w:ind w:left="1097"/>
      </w:pPr>
      <w:r w:rsidRPr="009C5CDF">
        <w:t xml:space="preserve">Výše uvedené požadavky dodavatel může splnit doložením </w:t>
      </w:r>
      <w:r w:rsidRPr="004329B3">
        <w:t>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5314301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w:t>
      </w:r>
      <w:r w:rsidR="00AE32DC">
        <w:lastRenderedPageBreak/>
        <w:t xml:space="preserve">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Pr="003D74B2"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w:t>
      </w:r>
      <w:r w:rsidRPr="003D74B2">
        <w:t>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rsidRPr="003D74B2">
        <w:t>c</w:t>
      </w:r>
      <w:r w:rsidRPr="003D74B2">
        <w:t xml:space="preserve">, státní organizace. </w:t>
      </w:r>
    </w:p>
    <w:p w14:paraId="4CA277A4" w14:textId="38EED9E5" w:rsidR="00D23DD5" w:rsidRPr="00EC4270" w:rsidRDefault="00D23DD5" w:rsidP="008A6C63">
      <w:pPr>
        <w:pStyle w:val="Textbezslovn"/>
        <w:ind w:left="1097"/>
      </w:pPr>
      <w:r w:rsidRPr="003D74B2">
        <w:t xml:space="preserve">Doba </w:t>
      </w:r>
      <w:r w:rsidR="00D53868" w:rsidRPr="003D74B2">
        <w:t xml:space="preserve">posledních </w:t>
      </w:r>
      <w:r w:rsidRPr="003D74B2">
        <w:t xml:space="preserve">5 let </w:t>
      </w:r>
      <w:r w:rsidR="00D53868" w:rsidRPr="003D74B2">
        <w:t xml:space="preserve">před zahájením zadávacího řízení </w:t>
      </w:r>
      <w:r w:rsidRPr="003D74B2">
        <w:t xml:space="preserve">se </w:t>
      </w:r>
      <w:r w:rsidR="00D53868" w:rsidRPr="003D74B2">
        <w:t xml:space="preserve">pro účely prokázání technické kvalifikace ohledně referenčních zakázek </w:t>
      </w:r>
      <w:r w:rsidRPr="003D74B2">
        <w:t xml:space="preserve">považuje za splněnou, pokud byly stavební práce/nejvýznamnější stavební </w:t>
      </w:r>
      <w:r w:rsidR="00D53868" w:rsidRPr="003D74B2">
        <w:t xml:space="preserve">dokončeny </w:t>
      </w:r>
      <w:r w:rsidRPr="003D74B2">
        <w:t xml:space="preserve">v průběhu této doby </w:t>
      </w:r>
      <w:r w:rsidR="00D53868" w:rsidRPr="003D74B2">
        <w:t>nebo kdykoli po zahájení zadávacího řízení, včetně doby po podání nabídek, a to nejpozději do doby zadavatelem případně stanovené k předložení údajů a dokladů dle § 46 ZZVZ. P</w:t>
      </w:r>
      <w:r w:rsidRPr="003D74B2">
        <w:t xml:space="preserve">ro prokázání kvalifikace postačuje, aby byly požadované minimální hodnoty stavebních/nejvýznamnějších stavebních </w:t>
      </w:r>
      <w:r w:rsidR="00D53868" w:rsidRPr="003D74B2">
        <w:t xml:space="preserve">prací </w:t>
      </w:r>
      <w:r w:rsidRPr="003D74B2">
        <w:t>dosaženy za celou dobu realizace stavebních/nejvýznamnějších stavebních</w:t>
      </w:r>
      <w:r w:rsidR="00D53868" w:rsidRPr="003D74B2">
        <w:t xml:space="preserve"> prací</w:t>
      </w:r>
      <w:r w:rsidRPr="003D74B2">
        <w:t xml:space="preserve">, nikoliv pouze v průběhu posledních 5 </w:t>
      </w:r>
      <w:r w:rsidRPr="00EC4270">
        <w:t>let před zahájením zadávacího řízení. Dokončením se u stavebních</w:t>
      </w:r>
      <w:r w:rsidR="00D53868" w:rsidRPr="00EC4270">
        <w:t>/nejvýznamnějších stavebních</w:t>
      </w:r>
      <w:r w:rsidRPr="00EC4270">
        <w:t xml:space="preserve"> prací </w:t>
      </w:r>
      <w:r w:rsidR="00D53868" w:rsidRPr="00EC4270">
        <w:t xml:space="preserve">pro účely prokázání technické kvalifikace v tomto zadávacím řízení </w:t>
      </w:r>
      <w:r w:rsidRPr="00EC4270">
        <w:t xml:space="preserve">rozumí </w:t>
      </w:r>
      <w:r w:rsidR="00D53868" w:rsidRPr="00EC4270">
        <w:t xml:space="preserve">i </w:t>
      </w:r>
      <w:r w:rsidRPr="00EC4270">
        <w:t>uvedení díla</w:t>
      </w:r>
      <w:r w:rsidR="00613FCF" w:rsidRPr="00EC4270">
        <w:t>, resp. poslední části</w:t>
      </w:r>
      <w:r w:rsidR="00C47C2C" w:rsidRPr="00EC4270">
        <w:t xml:space="preserve"> stavební práce</w:t>
      </w:r>
      <w:r w:rsidR="00613FCF" w:rsidRPr="00EC4270">
        <w:t>,</w:t>
      </w:r>
      <w:r w:rsidRPr="00EC427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rsidRPr="00EC4270">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w:t>
      </w:r>
      <w:r>
        <w:t xml:space="preserve">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lastRenderedPageBreak/>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6513AC9" w:rsidR="000E4762" w:rsidRPr="009C5CDF" w:rsidRDefault="000E4762" w:rsidP="000E4762">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úředně oprávněného </w:t>
      </w:r>
      <w:r w:rsidR="00BA0D72" w:rsidRPr="009C5CDF">
        <w:t xml:space="preserve">zeměměřického inženýra, na příslušné pozici člena odborného personálu pouze jedna fyzická osoba. Tuto osobu je dodavatel povinen určit nejpozději v rámci součinnosti před uzavřením smlouvy. </w:t>
      </w:r>
      <w:r w:rsidRPr="009C5CDF">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Pr="009C5CDF" w:rsidRDefault="000E4762" w:rsidP="000E4762">
      <w:pPr>
        <w:pStyle w:val="Textbezslovn"/>
      </w:pPr>
      <w:r w:rsidRPr="009C5CDF">
        <w:t>Přílohou seznamu budou profesní životopisy každého člena odborného personálu</w:t>
      </w:r>
      <w:r w:rsidR="00020E8A" w:rsidRPr="009C5CDF">
        <w:t xml:space="preserve"> </w:t>
      </w:r>
      <w:r w:rsidRPr="009C5CDF">
        <w:t xml:space="preserve">a doklady k prokázání odborné způsobilosti. Pro plnění této veřejné zakázky musí mít </w:t>
      </w:r>
      <w:r w:rsidRPr="009C5CDF">
        <w:lastRenderedPageBreak/>
        <w:t>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BA38405" w14:textId="77777777" w:rsidR="000E4762" w:rsidRPr="009C5CDF" w:rsidRDefault="000E4762" w:rsidP="0031783A">
      <w:pPr>
        <w:pStyle w:val="Textbezslovn"/>
        <w:numPr>
          <w:ilvl w:val="0"/>
          <w:numId w:val="17"/>
        </w:numPr>
      </w:pPr>
      <w:r w:rsidRPr="009C5CDF">
        <w:rPr>
          <w:b/>
        </w:rPr>
        <w:t>projekt mana</w:t>
      </w:r>
      <w:r w:rsidR="00E94BCA" w:rsidRPr="009C5CDF">
        <w:rPr>
          <w:b/>
        </w:rPr>
        <w:t>ž</w:t>
      </w:r>
      <w:r w:rsidRPr="009C5CDF">
        <w:rPr>
          <w:b/>
        </w:rPr>
        <w:t>er</w:t>
      </w:r>
    </w:p>
    <w:p w14:paraId="66B83059" w14:textId="77777777" w:rsidR="000E4762" w:rsidRPr="009C5CDF" w:rsidRDefault="000E4762" w:rsidP="00B376E4">
      <w:pPr>
        <w:pStyle w:val="Odrka1-2-"/>
      </w:pPr>
      <w:r w:rsidRPr="009C5CDF">
        <w:t xml:space="preserve">nejméně 5 let praxe v řízení (z pozice zhotovitele) provádění staveb železničních drah; </w:t>
      </w:r>
    </w:p>
    <w:p w14:paraId="4323A1AB" w14:textId="7B41771B" w:rsidR="000E4762" w:rsidRDefault="00D562E2" w:rsidP="00406194">
      <w:pPr>
        <w:pStyle w:val="Odrka1-2-"/>
        <w:spacing w:after="0"/>
      </w:pPr>
      <w:r w:rsidRPr="009C5CDF">
        <w:t xml:space="preserve">zkušenost s řízením realizace alespoň jedné stavby železničních drah v hodnotě nejméně </w:t>
      </w:r>
      <w:r w:rsidR="00C02D12" w:rsidRPr="009C5CDF">
        <w:rPr>
          <w:b/>
        </w:rPr>
        <w:t xml:space="preserve">35 </w:t>
      </w:r>
      <w:r w:rsidRPr="009C5CDF">
        <w:rPr>
          <w:b/>
        </w:rPr>
        <w:t>mil. Kč bez DPH</w:t>
      </w:r>
      <w:r w:rsidRPr="009C5CDF">
        <w:t>, a to v posledních 10 letech před zahájením zadávacího řízení</w:t>
      </w:r>
      <w:r w:rsidR="000E4762" w:rsidRPr="009C5CDF">
        <w:t>;</w:t>
      </w:r>
    </w:p>
    <w:p w14:paraId="198346A4" w14:textId="77777777" w:rsidR="00B7143F" w:rsidRPr="009C5CDF" w:rsidRDefault="00B7143F" w:rsidP="00406194">
      <w:pPr>
        <w:pStyle w:val="Odrka1-2-"/>
        <w:numPr>
          <w:ilvl w:val="0"/>
          <w:numId w:val="0"/>
        </w:numPr>
        <w:spacing w:after="0"/>
        <w:ind w:left="1531"/>
      </w:pPr>
    </w:p>
    <w:p w14:paraId="48FE0712" w14:textId="77777777" w:rsidR="000E4762" w:rsidRPr="009C5CDF" w:rsidRDefault="000E4762" w:rsidP="00406194">
      <w:pPr>
        <w:pStyle w:val="Textbezslovn"/>
        <w:numPr>
          <w:ilvl w:val="0"/>
          <w:numId w:val="17"/>
        </w:numPr>
        <w:spacing w:after="0"/>
      </w:pPr>
      <w:r w:rsidRPr="009C5CDF">
        <w:rPr>
          <w:b/>
        </w:rPr>
        <w:t>odpovědný projektant</w:t>
      </w:r>
    </w:p>
    <w:p w14:paraId="513C0084" w14:textId="78C42CDD" w:rsidR="000E4762" w:rsidRPr="009C5CDF" w:rsidRDefault="000E4762" w:rsidP="00406194">
      <w:pPr>
        <w:pStyle w:val="Odrka1-2-"/>
        <w:spacing w:after="0"/>
      </w:pPr>
      <w:r w:rsidRPr="009C5CDF">
        <w:t xml:space="preserve">nejméně 5 let praxe v oboru projektování železničních </w:t>
      </w:r>
      <w:r w:rsidR="00444F93">
        <w:t>staveb</w:t>
      </w:r>
      <w:r w:rsidR="004059D7">
        <w:t xml:space="preserve"> ETCS</w:t>
      </w:r>
      <w:r w:rsidR="00444F93">
        <w:t>;</w:t>
      </w:r>
    </w:p>
    <w:p w14:paraId="05EC9A01" w14:textId="77777777" w:rsidR="000E4762" w:rsidRPr="009C5CDF" w:rsidRDefault="000E4762" w:rsidP="00B376E4">
      <w:pPr>
        <w:pStyle w:val="Odrka1-2-"/>
      </w:pPr>
      <w:r w:rsidRPr="009C5CDF">
        <w:t xml:space="preserve">musí předložit doklad o autorizaci v rozsahu dle § 5 odst. 3 písm. e) </w:t>
      </w:r>
      <w:r w:rsidR="00D10FD0" w:rsidRPr="009C5CDF">
        <w:t xml:space="preserve">autorizačního </w:t>
      </w:r>
      <w:r w:rsidR="00C42A05" w:rsidRPr="009C5CDF">
        <w:t>zákona</w:t>
      </w:r>
      <w:r w:rsidRPr="009C5CDF">
        <w:t>, tedy v oboru technologická zařízení staveb;</w:t>
      </w:r>
    </w:p>
    <w:p w14:paraId="60DCC7DE" w14:textId="77777777" w:rsidR="000E4762" w:rsidRPr="009C5CDF" w:rsidRDefault="000E4762" w:rsidP="0031783A">
      <w:pPr>
        <w:pStyle w:val="Textbezslovn"/>
        <w:numPr>
          <w:ilvl w:val="0"/>
          <w:numId w:val="17"/>
        </w:numPr>
        <w:rPr>
          <w:b/>
        </w:rPr>
      </w:pPr>
      <w:r w:rsidRPr="009C5CDF">
        <w:rPr>
          <w:b/>
        </w:rPr>
        <w:t xml:space="preserve">stavbyvedoucí </w:t>
      </w:r>
    </w:p>
    <w:p w14:paraId="5983677A" w14:textId="77777777" w:rsidR="000E4762" w:rsidRPr="009C5CDF" w:rsidRDefault="000E4762" w:rsidP="00B376E4">
      <w:pPr>
        <w:pStyle w:val="Odrka1-2-"/>
      </w:pPr>
      <w:r w:rsidRPr="009C5CDF">
        <w:t xml:space="preserve">nejméně 5 let praxe v oboru provádění </w:t>
      </w:r>
      <w:r w:rsidR="00C42A05" w:rsidRPr="009C5CDF">
        <w:t xml:space="preserve">nebo řízení provádění </w:t>
      </w:r>
      <w:r w:rsidRPr="009C5CDF">
        <w:t>železničních staveb;</w:t>
      </w:r>
    </w:p>
    <w:p w14:paraId="2125940E" w14:textId="77777777" w:rsidR="000E4762" w:rsidRPr="009C5CDF" w:rsidRDefault="000E4762" w:rsidP="00B376E4">
      <w:pPr>
        <w:pStyle w:val="Odrka1-2-"/>
      </w:pPr>
      <w:r w:rsidRPr="009C5CDF">
        <w:t>musí předložit doklad o autorizaci v rozsahu dle § 5, odst. 3 písm. e) autorizačního zákona, tedy v oboru technologická zařízení staveb;</w:t>
      </w:r>
    </w:p>
    <w:p w14:paraId="39ADA3AB" w14:textId="17EAEECE" w:rsidR="00D562E2" w:rsidRPr="009C5CDF" w:rsidRDefault="00D562E2" w:rsidP="00B376E4">
      <w:pPr>
        <w:pStyle w:val="Odrka1-2-"/>
      </w:pPr>
      <w:r w:rsidRPr="009C5CDF">
        <w:t xml:space="preserve">zkušenost s řízením realizace alespoň jedné stavby železničních drah v hodnotě nejméně </w:t>
      </w:r>
      <w:r w:rsidR="00C02D12" w:rsidRPr="009C5CDF">
        <w:rPr>
          <w:b/>
        </w:rPr>
        <w:t xml:space="preserve">35 </w:t>
      </w:r>
      <w:r w:rsidRPr="009C5CDF">
        <w:rPr>
          <w:b/>
        </w:rPr>
        <w:t>mil. Kč bez DPH</w:t>
      </w:r>
      <w:r w:rsidRPr="009C5CDF">
        <w:t>, a to v posledních 10 letech před zahájením zadávacího řízení;</w:t>
      </w:r>
    </w:p>
    <w:p w14:paraId="556CB501" w14:textId="77777777" w:rsidR="000E4762" w:rsidRPr="009C5CDF" w:rsidRDefault="000E4762" w:rsidP="0031783A">
      <w:pPr>
        <w:pStyle w:val="Textbezslovn"/>
        <w:numPr>
          <w:ilvl w:val="0"/>
          <w:numId w:val="17"/>
        </w:numPr>
      </w:pPr>
      <w:r w:rsidRPr="009C5CDF">
        <w:rPr>
          <w:b/>
        </w:rPr>
        <w:t>specialista (vedoucí prací) pro sdělovací zařízení</w:t>
      </w:r>
    </w:p>
    <w:p w14:paraId="3F35721E" w14:textId="77777777" w:rsidR="000E4762" w:rsidRPr="009C5CDF" w:rsidRDefault="000E4762" w:rsidP="00B376E4">
      <w:pPr>
        <w:pStyle w:val="Odrka1-2-"/>
      </w:pPr>
      <w:r w:rsidRPr="009C5CDF">
        <w:t xml:space="preserve">nejméně 5 let praxe v oboru své specializace </w:t>
      </w:r>
      <w:r w:rsidR="00FF2749" w:rsidRPr="009C5CDF">
        <w:t xml:space="preserve">(sdělovací zařízení) </w:t>
      </w:r>
      <w:r w:rsidRPr="009C5CDF">
        <w:t>při provádění železničních staveb;</w:t>
      </w:r>
    </w:p>
    <w:p w14:paraId="0067CB5C" w14:textId="77777777" w:rsidR="000E4762" w:rsidRPr="009C5CDF" w:rsidRDefault="000E4762" w:rsidP="00B376E4">
      <w:pPr>
        <w:pStyle w:val="Odrka1-2-"/>
      </w:pPr>
      <w:r w:rsidRPr="009C5CDF">
        <w:t>musí předložit doklad o autorizaci v rozsahu dle § 5 odst. 3 písm. e) autorizačního zákona, tedy v oboru technologická zařízení staveb;</w:t>
      </w:r>
    </w:p>
    <w:p w14:paraId="28F12F76" w14:textId="77777777" w:rsidR="000E4762" w:rsidRPr="009C5CDF" w:rsidRDefault="000E4762" w:rsidP="0031783A">
      <w:pPr>
        <w:pStyle w:val="Textbezslovn"/>
        <w:numPr>
          <w:ilvl w:val="0"/>
          <w:numId w:val="17"/>
        </w:numPr>
        <w:rPr>
          <w:b/>
        </w:rPr>
      </w:pPr>
      <w:r w:rsidRPr="009C5CDF">
        <w:rPr>
          <w:b/>
        </w:rPr>
        <w:t>specialista (vedoucí prací) pro zabezpečovací zařízení</w:t>
      </w:r>
    </w:p>
    <w:p w14:paraId="4166C6FF" w14:textId="77777777" w:rsidR="000E4762" w:rsidRPr="009C5CDF" w:rsidRDefault="000E4762" w:rsidP="00B376E4">
      <w:pPr>
        <w:pStyle w:val="Odrka1-2-"/>
      </w:pPr>
      <w:r w:rsidRPr="009C5CDF">
        <w:t xml:space="preserve">nejméně 5 let praxe v oboru své specializace </w:t>
      </w:r>
      <w:r w:rsidR="00FF2749" w:rsidRPr="009C5CDF">
        <w:t xml:space="preserve">(zabezpečovací zařízení) </w:t>
      </w:r>
      <w:r w:rsidRPr="009C5CDF">
        <w:t>při provádění železničních staveb;</w:t>
      </w:r>
    </w:p>
    <w:p w14:paraId="1EECFC9B" w14:textId="77777777" w:rsidR="000E4762" w:rsidRPr="009C5CDF" w:rsidRDefault="000E4762" w:rsidP="00B376E4">
      <w:pPr>
        <w:pStyle w:val="Odrka1-2-"/>
      </w:pPr>
      <w:r w:rsidRPr="009C5CDF">
        <w:t>musí předložit doklad o autorizaci v rozsahu dle § 5 odst. 3 písm. e) autorizačního zákona, tedy v oboru technologická zařízení staveb;</w:t>
      </w:r>
    </w:p>
    <w:p w14:paraId="04A3833B" w14:textId="77777777" w:rsidR="000E4762" w:rsidRPr="009C5CDF" w:rsidRDefault="000E4762" w:rsidP="0031783A">
      <w:pPr>
        <w:pStyle w:val="Textbezslovn"/>
        <w:numPr>
          <w:ilvl w:val="0"/>
          <w:numId w:val="17"/>
        </w:numPr>
      </w:pPr>
      <w:r w:rsidRPr="009C5CDF">
        <w:rPr>
          <w:b/>
        </w:rPr>
        <w:t>úředně oprávněný zeměměřický inženýr</w:t>
      </w:r>
    </w:p>
    <w:p w14:paraId="0FEE1566" w14:textId="72F2ED0D" w:rsidR="000E4762" w:rsidRPr="009C5CDF" w:rsidRDefault="000E4762" w:rsidP="00B376E4">
      <w:pPr>
        <w:pStyle w:val="Odrka1-2-"/>
      </w:pPr>
      <w:r w:rsidRPr="009C5CDF">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69E1BE92" w14:textId="78967209" w:rsidR="000E4762" w:rsidRPr="009C5CDF" w:rsidRDefault="000E4762" w:rsidP="000E4762">
      <w:pPr>
        <w:pStyle w:val="Textbezslovn"/>
      </w:pPr>
      <w:r w:rsidRPr="009C5CDF">
        <w:rPr>
          <w:b/>
        </w:rPr>
        <w:t>Zkušeností s řízením realizace</w:t>
      </w:r>
      <w:r w:rsidRPr="009C5CDF">
        <w:t xml:space="preserve"> stavby se u příslušných členů odborného personálu, u kterých je tato zkušenost požadována, rozumí činnost spočívající v řízení provádění stavby v pozici zhotovitele ve funkci </w:t>
      </w:r>
      <w:r w:rsidR="00D562E2" w:rsidRPr="009C5CDF">
        <w:t xml:space="preserve">projekt manažera nebo </w:t>
      </w:r>
      <w:r w:rsidRPr="009C5CDF">
        <w:t xml:space="preserve">stavbyvedoucího nebo v obdobné (případně jinak nazvané) funkci při realizaci staveb v zahraničním prostředí, jež je z hlediska věcné náplně práce a odpovědnosti s funkcí </w:t>
      </w:r>
      <w:r w:rsidR="00D562E2" w:rsidRPr="009C5CDF">
        <w:t xml:space="preserve">projekt manažera nebo </w:t>
      </w:r>
      <w:r w:rsidRPr="009C5CDF">
        <w:t xml:space="preserve">stavbyvedoucího srovnatelná. </w:t>
      </w:r>
    </w:p>
    <w:p w14:paraId="1458E778" w14:textId="2E90DA7A" w:rsidR="000E4762" w:rsidRDefault="000E4762" w:rsidP="000E4762">
      <w:pPr>
        <w:pStyle w:val="Textbezslovn"/>
      </w:pPr>
      <w:r w:rsidRPr="009C5CDF">
        <w:t xml:space="preserve">Zadavatel výše </w:t>
      </w:r>
      <w:r w:rsidR="00290B63" w:rsidRPr="009C5CDF">
        <w:t xml:space="preserve">u jednotlivých členů odborného personálu zhotovitele </w:t>
      </w:r>
      <w:r w:rsidRPr="009C5CDF">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rsidRPr="009C5CDF">
        <w:t xml:space="preser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w:t>
      </w:r>
      <w:r w:rsidR="00290B63" w:rsidRPr="009C5CDF">
        <w:lastRenderedPageBreak/>
        <w:t>rozumí i uvedení díla, resp. poslední části</w:t>
      </w:r>
      <w:r w:rsidR="00F60099" w:rsidRPr="009C5CDF">
        <w:t xml:space="preserve"> stavební práce</w:t>
      </w:r>
      <w:r w:rsidR="00290B63" w:rsidRPr="009C5CDF">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9C5CDF">
        <w:t xml:space="preserve">. </w:t>
      </w:r>
      <w:r w:rsidR="00F02670" w:rsidRPr="009C5CDF">
        <w:rPr>
          <w:rFonts w:ascii="Verdana" w:hAnsi="Verdana" w:cs="Calibri"/>
        </w:rPr>
        <w:t xml:space="preserve">Postačuje, aby finanční hodnota u požadovaných prací/činností byla dosažena za celou dobu realizace referenční stavby, nikoliv pouze v průběhu </w:t>
      </w:r>
      <w:r w:rsidR="00F02670" w:rsidRPr="0073092C">
        <w:rPr>
          <w:rFonts w:ascii="Verdana" w:hAnsi="Verdana" w:cs="Calibri"/>
        </w:rPr>
        <w:t>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77777777"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123BE613"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476440A4" w14:textId="1201F9D5" w:rsidR="00B463D4" w:rsidRDefault="00B463D4" w:rsidP="00B463D4">
      <w:pPr>
        <w:pStyle w:val="Textbezslovn"/>
      </w:pPr>
      <w:r>
        <w:t>Zadavatel další kvalifikaci nepožaduje.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w:t>
      </w:r>
      <w:r w:rsidR="00845C50" w:rsidRPr="0006499F">
        <w:rPr>
          <w:rStyle w:val="Tun9b"/>
        </w:rPr>
        <w:lastRenderedPageBreak/>
        <w:t>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9903E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lastRenderedPageBreak/>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2F05D56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3" w:name="_Toc123031592"/>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6DE75FCD" w:rsidR="00645BDD" w:rsidRPr="00A03419"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w:t>
      </w:r>
      <w:r w:rsidR="00881B57">
        <w:t xml:space="preserve">předmětu plnění </w:t>
      </w:r>
      <w:r w:rsidRPr="00A03419">
        <w:t>stanovený v zadávacích podmínkách.</w:t>
      </w:r>
    </w:p>
    <w:p w14:paraId="0152D075" w14:textId="77777777" w:rsidR="00645BDD" w:rsidRPr="00242072" w:rsidRDefault="00645BDD" w:rsidP="00645BDD">
      <w:pPr>
        <w:pStyle w:val="Odrka1-1"/>
      </w:pPr>
      <w:r w:rsidRPr="00A03419">
        <w:t xml:space="preserve">Dodavatel </w:t>
      </w:r>
      <w:r w:rsidRPr="00242072">
        <w:t>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AE490BF" w14:textId="77777777" w:rsidR="00A03419" w:rsidRPr="00242072" w:rsidRDefault="00645BDD" w:rsidP="00645BDD">
      <w:pPr>
        <w:pStyle w:val="Odrka1-1"/>
      </w:pPr>
      <w:r w:rsidRPr="00242072">
        <w:t xml:space="preserve">Specifikaci typu zabezpečovacího zařízení, </w:t>
      </w:r>
      <w:r w:rsidR="001C7465" w:rsidRPr="00242072">
        <w:t xml:space="preserve">sdělovacího zařízení, </w:t>
      </w:r>
      <w:r w:rsidRPr="00242072">
        <w:t xml:space="preserve">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rsidRPr="00242072">
        <w:t xml:space="preserve">Specifikaci typu zařízení předloží všichni dodavatelé v nabídce. </w:t>
      </w:r>
      <w:r w:rsidRPr="00242072">
        <w:t xml:space="preserve">Nebude-li dodavatel současně i výrobcem nebo dodavatelem takto určeného </w:t>
      </w:r>
      <w:r w:rsidR="001C7465" w:rsidRPr="00242072">
        <w:t>zařízení</w:t>
      </w:r>
      <w:r w:rsidRPr="00242072">
        <w:t xml:space="preserve">, předloží </w:t>
      </w:r>
      <w:r w:rsidR="00464C3B" w:rsidRPr="00242072">
        <w:t xml:space="preserve">následně vybraný </w:t>
      </w:r>
      <w:r w:rsidRPr="00242072">
        <w:t xml:space="preserve">dodavatel </w:t>
      </w:r>
      <w:r w:rsidR="00464C3B" w:rsidRPr="00242072">
        <w:t xml:space="preserve">v rámci poskytnutí součinnosti před uzavřením smlouvy postupem dle čl. 19 těchto Pokynů </w:t>
      </w:r>
      <w:r w:rsidRPr="00242072">
        <w:t>smlouv</w:t>
      </w:r>
      <w:r w:rsidR="00464C3B" w:rsidRPr="00242072">
        <w:t>u</w:t>
      </w:r>
      <w:r w:rsidRPr="00242072">
        <w:t xml:space="preserve"> uzavřen</w:t>
      </w:r>
      <w:r w:rsidR="00464C3B" w:rsidRPr="00242072">
        <w:t>ou</w:t>
      </w:r>
      <w:r w:rsidRPr="00242072">
        <w:t xml:space="preserve"> s výrobcem nebo dodavatelem tohoto</w:t>
      </w:r>
      <w:r w:rsidR="001C7465" w:rsidRPr="00242072">
        <w:t xml:space="preserve"> zařízení</w:t>
      </w:r>
      <w:r w:rsidR="00020E8A" w:rsidRPr="00242072">
        <w:t xml:space="preserve"> či jednostranné písemné </w:t>
      </w:r>
      <w:r w:rsidR="00020E8A" w:rsidRPr="00242072">
        <w:lastRenderedPageBreak/>
        <w:t>vyjádření závazku výrobce nebo dodavatele tohoto zařízení</w:t>
      </w:r>
      <w:r w:rsidRPr="00242072">
        <w:t>, kter</w:t>
      </w:r>
      <w:r w:rsidR="00020E8A" w:rsidRPr="00242072">
        <w:t>ými dodavatel</w:t>
      </w:r>
      <w:r w:rsidRPr="00242072">
        <w:t xml:space="preserve"> prokáže, že bude mít toto </w:t>
      </w:r>
      <w:r w:rsidR="001C7465" w:rsidRPr="00242072">
        <w:t>zařízení</w:t>
      </w:r>
      <w:r w:rsidRPr="00242072">
        <w:t xml:space="preserve"> k jeho použití pro plnění předmětné veřejné zakázky k dispozici a že bude mít zajištěnu i jeho odbornou montáž, případně bude smlouva </w:t>
      </w:r>
      <w:r w:rsidR="00020E8A" w:rsidRPr="00242072">
        <w:t xml:space="preserve">či závazek </w:t>
      </w:r>
      <w:r w:rsidRPr="00242072">
        <w:t xml:space="preserve">obsahovat souhlas výrobce nebo dodavatele </w:t>
      </w:r>
      <w:r w:rsidR="001C7465" w:rsidRPr="00242072">
        <w:t>zařízení</w:t>
      </w:r>
      <w:r w:rsidRPr="00242072">
        <w:t xml:space="preserve"> s tím, že je dodavatel sám schopen toto zařízení odborně sestavit a namontovat. Specifikace typu, případně smlouva s výrobcem nebo dodavatelem </w:t>
      </w:r>
      <w:r w:rsidR="00020E8A" w:rsidRPr="00242072">
        <w:t xml:space="preserve">či závazek </w:t>
      </w:r>
      <w:r w:rsidRPr="00242072">
        <w:t>bud</w:t>
      </w:r>
      <w:r w:rsidR="00020E8A" w:rsidRPr="00242072">
        <w:t>ou</w:t>
      </w:r>
      <w:r w:rsidRPr="00242072">
        <w:t xml:space="preserve"> požadován</w:t>
      </w:r>
      <w:r w:rsidR="00020E8A" w:rsidRPr="00242072">
        <w:t>y</w:t>
      </w:r>
      <w:r w:rsidRPr="00242072">
        <w:t xml:space="preserve"> pro následující zařízení:</w:t>
      </w:r>
    </w:p>
    <w:p w14:paraId="7E04C8E7" w14:textId="77777777" w:rsidR="00A03419" w:rsidRPr="00242072" w:rsidRDefault="00A03419" w:rsidP="00A03419">
      <w:pPr>
        <w:pStyle w:val="Odrka1-2-"/>
      </w:pPr>
      <w:r w:rsidRPr="00242072">
        <w:t xml:space="preserve">dálkové ovládání železničních zabezpečovacích zařízení </w:t>
      </w:r>
    </w:p>
    <w:p w14:paraId="189C3185" w14:textId="77777777" w:rsidR="00A03419" w:rsidRPr="00242072" w:rsidRDefault="00A03419" w:rsidP="00A03419">
      <w:pPr>
        <w:pStyle w:val="Odrka1-2-"/>
      </w:pPr>
      <w:r w:rsidRPr="00242072">
        <w:t xml:space="preserve">navržený systém ETCS </w:t>
      </w:r>
    </w:p>
    <w:p w14:paraId="3B246880" w14:textId="77777777" w:rsidR="00A03419" w:rsidRPr="00242072" w:rsidRDefault="00A03419" w:rsidP="00A03419">
      <w:pPr>
        <w:pStyle w:val="Odrka1-2-"/>
      </w:pPr>
      <w:r w:rsidRPr="00242072">
        <w:t>navržené typy staničního a traťového zabezpečovacího zařízení</w:t>
      </w:r>
    </w:p>
    <w:p w14:paraId="06559FBA" w14:textId="004FA09E" w:rsidR="0075249A" w:rsidRPr="00242072" w:rsidRDefault="00645BDD" w:rsidP="00645BDD">
      <w:pPr>
        <w:pStyle w:val="Odrka1-1"/>
        <w:numPr>
          <w:ilvl w:val="0"/>
          <w:numId w:val="0"/>
        </w:numPr>
        <w:ind w:left="1077" w:hanging="340"/>
      </w:pPr>
      <w:r w:rsidRPr="00242072">
        <w:t>•</w:t>
      </w:r>
      <w:r w:rsidRPr="00242072">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rsidRPr="00242072">
        <w:t xml:space="preserve">Dodavatel je povinen předložit ve své nabídce čestné prohlášení </w:t>
      </w:r>
      <w:r w:rsidRPr="00242072">
        <w:rPr>
          <w:lang w:eastAsia="cs-CZ"/>
        </w:rPr>
        <w:t xml:space="preserve">o splnění podmínek v souvislosti se situací na Ukrajině </w:t>
      </w:r>
      <w:r w:rsidRPr="00242072">
        <w:t xml:space="preserve">zpracované ve formě </w:t>
      </w:r>
      <w:r>
        <w:t>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w:t>
      </w:r>
      <w:r>
        <w:lastRenderedPageBreak/>
        <w:t>společníka vůči zadavateli nastává uplynutím třetího pracovního dne po doručení oznámení o této změně.</w:t>
      </w:r>
    </w:p>
    <w:p w14:paraId="19790487" w14:textId="69FACB81"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23031593"/>
      <w:r>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23031594"/>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6" w:name="_Toc123031595"/>
      <w:r>
        <w:lastRenderedPageBreak/>
        <w:t>OBSAH</w:t>
      </w:r>
      <w:r w:rsidR="00845C50">
        <w:t xml:space="preserve"> a </w:t>
      </w:r>
      <w:r>
        <w:t>PODÁVÁNÍ NABÍDEK</w:t>
      </w:r>
      <w:bookmarkEnd w:id="16"/>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w:t>
      </w:r>
      <w:r>
        <w:lastRenderedPageBreak/>
        <w:t>od svého vzniku) dosáhl alespoň minimální požadované výše celkového ročního obratu.</w:t>
      </w:r>
    </w:p>
    <w:p w14:paraId="24DAC6D3" w14:textId="6658E857"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A03419">
        <w:t>.</w:t>
      </w:r>
      <w:r>
        <w:t xml:space="preserve"> </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Pr="00A03419" w:rsidRDefault="00177A1C" w:rsidP="00177A1C">
      <w:pPr>
        <w:pStyle w:val="Odrka1-1"/>
      </w:pPr>
      <w:r>
        <w:t xml:space="preserve">Informace o tom, zda budou na staveništi působit zaměstnanci více než jednoho </w:t>
      </w:r>
      <w:r w:rsidRPr="00A03419">
        <w:t>zhotovitele ve formě formuláře obsaženého v Příloze č. 8 těchto Pokynů.</w:t>
      </w:r>
    </w:p>
    <w:p w14:paraId="2F63AD93" w14:textId="77777777" w:rsidR="00177A1C" w:rsidRPr="00A03419" w:rsidRDefault="00177A1C" w:rsidP="00177A1C">
      <w:pPr>
        <w:pStyle w:val="Odrka1-1"/>
      </w:pPr>
      <w:r w:rsidRPr="00A03419">
        <w:t>Harmonogram postupu prací zpracovaný podle požadavků zadavatele stanovených v článku 9.1 těchto Pokynů.</w:t>
      </w:r>
    </w:p>
    <w:p w14:paraId="1E06A3C4" w14:textId="28E53853" w:rsidR="00177A1C" w:rsidRPr="00A03419" w:rsidRDefault="00177A1C" w:rsidP="00177A1C">
      <w:pPr>
        <w:pStyle w:val="Odrka1-1"/>
      </w:pPr>
      <w:r w:rsidRPr="00A03419">
        <w:t xml:space="preserve">Specifikace typu zabezpečovacího zařízení, </w:t>
      </w:r>
      <w:r w:rsidR="001C7465" w:rsidRPr="00A03419">
        <w:t xml:space="preserve">sdělovacího zařízení, </w:t>
      </w:r>
      <w:r w:rsidRPr="00A03419">
        <w:t xml:space="preserve">zařízení elektrotechniky a energetiky dle č. 9.1 těchto Pokynů. </w:t>
      </w:r>
    </w:p>
    <w:p w14:paraId="7FC554FD" w14:textId="4340C81F" w:rsidR="00177A1C" w:rsidRPr="00A03419" w:rsidRDefault="00177A1C" w:rsidP="00177A1C">
      <w:pPr>
        <w:pStyle w:val="Odrka1-1"/>
      </w:pPr>
      <w:r w:rsidRPr="00A03419">
        <w:t xml:space="preserve">Specifikace způsobu plnění předmětu veřejné zakázky dle čl. 9.1 těchto Pokynů. </w:t>
      </w:r>
    </w:p>
    <w:p w14:paraId="61197F1D" w14:textId="77777777" w:rsidR="001C7465" w:rsidRPr="00A03419" w:rsidRDefault="001C7465" w:rsidP="001C7465">
      <w:pPr>
        <w:pStyle w:val="Odrka1-1"/>
      </w:pPr>
      <w:r w:rsidRPr="00A03419">
        <w:rPr>
          <w:lang w:eastAsia="cs-CZ"/>
        </w:rPr>
        <w:t xml:space="preserve">Čestné prohlášení o splnění podmínek v souvislosti se situací na Ukrajině </w:t>
      </w:r>
      <w:r w:rsidRPr="00A03419">
        <w:t>zpracované ve formě formuláře obsaženého v příloze č. 11 těchto Pokynů.</w:t>
      </w:r>
    </w:p>
    <w:p w14:paraId="505A765B" w14:textId="16C5CE96" w:rsidR="00177A1C" w:rsidRPr="00A03419" w:rsidRDefault="00177A1C" w:rsidP="00177A1C">
      <w:pPr>
        <w:pStyle w:val="Odrka1-1"/>
      </w:pPr>
      <w:r w:rsidRPr="00A03419">
        <w:t>Doklad o poskytnutí jistoty za nabídku.</w:t>
      </w:r>
    </w:p>
    <w:p w14:paraId="397B520F" w14:textId="77777777" w:rsidR="00446A64" w:rsidRDefault="00446A64" w:rsidP="00446A64">
      <w:pPr>
        <w:pStyle w:val="Odrka1-1"/>
      </w:pPr>
      <w:r w:rsidRPr="00A03419">
        <w:t>Oceněné Požadavky na výkon nebo funkci, v</w:t>
      </w:r>
      <w:r w:rsidRPr="00446A64">
        <w:t>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23031596"/>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A03419"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w:t>
      </w:r>
      <w:r w:rsidRPr="00A03419">
        <w:t xml:space="preserve">požadavkům na výkon nebo funkci (Díl 4 část 1 zadávací dokumentace). </w:t>
      </w:r>
    </w:p>
    <w:p w14:paraId="184C326E" w14:textId="3432FEB4" w:rsidR="0035531B" w:rsidRPr="00A03419" w:rsidRDefault="00A5091E" w:rsidP="00A5091E">
      <w:pPr>
        <w:pStyle w:val="Text1-1"/>
      </w:pPr>
      <w:r w:rsidRPr="00A03419">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rsidRPr="00A03419">
        <w:t>.</w:t>
      </w:r>
    </w:p>
    <w:p w14:paraId="3E375CE2" w14:textId="77777777" w:rsidR="0035531B" w:rsidRDefault="0035531B" w:rsidP="007038DC">
      <w:pPr>
        <w:pStyle w:val="Nadpis1-1"/>
      </w:pPr>
      <w:bookmarkStart w:id="18" w:name="_Toc123031597"/>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23031598"/>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23031599"/>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lastRenderedPageBreak/>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23031600"/>
      <w:r>
        <w:t>HODNOCENÍ NABÍDEK</w:t>
      </w:r>
      <w:bookmarkEnd w:id="21"/>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23031601"/>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4915500A" w:rsidR="00D60F62" w:rsidRDefault="0035531B" w:rsidP="00A03419">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A03419">
        <w:t xml:space="preserve">. </w:t>
      </w:r>
    </w:p>
    <w:p w14:paraId="28E1FF09" w14:textId="77777777" w:rsidR="0035531B" w:rsidRDefault="0035531B" w:rsidP="007038DC">
      <w:pPr>
        <w:pStyle w:val="Nadpis1-1"/>
      </w:pPr>
      <w:bookmarkStart w:id="23" w:name="_Toc123031602"/>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202A75CE" w:rsidR="001A4B1E" w:rsidRDefault="001A4B1E" w:rsidP="001A4B1E">
      <w:pPr>
        <w:pStyle w:val="Text1-1"/>
      </w:pPr>
      <w:r>
        <w:lastRenderedPageBreak/>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w:t>
      </w:r>
      <w:r w:rsidR="00ED6AFD">
        <w:t xml:space="preserve">či pojistné </w:t>
      </w:r>
      <w:r w:rsidR="00B173BF">
        <w:t xml:space="preserve">záruky) </w:t>
      </w:r>
      <w:r>
        <w:t>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w:t>
      </w:r>
      <w:r w:rsidR="00ED6AFD">
        <w:rPr>
          <w:rStyle w:val="Tun9b"/>
        </w:rPr>
        <w:t xml:space="preserve">či pojistné </w:t>
      </w:r>
      <w:r w:rsidRPr="001A4B1E">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ED6AFD">
        <w:rPr>
          <w:rStyle w:val="Tun9b"/>
        </w:rPr>
        <w:t xml:space="preserve">či pojistné </w:t>
      </w:r>
      <w:r w:rsidRPr="001A4B1E">
        <w:rPr>
          <w:b/>
        </w:rPr>
        <w:t>záruky).</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53831E52" w14:textId="5C77CA6B" w:rsidR="001A4B1E" w:rsidRDefault="001A4B1E" w:rsidP="009F15E5">
      <w:pPr>
        <w:pStyle w:val="Odrka1-1"/>
      </w:pPr>
      <w:r>
        <w:t xml:space="preserve">originálu 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4FE8AEBC" w14:textId="5171939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77777777" w:rsidR="001A4B1E" w:rsidRPr="00242072" w:rsidRDefault="001A4B1E" w:rsidP="009F15E5">
      <w:pPr>
        <w:pStyle w:val="Odrka1-1"/>
      </w:pPr>
      <w:r>
        <w:lastRenderedPageBreak/>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w:t>
      </w:r>
      <w:r w:rsidRPr="00A03419">
        <w:t xml:space="preserve">vybraný dodavatel neprokazuje splnění části kvalifikace. Z předložených dokumentů musí být patrné, že poddodavatelé uvedení v Příloze č. </w:t>
      </w:r>
      <w:r w:rsidR="00800164" w:rsidRPr="00A03419">
        <w:t>3</w:t>
      </w:r>
      <w:r w:rsidRPr="00A03419">
        <w:t xml:space="preserve"> Smlouvy o dílo souhlasí se </w:t>
      </w:r>
      <w:r w:rsidRPr="00242072">
        <w:t>svým budoucím zapojením do plnění předmětu veřejné zakázky a jsou připraveni své konkrétně specifikované plnění poskytnout;</w:t>
      </w:r>
    </w:p>
    <w:p w14:paraId="66C7AA9C" w14:textId="79ED3E64" w:rsidR="001A4B1E" w:rsidRPr="00242072" w:rsidRDefault="001A4B1E" w:rsidP="00446A64">
      <w:pPr>
        <w:pStyle w:val="Odrka1-1"/>
        <w:numPr>
          <w:ilvl w:val="0"/>
          <w:numId w:val="0"/>
        </w:numPr>
        <w:spacing w:after="0"/>
        <w:ind w:left="737"/>
      </w:pPr>
    </w:p>
    <w:p w14:paraId="4DCC49FB" w14:textId="665E857F" w:rsidR="001A4B1E" w:rsidRPr="00242072" w:rsidRDefault="001A4B1E" w:rsidP="00A03419">
      <w:pPr>
        <w:pStyle w:val="Odrka1-1"/>
      </w:pPr>
      <w:r w:rsidRPr="00242072">
        <w:t xml:space="preserve">originálu nebo ověřené kopie smlouvy uzavřené s výrobcem nebo dodavatelem zabezpečovacího zařízení, </w:t>
      </w:r>
      <w:r w:rsidR="009246F5" w:rsidRPr="00242072">
        <w:t xml:space="preserve">sdělovacího zařízení, </w:t>
      </w:r>
      <w:r w:rsidRPr="00242072">
        <w:t xml:space="preserve">zařízení elektrotechniky a energetiky </w:t>
      </w:r>
      <w:r w:rsidR="004B05DC" w:rsidRPr="00242072">
        <w:t xml:space="preserve">či jednostranného vyjádření závazku výrobce nebo dodavatele tohoto zařízení </w:t>
      </w:r>
      <w:r w:rsidRPr="00242072">
        <w:t>ve smyslu čl. 9.1 těchto Pokynů, nebude-li dodavatel současně i výrobcem nebo dodavatelem tohoto zařízení, kter</w:t>
      </w:r>
      <w:r w:rsidR="004B05DC" w:rsidRPr="00242072">
        <w:t>ými dodavatel</w:t>
      </w:r>
      <w:r w:rsidRPr="00242072">
        <w:t xml:space="preserve"> prokáže, že bude mít toto </w:t>
      </w:r>
      <w:r w:rsidR="00A8087A" w:rsidRPr="00242072">
        <w:t>zařízení</w:t>
      </w:r>
      <w:r w:rsidRPr="00242072">
        <w:t xml:space="preserve"> k jeho použití pro plnění předmětné veřejné zakázky k dispozici a že bude mít zajištěnu i jeho odbornou montáž, případně bude smlouva </w:t>
      </w:r>
      <w:r w:rsidR="004B05DC" w:rsidRPr="00242072">
        <w:t xml:space="preserve">či závazek </w:t>
      </w:r>
      <w:r w:rsidRPr="00242072">
        <w:t xml:space="preserve">obsahovat souhlas výrobce nebo dodavatele </w:t>
      </w:r>
      <w:r w:rsidR="00A8087A" w:rsidRPr="00242072">
        <w:t>zařízení</w:t>
      </w:r>
      <w:r w:rsidRPr="00242072">
        <w:t xml:space="preserve"> s tím, že je dodavatel sám schopen toto zařízení odborně sestavit a namontovat; </w:t>
      </w:r>
    </w:p>
    <w:p w14:paraId="313EF1AF" w14:textId="1DC0D70A" w:rsidR="001A4B1E" w:rsidRPr="00242072" w:rsidRDefault="001A4B1E" w:rsidP="009F15E5">
      <w:pPr>
        <w:pStyle w:val="Odrka1-1"/>
      </w:pPr>
      <w:r w:rsidRPr="00242072">
        <w:t>originálu nebo ověřené kopie</w:t>
      </w:r>
      <w:r w:rsidR="004B05DC" w:rsidRPr="00242072">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w:t>
      </w:r>
      <w:r w:rsidRPr="00242072">
        <w:t xml:space="preserv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77777777" w:rsidR="001A4B1E" w:rsidRPr="00242072" w:rsidRDefault="001A4B1E" w:rsidP="009F15E5">
      <w:pPr>
        <w:pStyle w:val="Odrka1-1"/>
      </w:pPr>
      <w:r w:rsidRPr="00242072">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68B5389C" w14:textId="680947CB" w:rsidR="00A03419" w:rsidRPr="00242072" w:rsidRDefault="001A4B1E" w:rsidP="00A03419">
      <w:pPr>
        <w:pStyle w:val="Odrka1-1"/>
      </w:pPr>
      <w:r w:rsidRPr="00242072">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2F7FE9E9" w14:textId="12B35F58" w:rsidR="00A03419" w:rsidRPr="00242072" w:rsidRDefault="00A03419" w:rsidP="00A03419">
      <w:pPr>
        <w:pStyle w:val="Odrka1-1"/>
        <w:numPr>
          <w:ilvl w:val="0"/>
          <w:numId w:val="0"/>
        </w:numPr>
        <w:tabs>
          <w:tab w:val="left" w:pos="1560"/>
        </w:tabs>
        <w:ind w:left="1134"/>
      </w:pPr>
      <w:r w:rsidRPr="00242072">
        <w:t xml:space="preserve">-    </w:t>
      </w:r>
      <w:r w:rsidRPr="00242072">
        <w:tab/>
        <w:t>elektrické sítě drah a elektrické rozvody drah,</w:t>
      </w:r>
    </w:p>
    <w:p w14:paraId="593D4F8F" w14:textId="56791C3A" w:rsidR="00A03419" w:rsidRPr="00242072" w:rsidRDefault="00A03419" w:rsidP="00A03419">
      <w:pPr>
        <w:pStyle w:val="Odrka1-1"/>
        <w:numPr>
          <w:ilvl w:val="0"/>
          <w:numId w:val="0"/>
        </w:numPr>
        <w:tabs>
          <w:tab w:val="left" w:pos="1560"/>
        </w:tabs>
        <w:ind w:left="1134"/>
      </w:pPr>
      <w:r w:rsidRPr="00242072">
        <w:t xml:space="preserve">- </w:t>
      </w:r>
      <w:r w:rsidRPr="00242072">
        <w:tab/>
        <w:t>elektrická rozvodná zařízení drah a elektrické stanice drah,</w:t>
      </w:r>
    </w:p>
    <w:p w14:paraId="2021F878" w14:textId="697D06EB" w:rsidR="00A03419" w:rsidRPr="00242072" w:rsidRDefault="00A03419" w:rsidP="00A03419">
      <w:pPr>
        <w:pStyle w:val="Odrka1-1"/>
        <w:numPr>
          <w:ilvl w:val="0"/>
          <w:numId w:val="0"/>
        </w:numPr>
        <w:tabs>
          <w:tab w:val="left" w:pos="1560"/>
        </w:tabs>
        <w:ind w:left="1560" w:hanging="426"/>
      </w:pPr>
      <w:r w:rsidRPr="00242072">
        <w:t xml:space="preserve">- </w:t>
      </w:r>
      <w:r w:rsidRPr="00242072">
        <w:tab/>
        <w:t>zabezpečovací zařízení, jehož elektrické obvody plní funkci přímého zajišťování bezpečnosti drážní dopravy,</w:t>
      </w:r>
    </w:p>
    <w:p w14:paraId="5245CD10" w14:textId="1B515676" w:rsidR="00A03419" w:rsidRPr="00242072" w:rsidRDefault="00A03419" w:rsidP="00A03419">
      <w:pPr>
        <w:pStyle w:val="Odrka1-1"/>
        <w:numPr>
          <w:ilvl w:val="0"/>
          <w:numId w:val="0"/>
        </w:numPr>
        <w:tabs>
          <w:tab w:val="left" w:pos="1560"/>
        </w:tabs>
        <w:ind w:left="1134"/>
      </w:pPr>
      <w:r w:rsidRPr="00242072">
        <w:t xml:space="preserve">- </w:t>
      </w:r>
      <w:r w:rsidRPr="00242072">
        <w:tab/>
        <w:t>náhradní zdroje elektrické energie pro provozování dráhy,</w:t>
      </w:r>
    </w:p>
    <w:p w14:paraId="5AD8C4DD" w14:textId="2DC4415E" w:rsidR="00A03419" w:rsidRPr="00242072" w:rsidRDefault="00A03419" w:rsidP="00A03419">
      <w:pPr>
        <w:pStyle w:val="Odrka1-1"/>
        <w:numPr>
          <w:ilvl w:val="0"/>
          <w:numId w:val="0"/>
        </w:numPr>
        <w:tabs>
          <w:tab w:val="left" w:pos="1560"/>
        </w:tabs>
        <w:ind w:left="1560" w:hanging="426"/>
      </w:pPr>
      <w:r w:rsidRPr="00242072">
        <w:t xml:space="preserve">- </w:t>
      </w:r>
      <w:r w:rsidRPr="00242072">
        <w:tab/>
        <w:t>silnoproudá zařízení drážní zabezpečovací, sdělovací, požární, signalizační a výpočetní  techniky.</w:t>
      </w:r>
    </w:p>
    <w:p w14:paraId="2D3260AD" w14:textId="6AE184EC" w:rsidR="001A4B1E" w:rsidRPr="00242072" w:rsidRDefault="001A4B1E" w:rsidP="00A03419">
      <w:pPr>
        <w:pStyle w:val="Odrka1-1"/>
      </w:pPr>
      <w:r w:rsidRPr="00242072">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Pr="00242072" w:rsidRDefault="00F02E62" w:rsidP="00EF6038">
      <w:pPr>
        <w:pStyle w:val="Text1-1"/>
      </w:pPr>
      <w:r w:rsidRPr="00242072">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25E1ACD3" w14:textId="77777777" w:rsidR="00F02E62" w:rsidRPr="00242072" w:rsidRDefault="00F02E62" w:rsidP="00F02E62">
      <w:pPr>
        <w:pStyle w:val="Textbezslovn"/>
      </w:pPr>
      <w:r w:rsidRPr="00242072">
        <w:t xml:space="preserve">a) ke sdělení identifikačních údajů všech osob, které jsou jeho skutečným majitelem, a </w:t>
      </w:r>
    </w:p>
    <w:p w14:paraId="5DAFF337" w14:textId="77777777" w:rsidR="00F02E62" w:rsidRPr="00242072" w:rsidRDefault="00F02E62" w:rsidP="00F02E62">
      <w:pPr>
        <w:pStyle w:val="Textbezslovn"/>
      </w:pPr>
      <w:r w:rsidRPr="00242072">
        <w:lastRenderedPageBreak/>
        <w:t xml:space="preserve">b) k předložení dokladů, z nichž vyplývá vztah všech osob podle předchozího písmene a) k dodavateli; těmito doklady jsou zejména: </w:t>
      </w:r>
    </w:p>
    <w:p w14:paraId="421279A5" w14:textId="77777777" w:rsidR="00F02E62" w:rsidRPr="00242072" w:rsidRDefault="00F02E62" w:rsidP="00F02E62">
      <w:pPr>
        <w:pStyle w:val="Odrka1-2-"/>
      </w:pPr>
      <w:r w:rsidRPr="00242072">
        <w:t xml:space="preserve">výpis ze zahraniční evidence obdobné veřejnému rejstříku, </w:t>
      </w:r>
    </w:p>
    <w:p w14:paraId="59D181A9" w14:textId="77777777" w:rsidR="00F02E62" w:rsidRPr="00242072" w:rsidRDefault="00F02E62" w:rsidP="00F02E62">
      <w:pPr>
        <w:pStyle w:val="Odrka1-2-"/>
      </w:pPr>
      <w:r w:rsidRPr="00242072">
        <w:t xml:space="preserve">seznam akcionářů, </w:t>
      </w:r>
    </w:p>
    <w:p w14:paraId="55681E9D" w14:textId="77777777" w:rsidR="00F02E62" w:rsidRPr="00242072" w:rsidRDefault="00F02E62" w:rsidP="00F02E62">
      <w:pPr>
        <w:pStyle w:val="Odrka1-2-"/>
      </w:pPr>
      <w:r w:rsidRPr="00242072">
        <w:t xml:space="preserve">rozhodnutí statutárního orgánu o vyplacení podílu na zisku, </w:t>
      </w:r>
    </w:p>
    <w:p w14:paraId="166B4E4C" w14:textId="77777777" w:rsidR="00F02E62" w:rsidRDefault="00F02E62" w:rsidP="00F02E62">
      <w:pPr>
        <w:pStyle w:val="Odrka1-2-"/>
      </w:pPr>
      <w:r w:rsidRPr="00242072">
        <w:t>společenská smlouva, zakladatelská lis</w:t>
      </w:r>
      <w:r>
        <w:t>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5567E3C5"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73A0951A" w14:textId="77777777" w:rsidR="0035531B" w:rsidRDefault="0035531B" w:rsidP="00B77C6D">
      <w:pPr>
        <w:pStyle w:val="Nadpis1-1"/>
      </w:pPr>
      <w:bookmarkStart w:id="24" w:name="_Toc123031603"/>
      <w:r>
        <w:t>OCHRANA INFORMACÍ</w:t>
      </w:r>
      <w:bookmarkEnd w:id="24"/>
    </w:p>
    <w:p w14:paraId="7284F21D"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lastRenderedPageBreak/>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23031604"/>
      <w:r>
        <w:t>ZADÁVACÍ LHŮTA</w:t>
      </w:r>
      <w:r w:rsidR="00845C50">
        <w:t xml:space="preserve"> </w:t>
      </w:r>
      <w:r w:rsidR="00092CC9">
        <w:t>A</w:t>
      </w:r>
      <w:r w:rsidR="00845C50">
        <w:t> </w:t>
      </w:r>
      <w:r>
        <w:t>JISTOTA ZA NABÍDKU</w:t>
      </w:r>
      <w:bookmarkEnd w:id="25"/>
    </w:p>
    <w:p w14:paraId="35CA9D15" w14:textId="77777777" w:rsidR="0035531B" w:rsidRPr="00242072" w:rsidRDefault="0035531B" w:rsidP="0035531B">
      <w:pPr>
        <w:pStyle w:val="Text1-1"/>
      </w:pPr>
      <w:r w:rsidRPr="00242072">
        <w:t xml:space="preserve">Lhůta, po kterou účastníci zadávacího řízení nesmí ze zadávacího řízení odstoupit, činí </w:t>
      </w:r>
      <w:r w:rsidRPr="00242072">
        <w:rPr>
          <w:b/>
        </w:rPr>
        <w:t>6 měsíců</w:t>
      </w:r>
      <w:r w:rsidRPr="00242072">
        <w:t xml:space="preserve"> od skončení lhůty pro podání nabídek. </w:t>
      </w:r>
    </w:p>
    <w:p w14:paraId="38F8F9C8" w14:textId="71161D99" w:rsidR="0035531B" w:rsidRPr="00242072" w:rsidRDefault="0035531B" w:rsidP="0035531B">
      <w:pPr>
        <w:pStyle w:val="Text1-1"/>
      </w:pPr>
      <w:r w:rsidRPr="00242072">
        <w:t>Zadavatel</w:t>
      </w:r>
      <w:r w:rsidR="00092CC9" w:rsidRPr="00242072">
        <w:t xml:space="preserve"> v </w:t>
      </w:r>
      <w:r w:rsidRPr="00242072">
        <w:t>souladu</w:t>
      </w:r>
      <w:r w:rsidR="00845C50" w:rsidRPr="00242072">
        <w:t xml:space="preserve"> s </w:t>
      </w:r>
      <w:r w:rsidRPr="00242072">
        <w:t>§ 41 ZZVZ požaduje, aby účastníci</w:t>
      </w:r>
      <w:r w:rsidR="00BC6D2B" w:rsidRPr="00242072">
        <w:t xml:space="preserve"> k </w:t>
      </w:r>
      <w:r w:rsidRPr="00242072">
        <w:t>zajištění plnění svých povinností vyplývajících</w:t>
      </w:r>
      <w:r w:rsidR="0060115D" w:rsidRPr="00242072">
        <w:t xml:space="preserve"> z </w:t>
      </w:r>
      <w:r w:rsidRPr="00242072">
        <w:t>účasti</w:t>
      </w:r>
      <w:r w:rsidR="00092CC9" w:rsidRPr="00242072">
        <w:t xml:space="preserve"> v </w:t>
      </w:r>
      <w:r w:rsidRPr="00242072">
        <w:t xml:space="preserve">zadávacím </w:t>
      </w:r>
      <w:r w:rsidR="009E0775" w:rsidRPr="00242072">
        <w:t xml:space="preserve">řízení poskytli jistotu ve výši </w:t>
      </w:r>
      <w:r w:rsidR="009E0775" w:rsidRPr="00242072">
        <w:rPr>
          <w:b/>
        </w:rPr>
        <w:t>2 400 000,-</w:t>
      </w:r>
      <w:r w:rsidRPr="00242072">
        <w:rPr>
          <w:b/>
        </w:rPr>
        <w:t xml:space="preserve"> Kč</w:t>
      </w:r>
      <w:r w:rsidRPr="00242072">
        <w:t xml:space="preserve"> (slovy: </w:t>
      </w:r>
      <w:r w:rsidR="009E0775" w:rsidRPr="00242072">
        <w:t>dvamilionyčtyřistatisíc</w:t>
      </w:r>
      <w:r w:rsidRPr="00242072">
        <w:t xml:space="preserve"> korun českých).</w:t>
      </w:r>
    </w:p>
    <w:p w14:paraId="42934E9D" w14:textId="77777777" w:rsidR="0035531B" w:rsidRPr="00242072" w:rsidRDefault="0035531B" w:rsidP="0035531B">
      <w:pPr>
        <w:pStyle w:val="Text1-1"/>
      </w:pPr>
      <w:r w:rsidRPr="00242072">
        <w:t>Jistota bude poskytnuta</w:t>
      </w:r>
      <w:r w:rsidR="00092CC9" w:rsidRPr="00242072">
        <w:t xml:space="preserve"> v </w:t>
      </w:r>
      <w:r w:rsidRPr="00242072">
        <w:t xml:space="preserve">elektronické podobě formou: </w:t>
      </w:r>
    </w:p>
    <w:p w14:paraId="283BB886" w14:textId="77777777" w:rsidR="0035531B" w:rsidRPr="00242072" w:rsidRDefault="0035531B" w:rsidP="00564DDD">
      <w:pPr>
        <w:pStyle w:val="Odrka1-1"/>
      </w:pPr>
      <w:r w:rsidRPr="00242072">
        <w:t xml:space="preserve">složení peněžní částky na účet zadavatele („peněžní jistota“), nebo </w:t>
      </w:r>
    </w:p>
    <w:p w14:paraId="1622BE34" w14:textId="77777777" w:rsidR="0035531B" w:rsidRPr="00242072" w:rsidRDefault="0035531B" w:rsidP="00564DDD">
      <w:pPr>
        <w:pStyle w:val="Odrka1-1"/>
      </w:pPr>
      <w:r w:rsidRPr="00242072">
        <w:t xml:space="preserve">bankovní záruky ve prospěch zadavatele, nebo </w:t>
      </w:r>
    </w:p>
    <w:p w14:paraId="4DE79C58" w14:textId="77777777" w:rsidR="0035531B" w:rsidRPr="00242072" w:rsidRDefault="0035531B" w:rsidP="00564DDD">
      <w:pPr>
        <w:pStyle w:val="Odrka1-1"/>
      </w:pPr>
      <w:r w:rsidRPr="00242072">
        <w:t>pojištění záruky ve prospěch zadavatele.</w:t>
      </w:r>
    </w:p>
    <w:p w14:paraId="4965B270" w14:textId="5F55FBEF" w:rsidR="0035531B" w:rsidRPr="00242072" w:rsidRDefault="0035531B" w:rsidP="0035531B">
      <w:pPr>
        <w:pStyle w:val="Text1-1"/>
      </w:pPr>
      <w:r w:rsidRPr="00242072">
        <w:t xml:space="preserve">Jistota ve formě složení peněžní částky na účet zadavatele musí být připsána na účet zadavatele ve lhůtě pro podání nabídek. Potřebné údaje pro složení peněžní jistoty na účet zadavatele jsou následující: </w:t>
      </w:r>
      <w:r w:rsidR="005629DA" w:rsidRPr="00242072">
        <w:rPr>
          <w:rFonts w:ascii="Verdana" w:hAnsi="Verdana"/>
          <w:b/>
        </w:rPr>
        <w:t xml:space="preserve">č. ú. 30007-22307011/0710 </w:t>
      </w:r>
      <w:r w:rsidR="005629DA" w:rsidRPr="00242072">
        <w:rPr>
          <w:rFonts w:ascii="Verdana" w:hAnsi="Verdana"/>
        </w:rPr>
        <w:t>Česká národní banka, Na příkopě 864/28, Praha 1</w:t>
      </w:r>
      <w:r w:rsidR="005629DA" w:rsidRPr="00242072">
        <w:t xml:space="preserve">, variabilní symbol </w:t>
      </w:r>
      <w:r w:rsidR="005629DA" w:rsidRPr="00242072">
        <w:rPr>
          <w:b/>
        </w:rPr>
        <w:t>5003520095</w:t>
      </w:r>
      <w:r w:rsidRPr="00242072">
        <w:t>. Účastník zadávacího řízení prokáže</w:t>
      </w:r>
      <w:r w:rsidR="00092CC9" w:rsidRPr="00242072">
        <w:t xml:space="preserve"> v </w:t>
      </w:r>
      <w:r w:rsidRPr="00242072">
        <w:t>nabídce poskytnutí peněžní jistoty sdělením údajů</w:t>
      </w:r>
      <w:r w:rsidR="00092CC9" w:rsidRPr="00242072">
        <w:t xml:space="preserve"> o </w:t>
      </w:r>
      <w:r w:rsidRPr="00242072">
        <w:t>provedené platbě zadavateli. Dokladem prokazujícím poskytnutí peněžní jistoty na účet zadavatele může být i výpis</w:t>
      </w:r>
      <w:r w:rsidR="0060115D" w:rsidRPr="00242072">
        <w:t xml:space="preserve"> z </w:t>
      </w:r>
      <w:r w:rsidRPr="00242072">
        <w:t>účtu účastníka</w:t>
      </w:r>
      <w:r w:rsidR="00BB4AF2" w:rsidRPr="00242072">
        <w:t xml:space="preserve"> u </w:t>
      </w:r>
      <w:r w:rsidRPr="00242072">
        <w:t>peněžního ústavu,</w:t>
      </w:r>
      <w:r w:rsidR="0060115D" w:rsidRPr="00242072">
        <w:t xml:space="preserve"> z </w:t>
      </w:r>
      <w:r w:rsidRPr="00242072">
        <w:t>něhož je patrné, že účastník převedl částku ve výši odpovídající požadované jistotě na účet zadavatele uvedený výše nebo potvrzení peněžního ústavu</w:t>
      </w:r>
      <w:r w:rsidR="00092CC9" w:rsidRPr="00242072">
        <w:t xml:space="preserve"> o </w:t>
      </w:r>
      <w:r w:rsidRPr="00242072">
        <w:t xml:space="preserve">složení částky ve výši odpovídající požadované jistotě na výše uvedený účet zadavatele. </w:t>
      </w:r>
    </w:p>
    <w:p w14:paraId="5D7B3DB0" w14:textId="70D2D66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BFA8252"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23031605"/>
      <w:r>
        <w:t>SOCIÁLNĚ A ENVIRO</w:t>
      </w:r>
      <w:r w:rsidR="00872683">
        <w:t>N</w:t>
      </w:r>
      <w:r>
        <w:t>MENTÁLNĚ ODPOVĚDNÉ ZADÁVÁNÍ, INOVACE</w:t>
      </w:r>
      <w:bookmarkEnd w:id="26"/>
    </w:p>
    <w:p w14:paraId="69C186D9" w14:textId="2F70C2C4"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3ECB405" w14:textId="77777777" w:rsidR="00B7143F" w:rsidRDefault="00B7143F" w:rsidP="00B7143F">
      <w:pPr>
        <w:pStyle w:val="Text1-1"/>
        <w:numPr>
          <w:ilvl w:val="0"/>
          <w:numId w:val="0"/>
        </w:numPr>
        <w:ind w:left="737"/>
      </w:pP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6F9C70B" w:rsidR="001B40E6" w:rsidRDefault="001B40E6" w:rsidP="001B40E6">
      <w:pPr>
        <w:pStyle w:val="Odrka1-1"/>
      </w:pPr>
      <w:r>
        <w:t>studentské e</w:t>
      </w:r>
      <w:r w:rsidR="00F602F4">
        <w:t>xkurze.</w:t>
      </w:r>
    </w:p>
    <w:p w14:paraId="5D4AFBFD" w14:textId="3C41BE5F" w:rsidR="001B40E6" w:rsidRPr="001B40E6" w:rsidRDefault="001B40E6" w:rsidP="001B40E6">
      <w:pPr>
        <w:pStyle w:val="Text1-1"/>
      </w:pPr>
      <w:r>
        <w:t xml:space="preserve">Výše uvedené prvky </w:t>
      </w:r>
      <w:r w:rsidRPr="00B7143F">
        <w:t xml:space="preserve">odpovědného zadávání a povinnosti dodavatele s nimi spojené zadavatel stanovil v ustanoveních článku </w:t>
      </w:r>
      <w:r w:rsidR="00A179DB" w:rsidRPr="00B7143F">
        <w:t>16</w:t>
      </w:r>
      <w:r w:rsidR="00872683" w:rsidRPr="00B7143F">
        <w:t xml:space="preserve"> </w:t>
      </w:r>
      <w:r w:rsidRPr="00B7143F">
        <w:t xml:space="preserve">závazného </w:t>
      </w:r>
      <w:r>
        <w:t>vzoru Smlouvy o dílo, jež tvoří díl 2, část 1 zadávací dokumentace.</w:t>
      </w:r>
    </w:p>
    <w:p w14:paraId="5B20B741" w14:textId="64E77786"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23031606"/>
      <w:r>
        <w:t xml:space="preserve">Další zadávací podmínky v návaznosti na sankce </w:t>
      </w:r>
      <w:r w:rsidRPr="00515FDB">
        <w:t>v</w:t>
      </w:r>
      <w:r>
        <w:t> souvislosti se situací na Ukrajině</w:t>
      </w:r>
      <w:bookmarkEnd w:id="27"/>
      <w:bookmarkEnd w:id="28"/>
      <w:bookmarkEnd w:id="29"/>
      <w:bookmarkEnd w:id="30"/>
      <w:bookmarkEnd w:id="31"/>
    </w:p>
    <w:p w14:paraId="5BB406B8" w14:textId="7777777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2472AB9E" w14:textId="77777777" w:rsidR="00A8087A" w:rsidRDefault="00A8087A" w:rsidP="00A8087A">
      <w:pPr>
        <w:pStyle w:val="Text1-1"/>
        <w:numPr>
          <w:ilvl w:val="0"/>
          <w:numId w:val="29"/>
        </w:numPr>
      </w:pPr>
      <w:r>
        <w:t>jakémukoli ruskému státnímu příslušníkovi, fyzické či právnické osobě nebo subjektu či orgánu se sídlem v Rusku,</w:t>
      </w:r>
    </w:p>
    <w:p w14:paraId="5E2EA004" w14:textId="77777777" w:rsidR="00A8087A" w:rsidRDefault="00A8087A" w:rsidP="00A8087A">
      <w:pPr>
        <w:pStyle w:val="Text1-1"/>
        <w:numPr>
          <w:ilvl w:val="0"/>
          <w:numId w:val="29"/>
        </w:numPr>
        <w:spacing w:before="120"/>
      </w:pPr>
      <w:r>
        <w:t>právnické osobě, subjektu nebo orgánu, které jsou z více než 50 % přímo či nepřímo vlastněny některým ze subjektů uvedených v písmeni a) tohoto odstavce, nebo</w:t>
      </w:r>
    </w:p>
    <w:p w14:paraId="3DBDAE91" w14:textId="77777777" w:rsidR="00A8087A" w:rsidRDefault="00A8087A" w:rsidP="00A8087A">
      <w:pPr>
        <w:pStyle w:val="Text1-1"/>
        <w:numPr>
          <w:ilvl w:val="0"/>
          <w:numId w:val="29"/>
        </w:numPr>
      </w:pPr>
      <w:r>
        <w:t>fyzické nebo právnické osobě, subjektu nebo orgánu, které jednají jménem nebo na pokyn některého ze subjektů uvedených v písmeni a) nebo b) tohoto odstavce,</w:t>
      </w:r>
    </w:p>
    <w:p w14:paraId="30DEC6D8" w14:textId="77777777"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6D7F21F6" w14:textId="77777777"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w:t>
      </w:r>
      <w:r w:rsidRPr="00666E83">
        <w:lastRenderedPageBreak/>
        <w:t xml:space="preserve">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4DBB4791" w:rsidR="00A8087A" w:rsidRPr="00A8087A" w:rsidRDefault="00A8087A" w:rsidP="00A8087A">
      <w:pPr>
        <w:pStyle w:val="Text1-1"/>
      </w:pPr>
      <w:r w:rsidRPr="00FA4410">
        <w:t>V případě postupu účastníka v rozporu s</w:t>
      </w:r>
      <w:r>
        <w:t xml:space="preserve"> tímto článkem </w:t>
      </w:r>
      <w:r w:rsidRPr="00FA4410">
        <w:t>bude účastník vyloučen ze zadávacího řízení</w:t>
      </w:r>
      <w:r>
        <w:t>.</w:t>
      </w:r>
    </w:p>
    <w:p w14:paraId="20B2130C" w14:textId="50AEC0A1" w:rsidR="0035531B" w:rsidRDefault="0035531B" w:rsidP="00564DDD">
      <w:pPr>
        <w:pStyle w:val="Nadpis1-1"/>
      </w:pPr>
      <w:bookmarkStart w:id="32" w:name="_Toc123031607"/>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1A8DA8F3" w14:textId="77777777" w:rsidR="00B7143F" w:rsidRDefault="00B7143F" w:rsidP="00564DDD">
      <w:pPr>
        <w:pStyle w:val="Textbezslovn"/>
        <w:spacing w:after="0"/>
      </w:pPr>
    </w:p>
    <w:p w14:paraId="336FBF83" w14:textId="6C098A50" w:rsidR="0035531B" w:rsidRDefault="0035531B" w:rsidP="00564DDD">
      <w:pPr>
        <w:pStyle w:val="Textbezslovn"/>
        <w:spacing w:after="0"/>
      </w:pPr>
      <w:r>
        <w:t xml:space="preserve">V Praze dne </w:t>
      </w:r>
    </w:p>
    <w:p w14:paraId="761CA636" w14:textId="77777777" w:rsidR="0081404D" w:rsidRDefault="0081404D" w:rsidP="00564DDD">
      <w:pPr>
        <w:pStyle w:val="Textbezslovn"/>
        <w:spacing w:after="0"/>
      </w:pPr>
    </w:p>
    <w:p w14:paraId="11B009C4" w14:textId="57FF19C3" w:rsidR="0081404D" w:rsidRDefault="0081404D" w:rsidP="00564DDD">
      <w:pPr>
        <w:pStyle w:val="Textbezslovn"/>
        <w:spacing w:after="0"/>
      </w:pPr>
    </w:p>
    <w:p w14:paraId="708C2009" w14:textId="77777777" w:rsidR="00B7143F" w:rsidRDefault="00B7143F"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15BE6766" w:rsidR="0081404D" w:rsidRDefault="0081404D">
      <w:pPr>
        <w:rPr>
          <w:rFonts w:asciiTheme="majorHAnsi" w:hAnsiTheme="majorHAnsi"/>
          <w:b/>
          <w:caps/>
          <w:sz w:val="22"/>
        </w:rPr>
      </w:pPr>
    </w:p>
    <w:p w14:paraId="44918188" w14:textId="12FB8A2F" w:rsidR="008244FE" w:rsidRDefault="008244FE">
      <w:pPr>
        <w:rPr>
          <w:rFonts w:asciiTheme="majorHAnsi" w:hAnsiTheme="majorHAnsi"/>
          <w:b/>
          <w:caps/>
          <w:sz w:val="22"/>
        </w:rPr>
      </w:pPr>
    </w:p>
    <w:p w14:paraId="56F0E5DE" w14:textId="7513D1B0" w:rsidR="006126E5" w:rsidRDefault="006126E5">
      <w:pPr>
        <w:rPr>
          <w:rFonts w:asciiTheme="majorHAnsi" w:hAnsiTheme="majorHAnsi"/>
          <w:b/>
          <w:caps/>
          <w:sz w:val="22"/>
        </w:rPr>
      </w:pPr>
    </w:p>
    <w:p w14:paraId="1460388A" w14:textId="57DF236F" w:rsidR="006126E5" w:rsidRDefault="006126E5">
      <w:pPr>
        <w:rPr>
          <w:rFonts w:asciiTheme="majorHAnsi" w:hAnsiTheme="majorHAnsi"/>
          <w:b/>
          <w:caps/>
          <w:sz w:val="22"/>
        </w:rPr>
      </w:pPr>
    </w:p>
    <w:p w14:paraId="265F49B8" w14:textId="5290BAE3" w:rsidR="006126E5" w:rsidRDefault="006126E5">
      <w:pPr>
        <w:rPr>
          <w:rFonts w:asciiTheme="majorHAnsi" w:hAnsiTheme="majorHAnsi"/>
          <w:b/>
          <w:caps/>
          <w:sz w:val="22"/>
        </w:rPr>
      </w:pPr>
    </w:p>
    <w:p w14:paraId="155E7421" w14:textId="0A1CDBB2" w:rsidR="006126E5" w:rsidRDefault="006126E5">
      <w:pPr>
        <w:rPr>
          <w:rFonts w:asciiTheme="majorHAnsi" w:hAnsiTheme="majorHAnsi"/>
          <w:b/>
          <w:caps/>
          <w:sz w:val="22"/>
        </w:rPr>
      </w:pPr>
    </w:p>
    <w:p w14:paraId="1024EDFB" w14:textId="77777777" w:rsidR="006126E5" w:rsidRDefault="006126E5">
      <w:pPr>
        <w:rPr>
          <w:rFonts w:asciiTheme="majorHAnsi" w:hAnsiTheme="majorHAnsi"/>
          <w:b/>
          <w:caps/>
          <w:sz w:val="22"/>
        </w:rPr>
      </w:pPr>
    </w:p>
    <w:p w14:paraId="3DCB5E7F" w14:textId="14C8BAE5" w:rsidR="0035531B" w:rsidRDefault="0098403D" w:rsidP="00FE4333">
      <w:pPr>
        <w:pStyle w:val="Nadpisbezsl1-1"/>
      </w:pPr>
      <w:r>
        <w:lastRenderedPageBreak/>
        <w:t>P</w:t>
      </w:r>
      <w:r w:rsidR="0035531B" w:rsidRPr="00FE4333">
        <w:t>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EC4270"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 xml:space="preserve">5 </w:t>
            </w:r>
            <w:r w:rsidRPr="00EC4270">
              <w:rPr>
                <w:b/>
              </w:rPr>
              <w:t>Pokynů</w:t>
            </w:r>
            <w:r w:rsidR="00F265BD" w:rsidRPr="00EC4270">
              <w:rPr>
                <w:b/>
              </w:rPr>
              <w:t>, kter</w:t>
            </w:r>
            <w:r w:rsidRPr="00EC4270">
              <w:rPr>
                <w:b/>
              </w:rPr>
              <w:t>é</w:t>
            </w:r>
            <w:r w:rsidR="00F265BD" w:rsidRPr="00EC4270">
              <w:rPr>
                <w:b/>
              </w:rPr>
              <w:t xml:space="preserve"> dodavatel poskytl** za poslední</w:t>
            </w:r>
            <w:r w:rsidRPr="00EC4270">
              <w:rPr>
                <w:b/>
              </w:rPr>
              <w:t>ch</w:t>
            </w:r>
            <w:r w:rsidR="00F265BD" w:rsidRPr="00EC4270">
              <w:rPr>
                <w:b/>
              </w:rPr>
              <w:t xml:space="preserve"> </w:t>
            </w:r>
            <w:r w:rsidRPr="00EC4270">
              <w:rPr>
                <w:b/>
              </w:rPr>
              <w:t>5</w:t>
            </w:r>
            <w:r w:rsidR="00F265BD" w:rsidRPr="00EC4270">
              <w:rPr>
                <w:b/>
              </w:rPr>
              <w:t xml:space="preserve"> </w:t>
            </w:r>
            <w:r w:rsidRPr="00EC4270">
              <w:rPr>
                <w:b/>
              </w:rPr>
              <w:t>let</w:t>
            </w:r>
            <w:r w:rsidR="00F265BD" w:rsidRPr="00EC4270">
              <w:rPr>
                <w:b/>
              </w:rPr>
              <w:t xml:space="preserve"> v Kč*** 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C4270">
              <w:rPr>
                <w:b/>
              </w:rPr>
              <w:t>(cena bez autorského</w:t>
            </w:r>
            <w:r>
              <w:rPr>
                <w:b/>
              </w:rPr>
              <w:t xml:space="preserve">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EC4270">
              <w:rPr>
                <w:b/>
              </w:rPr>
              <w:t>stavebních prací</w:t>
            </w:r>
            <w:r w:rsidRPr="00EC4270">
              <w:rPr>
                <w:b/>
              </w:rPr>
              <w:t xml:space="preserve"> požadovaných v čl. 8.5 Pokynů</w:t>
            </w:r>
            <w:r w:rsidR="00102765" w:rsidRPr="00EC4270">
              <w:rPr>
                <w:b/>
              </w:rPr>
              <w:t>, které 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0FBB45F" w:rsidR="0035531B" w:rsidRPr="00446A64" w:rsidRDefault="0035531B" w:rsidP="00102765">
      <w:pPr>
        <w:pStyle w:val="Odstavec1-1a"/>
      </w:pPr>
      <w:r w:rsidRPr="00452F69">
        <w:rPr>
          <w:b/>
        </w:rPr>
        <w:t>Zkušenosti</w:t>
      </w:r>
      <w:r w:rsidR="00845C50">
        <w:t xml:space="preserve"> s </w:t>
      </w:r>
      <w:r>
        <w:t>řízením realizace</w:t>
      </w:r>
      <w:r w:rsidR="00395562">
        <w:t xml:space="preserve">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4A99ED92" w:rsidR="00A8087A" w:rsidRPr="00242072" w:rsidRDefault="00A8087A" w:rsidP="00A8087A">
      <w:pPr>
        <w:spacing w:line="240" w:lineRule="auto"/>
        <w:jc w:val="both"/>
        <w:rPr>
          <w:rFonts w:eastAsia="Times New Roman" w:cs="Times New Roman"/>
          <w:lang w:eastAsia="cs-CZ"/>
        </w:rPr>
      </w:pPr>
      <w:r w:rsidRPr="00242072">
        <w:rPr>
          <w:rFonts w:eastAsia="Times New Roman" w:cs="Times New Roman"/>
          <w:lang w:eastAsia="cs-CZ"/>
        </w:rPr>
        <w:t>který podává nabídku do nadlimitní veřejné zakázky s</w:t>
      </w:r>
      <w:r w:rsidR="00EC4270" w:rsidRPr="00242072">
        <w:rPr>
          <w:rFonts w:eastAsia="Times New Roman" w:cs="Times New Roman"/>
          <w:lang w:eastAsia="cs-CZ"/>
        </w:rPr>
        <w:t> </w:t>
      </w:r>
      <w:r w:rsidRPr="00242072">
        <w:rPr>
          <w:rFonts w:eastAsia="Times New Roman" w:cs="Times New Roman"/>
          <w:lang w:eastAsia="cs-CZ"/>
        </w:rPr>
        <w:t>názvem</w:t>
      </w:r>
      <w:r w:rsidR="00EC4270" w:rsidRPr="00242072">
        <w:rPr>
          <w:rFonts w:eastAsia="Times New Roman" w:cs="Times New Roman"/>
          <w:lang w:eastAsia="cs-CZ"/>
        </w:rPr>
        <w:t xml:space="preserve"> </w:t>
      </w:r>
      <w:r w:rsidR="00EC4270" w:rsidRPr="00242072">
        <w:rPr>
          <w:rFonts w:eastAsia="Times New Roman" w:cs="Times New Roman"/>
          <w:b/>
          <w:lang w:eastAsia="cs-CZ"/>
        </w:rPr>
        <w:t>„ETCS Pardubice (mimo) – Hradec Králové (mimo)“</w:t>
      </w:r>
      <w:r w:rsidRPr="00242072">
        <w:rPr>
          <w:rFonts w:eastAsia="Times New Roman" w:cs="Times New Roman"/>
          <w:lang w:eastAsia="cs-CZ"/>
        </w:rPr>
        <w:t>, (dále jen „</w:t>
      </w:r>
      <w:r w:rsidRPr="00242072">
        <w:rPr>
          <w:rFonts w:eastAsia="Times New Roman" w:cs="Times New Roman"/>
          <w:b/>
          <w:i/>
          <w:lang w:eastAsia="cs-CZ"/>
        </w:rPr>
        <w:t>Veřejná zakázka</w:t>
      </w:r>
      <w:r w:rsidRPr="00242072">
        <w:rPr>
          <w:rFonts w:eastAsia="Times New Roman" w:cs="Times New Roman"/>
          <w:lang w:eastAsia="cs-CZ"/>
        </w:rPr>
        <w:t xml:space="preserve">“ a </w:t>
      </w:r>
      <w:r w:rsidRPr="00242072">
        <w:rPr>
          <w:rFonts w:eastAsia="Times New Roman" w:cs="Times New Roman"/>
          <w:b/>
          <w:i/>
          <w:lang w:eastAsia="cs-CZ"/>
        </w:rPr>
        <w:t>„Zadávací řízení“</w:t>
      </w:r>
      <w:r w:rsidRPr="00242072">
        <w:rPr>
          <w:rFonts w:eastAsia="Times New Roman" w:cs="Times New Roman"/>
          <w:lang w:eastAsia="cs-CZ"/>
        </w:rPr>
        <w:t>), tímto čestně prohlašuje, že:</w:t>
      </w:r>
    </w:p>
    <w:p w14:paraId="16B51463" w14:textId="77777777" w:rsidR="00A8087A" w:rsidRDefault="00A8087A" w:rsidP="00A8087A">
      <w:pPr>
        <w:pStyle w:val="Odstavecseseznamem"/>
        <w:numPr>
          <w:ilvl w:val="0"/>
          <w:numId w:val="30"/>
        </w:numPr>
        <w:spacing w:line="240" w:lineRule="auto"/>
        <w:jc w:val="both"/>
        <w:rPr>
          <w:rFonts w:eastAsia="Calibri" w:cs="Times New Roman"/>
        </w:rPr>
      </w:pPr>
      <w:r w:rsidRPr="00242072">
        <w:rPr>
          <w:rFonts w:eastAsia="Times New Roman" w:cs="Times New Roman"/>
          <w:lang w:eastAsia="cs-CZ"/>
        </w:rPr>
        <w:t xml:space="preserve">on sám jakožto dodavatel, případně dodavatelé v jeho rámci sdružení za účelem účasti v Zadávacím řízení, ani </w:t>
      </w:r>
      <w:r w:rsidRPr="00242072">
        <w:t>žádný z jeho poddodavatelů nebo jiných osob, jejichž způsobilost je využívána ve smyslu evropských směrnic o zadávání veřejných zakázek,</w:t>
      </w:r>
      <w:r w:rsidRPr="00242072">
        <w:rPr>
          <w:rFonts w:eastAsia="Calibri" w:cs="Times New Roman"/>
        </w:rPr>
        <w:t xml:space="preserve"> </w:t>
      </w:r>
      <w:r w:rsidRPr="00242072">
        <w:rPr>
          <w:rFonts w:eastAsia="Calibri" w:cs="Times New Roman"/>
          <w:b/>
        </w:rPr>
        <w:t>nejsou</w:t>
      </w:r>
      <w:r w:rsidRPr="00242072">
        <w:rPr>
          <w:rFonts w:eastAsia="Calibri" w:cs="Times New Roman"/>
        </w:rPr>
        <w:t xml:space="preserve"> osobami </w:t>
      </w:r>
      <w:r w:rsidRPr="00242072">
        <w:t>dle článku 5k nařízení Rady (EU) č. 833/2014 ze dne 31. července 2014 o omezujících opatřeních vzhledem k činnostem Ruska destabilizujícím situaci na Ukrajině, ve znění pozdějších předpisů</w:t>
      </w:r>
      <w:r w:rsidRPr="00242072">
        <w:rPr>
          <w:rFonts w:eastAsia="Calibri" w:cs="Times New Roman"/>
        </w:rPr>
        <w:t xml:space="preserve">, jimž </w:t>
      </w:r>
      <w:r w:rsidRPr="00242072">
        <w:t xml:space="preserve">se zakazuje zadat nebo dále plnit jakoukoli veřejnou zakázku nebo koncesní smlouvu spadající do oblasti působnosti směrnic o zadávání </w:t>
      </w:r>
      <w:r w:rsidRPr="00EB54C9">
        <w:t>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3"/>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E646D" w14:textId="77777777" w:rsidR="009903E7" w:rsidRDefault="009903E7" w:rsidP="00962258">
      <w:pPr>
        <w:spacing w:after="0" w:line="240" w:lineRule="auto"/>
      </w:pPr>
      <w:r>
        <w:separator/>
      </w:r>
    </w:p>
  </w:endnote>
  <w:endnote w:type="continuationSeparator" w:id="0">
    <w:p w14:paraId="05288871" w14:textId="77777777" w:rsidR="009903E7" w:rsidRDefault="009903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48BE" w14:paraId="60EC2784" w14:textId="77777777" w:rsidTr="00EB46E5">
      <w:tc>
        <w:tcPr>
          <w:tcW w:w="1361" w:type="dxa"/>
          <w:tcMar>
            <w:left w:w="0" w:type="dxa"/>
            <w:right w:w="0" w:type="dxa"/>
          </w:tcMar>
          <w:vAlign w:val="bottom"/>
        </w:tcPr>
        <w:p w14:paraId="7FD653E1" w14:textId="28656ABA" w:rsidR="001A48BE" w:rsidRPr="00B8518B" w:rsidRDefault="001A48B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6B1">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36B1">
            <w:rPr>
              <w:rStyle w:val="slostrnky"/>
              <w:noProof/>
            </w:rPr>
            <w:t>48</w:t>
          </w:r>
          <w:r w:rsidRPr="00B8518B">
            <w:rPr>
              <w:rStyle w:val="slostrnky"/>
            </w:rPr>
            <w:fldChar w:fldCharType="end"/>
          </w:r>
        </w:p>
      </w:tc>
      <w:tc>
        <w:tcPr>
          <w:tcW w:w="284" w:type="dxa"/>
          <w:shd w:val="clear" w:color="auto" w:fill="auto"/>
          <w:tcMar>
            <w:left w:w="0" w:type="dxa"/>
            <w:right w:w="0" w:type="dxa"/>
          </w:tcMar>
        </w:tcPr>
        <w:p w14:paraId="5C5CD007" w14:textId="77777777" w:rsidR="001A48BE" w:rsidRDefault="001A48BE" w:rsidP="00B8518B">
          <w:pPr>
            <w:pStyle w:val="Zpat"/>
          </w:pPr>
        </w:p>
      </w:tc>
      <w:tc>
        <w:tcPr>
          <w:tcW w:w="425" w:type="dxa"/>
          <w:shd w:val="clear" w:color="auto" w:fill="auto"/>
          <w:tcMar>
            <w:left w:w="0" w:type="dxa"/>
            <w:right w:w="0" w:type="dxa"/>
          </w:tcMar>
        </w:tcPr>
        <w:p w14:paraId="6FA58EF5" w14:textId="77777777" w:rsidR="001A48BE" w:rsidRDefault="001A48BE" w:rsidP="00B8518B">
          <w:pPr>
            <w:pStyle w:val="Zpat"/>
          </w:pPr>
        </w:p>
      </w:tc>
      <w:tc>
        <w:tcPr>
          <w:tcW w:w="8505" w:type="dxa"/>
        </w:tcPr>
        <w:p w14:paraId="3D6A34DB" w14:textId="69EA1129" w:rsidR="001A48BE" w:rsidRPr="009C5CDF" w:rsidRDefault="001A48BE" w:rsidP="00EB46E5">
          <w:pPr>
            <w:pStyle w:val="Zpat0"/>
          </w:pPr>
          <w:r w:rsidRPr="009C5CDF">
            <w:t>„ETCS Pardubice (mimo) – Hradec Králové (mimo)“</w:t>
          </w:r>
        </w:p>
        <w:p w14:paraId="2E7A861C" w14:textId="77777777" w:rsidR="001A48BE" w:rsidRDefault="001A48BE"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1A48BE" w:rsidRDefault="001A48BE"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1A48BE" w:rsidRPr="00B8518B" w:rsidRDefault="001A48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162F" w14:textId="77777777" w:rsidR="001A48BE" w:rsidRPr="00B8518B" w:rsidRDefault="001A48BE" w:rsidP="00460660">
    <w:pPr>
      <w:pStyle w:val="Zpat"/>
      <w:rPr>
        <w:sz w:val="2"/>
        <w:szCs w:val="2"/>
      </w:rPr>
    </w:pPr>
  </w:p>
  <w:p w14:paraId="1DBEF0ED" w14:textId="77777777" w:rsidR="001A48BE" w:rsidRPr="00460660" w:rsidRDefault="001A48B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2B6F1" w14:textId="77777777" w:rsidR="009903E7" w:rsidRDefault="009903E7" w:rsidP="00962258">
      <w:pPr>
        <w:spacing w:after="0" w:line="240" w:lineRule="auto"/>
      </w:pPr>
      <w:r>
        <w:separator/>
      </w:r>
    </w:p>
  </w:footnote>
  <w:footnote w:type="continuationSeparator" w:id="0">
    <w:p w14:paraId="4D0AA51A" w14:textId="77777777" w:rsidR="009903E7" w:rsidRDefault="009903E7" w:rsidP="00962258">
      <w:pPr>
        <w:spacing w:after="0" w:line="240" w:lineRule="auto"/>
      </w:pPr>
      <w:r>
        <w:continuationSeparator/>
      </w:r>
    </w:p>
  </w:footnote>
  <w:footnote w:id="1">
    <w:p w14:paraId="1D76BF4B" w14:textId="77777777" w:rsidR="001A48BE" w:rsidRDefault="001A48BE">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1A48BE" w:rsidRDefault="001A48BE"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1A48BE" w:rsidRDefault="001A48BE"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1A48BE" w:rsidRPr="00EB54C9" w:rsidRDefault="001A48BE"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1A48BE" w:rsidRDefault="001A48B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1A48BE" w:rsidRDefault="001A48B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1A48BE" w:rsidRDefault="001A48B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1A48BE" w:rsidRDefault="001A48B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1A48BE" w:rsidRDefault="001A48B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1A48BE" w:rsidRDefault="001A48B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1A48BE" w:rsidRDefault="001A48BE">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1A48BE" w:rsidRDefault="001A48BE">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1A48BE" w:rsidRDefault="001A48BE"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3">
    <w:p w14:paraId="2705C003" w14:textId="77777777" w:rsidR="001A48BE" w:rsidRPr="00545EB9" w:rsidRDefault="001A48BE"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A3EAD7" w14:textId="77777777" w:rsidR="001A48BE" w:rsidRPr="00545EB9" w:rsidRDefault="001A48BE" w:rsidP="00A8087A">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574F2FB" w14:textId="77777777" w:rsidR="001A48BE" w:rsidRPr="00545EB9" w:rsidRDefault="001A48BE" w:rsidP="00A8087A">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29A357D" w14:textId="77777777" w:rsidR="001A48BE" w:rsidRPr="00545EB9" w:rsidRDefault="001A48BE" w:rsidP="00A8087A">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102DFFE" w14:textId="77777777" w:rsidR="001A48BE" w:rsidRPr="00545EB9" w:rsidRDefault="001A48BE" w:rsidP="00A8087A">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4">
    <w:p w14:paraId="0657D630" w14:textId="77777777" w:rsidR="001A48BE" w:rsidRPr="00545EB9" w:rsidRDefault="001A48BE"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72C0AAC7" w14:textId="77777777" w:rsidR="001A48BE" w:rsidRPr="00EB54C9" w:rsidRDefault="001A48BE"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8BE" w14:paraId="5BA89A77" w14:textId="77777777" w:rsidTr="00C02D0A">
      <w:trPr>
        <w:trHeight w:hRule="exact" w:val="454"/>
      </w:trPr>
      <w:tc>
        <w:tcPr>
          <w:tcW w:w="1361" w:type="dxa"/>
          <w:tcMar>
            <w:top w:w="57" w:type="dxa"/>
            <w:left w:w="0" w:type="dxa"/>
            <w:right w:w="0" w:type="dxa"/>
          </w:tcMar>
        </w:tcPr>
        <w:p w14:paraId="3A2CF390" w14:textId="77777777" w:rsidR="001A48BE" w:rsidRPr="00B8518B" w:rsidRDefault="001A48BE" w:rsidP="00523EA7">
          <w:pPr>
            <w:pStyle w:val="Zpat"/>
            <w:rPr>
              <w:rStyle w:val="slostrnky"/>
            </w:rPr>
          </w:pPr>
        </w:p>
      </w:tc>
      <w:tc>
        <w:tcPr>
          <w:tcW w:w="3458" w:type="dxa"/>
          <w:shd w:val="clear" w:color="auto" w:fill="auto"/>
          <w:tcMar>
            <w:top w:w="57" w:type="dxa"/>
            <w:left w:w="0" w:type="dxa"/>
            <w:right w:w="0" w:type="dxa"/>
          </w:tcMar>
        </w:tcPr>
        <w:p w14:paraId="6988B899" w14:textId="77777777" w:rsidR="001A48BE" w:rsidRDefault="001A48BE" w:rsidP="00523EA7">
          <w:pPr>
            <w:pStyle w:val="Zpat"/>
          </w:pPr>
        </w:p>
      </w:tc>
      <w:tc>
        <w:tcPr>
          <w:tcW w:w="5698" w:type="dxa"/>
          <w:shd w:val="clear" w:color="auto" w:fill="auto"/>
          <w:tcMar>
            <w:top w:w="57" w:type="dxa"/>
            <w:left w:w="0" w:type="dxa"/>
            <w:right w:w="0" w:type="dxa"/>
          </w:tcMar>
        </w:tcPr>
        <w:p w14:paraId="3D1EA4E4" w14:textId="77777777" w:rsidR="001A48BE" w:rsidRPr="00D6163D" w:rsidRDefault="001A48BE" w:rsidP="00D6163D">
          <w:pPr>
            <w:pStyle w:val="Druhdokumentu"/>
          </w:pPr>
        </w:p>
      </w:tc>
    </w:tr>
  </w:tbl>
  <w:p w14:paraId="6E3AA6B0" w14:textId="77777777" w:rsidR="001A48BE" w:rsidRPr="00D6163D" w:rsidRDefault="001A48B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48BE" w14:paraId="7993B4A4" w14:textId="77777777" w:rsidTr="00B22106">
      <w:trPr>
        <w:trHeight w:hRule="exact" w:val="936"/>
      </w:trPr>
      <w:tc>
        <w:tcPr>
          <w:tcW w:w="1361" w:type="dxa"/>
          <w:tcMar>
            <w:left w:w="0" w:type="dxa"/>
            <w:right w:w="0" w:type="dxa"/>
          </w:tcMar>
        </w:tcPr>
        <w:p w14:paraId="31ED3609" w14:textId="77777777" w:rsidR="001A48BE" w:rsidRPr="00B8518B" w:rsidRDefault="001A48BE" w:rsidP="00FC6389">
          <w:pPr>
            <w:pStyle w:val="Zpat"/>
            <w:rPr>
              <w:rStyle w:val="slostrnky"/>
            </w:rPr>
          </w:pPr>
        </w:p>
      </w:tc>
      <w:tc>
        <w:tcPr>
          <w:tcW w:w="3458" w:type="dxa"/>
          <w:shd w:val="clear" w:color="auto" w:fill="auto"/>
          <w:tcMar>
            <w:left w:w="0" w:type="dxa"/>
            <w:right w:w="0" w:type="dxa"/>
          </w:tcMar>
        </w:tcPr>
        <w:p w14:paraId="743ED60D" w14:textId="77777777" w:rsidR="001A48BE" w:rsidRDefault="001A48BE" w:rsidP="00FC6389">
          <w:pPr>
            <w:pStyle w:val="Zpat"/>
          </w:pPr>
        </w:p>
      </w:tc>
      <w:tc>
        <w:tcPr>
          <w:tcW w:w="5756" w:type="dxa"/>
          <w:shd w:val="clear" w:color="auto" w:fill="auto"/>
          <w:tcMar>
            <w:left w:w="0" w:type="dxa"/>
            <w:right w:w="0" w:type="dxa"/>
          </w:tcMar>
        </w:tcPr>
        <w:p w14:paraId="29A6A84F" w14:textId="77777777" w:rsidR="001A48BE" w:rsidRPr="00D6163D" w:rsidRDefault="001A48BE" w:rsidP="00FC6389">
          <w:pPr>
            <w:pStyle w:val="Druhdokumentu"/>
          </w:pPr>
        </w:p>
      </w:tc>
    </w:tr>
    <w:tr w:rsidR="001A48BE" w14:paraId="1B4E91F5" w14:textId="77777777" w:rsidTr="00B22106">
      <w:trPr>
        <w:trHeight w:hRule="exact" w:val="936"/>
      </w:trPr>
      <w:tc>
        <w:tcPr>
          <w:tcW w:w="1361" w:type="dxa"/>
          <w:tcMar>
            <w:left w:w="0" w:type="dxa"/>
            <w:right w:w="0" w:type="dxa"/>
          </w:tcMar>
        </w:tcPr>
        <w:p w14:paraId="3285DE88" w14:textId="77777777" w:rsidR="001A48BE" w:rsidRPr="00B8518B" w:rsidRDefault="001A48BE" w:rsidP="00FC6389">
          <w:pPr>
            <w:pStyle w:val="Zpat"/>
            <w:rPr>
              <w:rStyle w:val="slostrnky"/>
            </w:rPr>
          </w:pPr>
        </w:p>
      </w:tc>
      <w:tc>
        <w:tcPr>
          <w:tcW w:w="3458" w:type="dxa"/>
          <w:shd w:val="clear" w:color="auto" w:fill="auto"/>
          <w:tcMar>
            <w:left w:w="0" w:type="dxa"/>
            <w:right w:w="0" w:type="dxa"/>
          </w:tcMar>
        </w:tcPr>
        <w:p w14:paraId="54B6D10F" w14:textId="77777777" w:rsidR="001A48BE" w:rsidRDefault="001A48BE" w:rsidP="00FC6389">
          <w:pPr>
            <w:pStyle w:val="Zpat"/>
          </w:pPr>
        </w:p>
      </w:tc>
      <w:tc>
        <w:tcPr>
          <w:tcW w:w="5756" w:type="dxa"/>
          <w:shd w:val="clear" w:color="auto" w:fill="auto"/>
          <w:tcMar>
            <w:left w:w="0" w:type="dxa"/>
            <w:right w:w="0" w:type="dxa"/>
          </w:tcMar>
        </w:tcPr>
        <w:p w14:paraId="047F1B7F" w14:textId="77777777" w:rsidR="001A48BE" w:rsidRPr="00D6163D" w:rsidRDefault="001A48BE" w:rsidP="00FC6389">
          <w:pPr>
            <w:pStyle w:val="Druhdokumentu"/>
          </w:pPr>
        </w:p>
      </w:tc>
    </w:tr>
  </w:tbl>
  <w:p w14:paraId="30422E09" w14:textId="77777777" w:rsidR="001A48BE" w:rsidRPr="00D6163D" w:rsidRDefault="001A48BE"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1A48BE" w:rsidRPr="00460660" w:rsidRDefault="001A48B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8"/>
  </w:num>
  <w:num w:numId="7">
    <w:abstractNumId w:val="12"/>
  </w:num>
  <w:num w:numId="8">
    <w:abstractNumId w:val="9"/>
  </w:num>
  <w:num w:numId="9">
    <w:abstractNumId w:val="17"/>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1"/>
  </w:num>
  <w:num w:numId="18">
    <w:abstractNumId w:val="15"/>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
  </w:num>
  <w:num w:numId="25">
    <w:abstractNumId w:val="1"/>
  </w:num>
  <w:num w:numId="26">
    <w:abstractNumId w:val="1"/>
  </w:num>
  <w:num w:numId="27">
    <w:abstractNumId w:val="1"/>
  </w:num>
  <w:num w:numId="28">
    <w:abstractNumId w:val="9"/>
  </w:num>
  <w:num w:numId="29">
    <w:abstractNumId w:val="16"/>
  </w:num>
  <w:num w:numId="30">
    <w:abstractNumId w:val="7"/>
  </w:num>
  <w:num w:numId="31">
    <w:abstractNumId w:val="9"/>
  </w:num>
  <w:num w:numId="32">
    <w:abstractNumId w:val="9"/>
  </w:num>
  <w:num w:numId="33">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1098"/>
    <w:rsid w:val="00002451"/>
    <w:rsid w:val="00005E73"/>
    <w:rsid w:val="00015867"/>
    <w:rsid w:val="000174E8"/>
    <w:rsid w:val="00017F3C"/>
    <w:rsid w:val="00020C61"/>
    <w:rsid w:val="00020E8A"/>
    <w:rsid w:val="0002609D"/>
    <w:rsid w:val="000338E9"/>
    <w:rsid w:val="00041EC8"/>
    <w:rsid w:val="00044AE0"/>
    <w:rsid w:val="00045D7F"/>
    <w:rsid w:val="00047A50"/>
    <w:rsid w:val="0006499F"/>
    <w:rsid w:val="0006588D"/>
    <w:rsid w:val="00067A5E"/>
    <w:rsid w:val="00067EE3"/>
    <w:rsid w:val="000719BB"/>
    <w:rsid w:val="00072A65"/>
    <w:rsid w:val="00072C1E"/>
    <w:rsid w:val="0008382E"/>
    <w:rsid w:val="000839DD"/>
    <w:rsid w:val="00091D94"/>
    <w:rsid w:val="00092190"/>
    <w:rsid w:val="00092CC9"/>
    <w:rsid w:val="000A7769"/>
    <w:rsid w:val="000B2FB3"/>
    <w:rsid w:val="000B4EB8"/>
    <w:rsid w:val="000B7140"/>
    <w:rsid w:val="000C41F2"/>
    <w:rsid w:val="000C6E66"/>
    <w:rsid w:val="000D0B24"/>
    <w:rsid w:val="000D20BC"/>
    <w:rsid w:val="000D22C4"/>
    <w:rsid w:val="000D27D1"/>
    <w:rsid w:val="000D5E72"/>
    <w:rsid w:val="000E025C"/>
    <w:rsid w:val="000E1A7F"/>
    <w:rsid w:val="000E4762"/>
    <w:rsid w:val="000E6F70"/>
    <w:rsid w:val="00102765"/>
    <w:rsid w:val="00106A0E"/>
    <w:rsid w:val="00112864"/>
    <w:rsid w:val="00114472"/>
    <w:rsid w:val="00114988"/>
    <w:rsid w:val="00115069"/>
    <w:rsid w:val="001150F2"/>
    <w:rsid w:val="001214E7"/>
    <w:rsid w:val="001379B6"/>
    <w:rsid w:val="00137DD7"/>
    <w:rsid w:val="00146BCB"/>
    <w:rsid w:val="0015053E"/>
    <w:rsid w:val="00162597"/>
    <w:rsid w:val="001656A2"/>
    <w:rsid w:val="00170EC5"/>
    <w:rsid w:val="001744C2"/>
    <w:rsid w:val="001747C1"/>
    <w:rsid w:val="00177A1C"/>
    <w:rsid w:val="00177D6B"/>
    <w:rsid w:val="00180482"/>
    <w:rsid w:val="001827B5"/>
    <w:rsid w:val="00187039"/>
    <w:rsid w:val="00191F90"/>
    <w:rsid w:val="00193D8F"/>
    <w:rsid w:val="001950C2"/>
    <w:rsid w:val="00195371"/>
    <w:rsid w:val="001A0DE1"/>
    <w:rsid w:val="001A48BE"/>
    <w:rsid w:val="001A4B1E"/>
    <w:rsid w:val="001B23A1"/>
    <w:rsid w:val="001B40E6"/>
    <w:rsid w:val="001B4E74"/>
    <w:rsid w:val="001C645F"/>
    <w:rsid w:val="001C7465"/>
    <w:rsid w:val="001E651D"/>
    <w:rsid w:val="001E678E"/>
    <w:rsid w:val="001F0289"/>
    <w:rsid w:val="002046E9"/>
    <w:rsid w:val="00204EC4"/>
    <w:rsid w:val="002071BB"/>
    <w:rsid w:val="00207DF5"/>
    <w:rsid w:val="002107BB"/>
    <w:rsid w:val="00216349"/>
    <w:rsid w:val="00231375"/>
    <w:rsid w:val="00233A53"/>
    <w:rsid w:val="00240B81"/>
    <w:rsid w:val="00242072"/>
    <w:rsid w:val="00247D01"/>
    <w:rsid w:val="0025030F"/>
    <w:rsid w:val="00254BF2"/>
    <w:rsid w:val="00261A5B"/>
    <w:rsid w:val="00262E5B"/>
    <w:rsid w:val="0026385B"/>
    <w:rsid w:val="00264132"/>
    <w:rsid w:val="00276AFE"/>
    <w:rsid w:val="00281589"/>
    <w:rsid w:val="00284B3B"/>
    <w:rsid w:val="00290B63"/>
    <w:rsid w:val="0029185E"/>
    <w:rsid w:val="002924B8"/>
    <w:rsid w:val="00293ECC"/>
    <w:rsid w:val="002966EC"/>
    <w:rsid w:val="002A3B57"/>
    <w:rsid w:val="002A74BD"/>
    <w:rsid w:val="002B0D62"/>
    <w:rsid w:val="002B3118"/>
    <w:rsid w:val="002B314E"/>
    <w:rsid w:val="002B62F8"/>
    <w:rsid w:val="002B66F2"/>
    <w:rsid w:val="002C00BE"/>
    <w:rsid w:val="002C04EE"/>
    <w:rsid w:val="002C31BF"/>
    <w:rsid w:val="002C4A18"/>
    <w:rsid w:val="002D1B0C"/>
    <w:rsid w:val="002D478A"/>
    <w:rsid w:val="002D6B5B"/>
    <w:rsid w:val="002D7FD6"/>
    <w:rsid w:val="002E0CD7"/>
    <w:rsid w:val="002E0CFB"/>
    <w:rsid w:val="002E5C7B"/>
    <w:rsid w:val="002F3208"/>
    <w:rsid w:val="002F4333"/>
    <w:rsid w:val="00307641"/>
    <w:rsid w:val="0031098B"/>
    <w:rsid w:val="00311F11"/>
    <w:rsid w:val="003148CD"/>
    <w:rsid w:val="00316257"/>
    <w:rsid w:val="0031783A"/>
    <w:rsid w:val="00327EEF"/>
    <w:rsid w:val="003303BF"/>
    <w:rsid w:val="0033239F"/>
    <w:rsid w:val="00333C1C"/>
    <w:rsid w:val="0034274B"/>
    <w:rsid w:val="0034719F"/>
    <w:rsid w:val="003509BF"/>
    <w:rsid w:val="00350A35"/>
    <w:rsid w:val="003510E8"/>
    <w:rsid w:val="0035531B"/>
    <w:rsid w:val="003571D8"/>
    <w:rsid w:val="00357BC6"/>
    <w:rsid w:val="00361422"/>
    <w:rsid w:val="00364B89"/>
    <w:rsid w:val="00366AAF"/>
    <w:rsid w:val="003707FB"/>
    <w:rsid w:val="003717A3"/>
    <w:rsid w:val="0037545D"/>
    <w:rsid w:val="00375ACD"/>
    <w:rsid w:val="0038050F"/>
    <w:rsid w:val="00386FF1"/>
    <w:rsid w:val="00387790"/>
    <w:rsid w:val="00392EB6"/>
    <w:rsid w:val="003947BB"/>
    <w:rsid w:val="00394D03"/>
    <w:rsid w:val="00395562"/>
    <w:rsid w:val="003956C6"/>
    <w:rsid w:val="003A4513"/>
    <w:rsid w:val="003A4531"/>
    <w:rsid w:val="003B106E"/>
    <w:rsid w:val="003B773E"/>
    <w:rsid w:val="003C33F2"/>
    <w:rsid w:val="003D57C6"/>
    <w:rsid w:val="003D74B2"/>
    <w:rsid w:val="003D756E"/>
    <w:rsid w:val="003E3CE3"/>
    <w:rsid w:val="003E420D"/>
    <w:rsid w:val="003E4C13"/>
    <w:rsid w:val="003E79F5"/>
    <w:rsid w:val="003F1865"/>
    <w:rsid w:val="003F5C2A"/>
    <w:rsid w:val="003F64D4"/>
    <w:rsid w:val="00404BA2"/>
    <w:rsid w:val="004059D7"/>
    <w:rsid w:val="00406194"/>
    <w:rsid w:val="004078F3"/>
    <w:rsid w:val="00407C4D"/>
    <w:rsid w:val="00415C07"/>
    <w:rsid w:val="00416AF9"/>
    <w:rsid w:val="00427794"/>
    <w:rsid w:val="004432CF"/>
    <w:rsid w:val="00444F93"/>
    <w:rsid w:val="00446A64"/>
    <w:rsid w:val="00450F07"/>
    <w:rsid w:val="00452F69"/>
    <w:rsid w:val="00453CD3"/>
    <w:rsid w:val="00454716"/>
    <w:rsid w:val="00454BB9"/>
    <w:rsid w:val="00460660"/>
    <w:rsid w:val="00464BA9"/>
    <w:rsid w:val="00464C3B"/>
    <w:rsid w:val="00465685"/>
    <w:rsid w:val="00474F4D"/>
    <w:rsid w:val="0048145F"/>
    <w:rsid w:val="00483969"/>
    <w:rsid w:val="00486107"/>
    <w:rsid w:val="00491827"/>
    <w:rsid w:val="00496EDA"/>
    <w:rsid w:val="004976AA"/>
    <w:rsid w:val="004A3FB1"/>
    <w:rsid w:val="004B05DC"/>
    <w:rsid w:val="004B34E9"/>
    <w:rsid w:val="004B586E"/>
    <w:rsid w:val="004C4399"/>
    <w:rsid w:val="004C787C"/>
    <w:rsid w:val="004D12E9"/>
    <w:rsid w:val="004D5DCB"/>
    <w:rsid w:val="004D6B48"/>
    <w:rsid w:val="004E4BDF"/>
    <w:rsid w:val="004E7A1F"/>
    <w:rsid w:val="004F1D17"/>
    <w:rsid w:val="004F4597"/>
    <w:rsid w:val="004F4B9B"/>
    <w:rsid w:val="00501B32"/>
    <w:rsid w:val="0050666E"/>
    <w:rsid w:val="00511AB9"/>
    <w:rsid w:val="005124C5"/>
    <w:rsid w:val="00513EF2"/>
    <w:rsid w:val="00515B6B"/>
    <w:rsid w:val="005210B3"/>
    <w:rsid w:val="0052294C"/>
    <w:rsid w:val="00523BB5"/>
    <w:rsid w:val="00523EA7"/>
    <w:rsid w:val="00524409"/>
    <w:rsid w:val="00527C47"/>
    <w:rsid w:val="00532285"/>
    <w:rsid w:val="005406EB"/>
    <w:rsid w:val="00540C01"/>
    <w:rsid w:val="00541FBE"/>
    <w:rsid w:val="005434A6"/>
    <w:rsid w:val="00544035"/>
    <w:rsid w:val="0054651E"/>
    <w:rsid w:val="00553375"/>
    <w:rsid w:val="00555884"/>
    <w:rsid w:val="005601E2"/>
    <w:rsid w:val="00561AEF"/>
    <w:rsid w:val="005629DA"/>
    <w:rsid w:val="00564DDD"/>
    <w:rsid w:val="005736B7"/>
    <w:rsid w:val="00575E5A"/>
    <w:rsid w:val="00577A3C"/>
    <w:rsid w:val="00580245"/>
    <w:rsid w:val="00582F0E"/>
    <w:rsid w:val="005A1F44"/>
    <w:rsid w:val="005A3D2F"/>
    <w:rsid w:val="005A3D52"/>
    <w:rsid w:val="005A6BD1"/>
    <w:rsid w:val="005B127F"/>
    <w:rsid w:val="005B3962"/>
    <w:rsid w:val="005D3C39"/>
    <w:rsid w:val="005F0F22"/>
    <w:rsid w:val="005F511F"/>
    <w:rsid w:val="0060115D"/>
    <w:rsid w:val="00601A8C"/>
    <w:rsid w:val="00605AF3"/>
    <w:rsid w:val="0061068E"/>
    <w:rsid w:val="006115D3"/>
    <w:rsid w:val="006126E5"/>
    <w:rsid w:val="00613FCF"/>
    <w:rsid w:val="00626507"/>
    <w:rsid w:val="00633A58"/>
    <w:rsid w:val="00637EA5"/>
    <w:rsid w:val="00640B30"/>
    <w:rsid w:val="00645BDD"/>
    <w:rsid w:val="00655976"/>
    <w:rsid w:val="0065610E"/>
    <w:rsid w:val="00660AD3"/>
    <w:rsid w:val="0067552E"/>
    <w:rsid w:val="006776B6"/>
    <w:rsid w:val="0068237D"/>
    <w:rsid w:val="0069031F"/>
    <w:rsid w:val="00691220"/>
    <w:rsid w:val="00693150"/>
    <w:rsid w:val="006A0464"/>
    <w:rsid w:val="006A04C7"/>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6B09"/>
    <w:rsid w:val="006F7558"/>
    <w:rsid w:val="0070255F"/>
    <w:rsid w:val="007038DC"/>
    <w:rsid w:val="00703E18"/>
    <w:rsid w:val="00706F4C"/>
    <w:rsid w:val="0070752A"/>
    <w:rsid w:val="00710723"/>
    <w:rsid w:val="007134F3"/>
    <w:rsid w:val="0072223E"/>
    <w:rsid w:val="00723ED1"/>
    <w:rsid w:val="0072711C"/>
    <w:rsid w:val="00734869"/>
    <w:rsid w:val="007356BD"/>
    <w:rsid w:val="00740AF5"/>
    <w:rsid w:val="00743525"/>
    <w:rsid w:val="00744F6A"/>
    <w:rsid w:val="00745555"/>
    <w:rsid w:val="0075249A"/>
    <w:rsid w:val="007541A2"/>
    <w:rsid w:val="00755818"/>
    <w:rsid w:val="0076286B"/>
    <w:rsid w:val="00766846"/>
    <w:rsid w:val="0076790E"/>
    <w:rsid w:val="00773DC0"/>
    <w:rsid w:val="0077673A"/>
    <w:rsid w:val="007846E1"/>
    <w:rsid w:val="007847D6"/>
    <w:rsid w:val="0079621E"/>
    <w:rsid w:val="00796DC1"/>
    <w:rsid w:val="007A2107"/>
    <w:rsid w:val="007A5172"/>
    <w:rsid w:val="007A67A0"/>
    <w:rsid w:val="007B3F2F"/>
    <w:rsid w:val="007B570C"/>
    <w:rsid w:val="007C12F8"/>
    <w:rsid w:val="007C5846"/>
    <w:rsid w:val="007D4898"/>
    <w:rsid w:val="007D5A8D"/>
    <w:rsid w:val="007E2234"/>
    <w:rsid w:val="007E4A6E"/>
    <w:rsid w:val="007E62D9"/>
    <w:rsid w:val="007E7867"/>
    <w:rsid w:val="007F0AC2"/>
    <w:rsid w:val="007F3581"/>
    <w:rsid w:val="007F56A7"/>
    <w:rsid w:val="007F7463"/>
    <w:rsid w:val="007F77C5"/>
    <w:rsid w:val="00800164"/>
    <w:rsid w:val="00800851"/>
    <w:rsid w:val="00800D6C"/>
    <w:rsid w:val="008036B1"/>
    <w:rsid w:val="00807DD0"/>
    <w:rsid w:val="00811843"/>
    <w:rsid w:val="0081404D"/>
    <w:rsid w:val="00814FB5"/>
    <w:rsid w:val="00815C1B"/>
    <w:rsid w:val="00821D01"/>
    <w:rsid w:val="00822B88"/>
    <w:rsid w:val="008244FE"/>
    <w:rsid w:val="00826B7B"/>
    <w:rsid w:val="00831DE9"/>
    <w:rsid w:val="00833899"/>
    <w:rsid w:val="00834CA2"/>
    <w:rsid w:val="008356A0"/>
    <w:rsid w:val="00845C50"/>
    <w:rsid w:val="00846789"/>
    <w:rsid w:val="0085047F"/>
    <w:rsid w:val="00850602"/>
    <w:rsid w:val="008507EA"/>
    <w:rsid w:val="00850B69"/>
    <w:rsid w:val="00861D01"/>
    <w:rsid w:val="0086381C"/>
    <w:rsid w:val="00863B3A"/>
    <w:rsid w:val="008645A3"/>
    <w:rsid w:val="00870197"/>
    <w:rsid w:val="00872044"/>
    <w:rsid w:val="00872683"/>
    <w:rsid w:val="00876D73"/>
    <w:rsid w:val="0088136F"/>
    <w:rsid w:val="00881B57"/>
    <w:rsid w:val="00887F36"/>
    <w:rsid w:val="00895282"/>
    <w:rsid w:val="008A3568"/>
    <w:rsid w:val="008A5BA8"/>
    <w:rsid w:val="008A6C63"/>
    <w:rsid w:val="008A6F5F"/>
    <w:rsid w:val="008A7245"/>
    <w:rsid w:val="008B2021"/>
    <w:rsid w:val="008B303E"/>
    <w:rsid w:val="008B5E08"/>
    <w:rsid w:val="008B780E"/>
    <w:rsid w:val="008C0335"/>
    <w:rsid w:val="008C50F3"/>
    <w:rsid w:val="008C65BC"/>
    <w:rsid w:val="008C7CAC"/>
    <w:rsid w:val="008C7EFE"/>
    <w:rsid w:val="008D03B9"/>
    <w:rsid w:val="008D30C7"/>
    <w:rsid w:val="008D4732"/>
    <w:rsid w:val="008D552B"/>
    <w:rsid w:val="008E1138"/>
    <w:rsid w:val="008E16B8"/>
    <w:rsid w:val="008F18D6"/>
    <w:rsid w:val="008F2C9B"/>
    <w:rsid w:val="008F797B"/>
    <w:rsid w:val="00904780"/>
    <w:rsid w:val="0090635B"/>
    <w:rsid w:val="009070CD"/>
    <w:rsid w:val="00910203"/>
    <w:rsid w:val="00916403"/>
    <w:rsid w:val="00920DEB"/>
    <w:rsid w:val="00922385"/>
    <w:rsid w:val="009223DF"/>
    <w:rsid w:val="009246F5"/>
    <w:rsid w:val="00930B79"/>
    <w:rsid w:val="00932A5F"/>
    <w:rsid w:val="00936091"/>
    <w:rsid w:val="00940D8A"/>
    <w:rsid w:val="0094188D"/>
    <w:rsid w:val="00943EF7"/>
    <w:rsid w:val="00946AC7"/>
    <w:rsid w:val="00954FD0"/>
    <w:rsid w:val="00962258"/>
    <w:rsid w:val="00964860"/>
    <w:rsid w:val="00966191"/>
    <w:rsid w:val="009678B7"/>
    <w:rsid w:val="00970A72"/>
    <w:rsid w:val="0098403D"/>
    <w:rsid w:val="009903E7"/>
    <w:rsid w:val="00991DFB"/>
    <w:rsid w:val="00992D9C"/>
    <w:rsid w:val="00995F09"/>
    <w:rsid w:val="00996CB8"/>
    <w:rsid w:val="009A5602"/>
    <w:rsid w:val="009B2E97"/>
    <w:rsid w:val="009B5146"/>
    <w:rsid w:val="009B56D6"/>
    <w:rsid w:val="009C0F4D"/>
    <w:rsid w:val="009C3F92"/>
    <w:rsid w:val="009C418E"/>
    <w:rsid w:val="009C442C"/>
    <w:rsid w:val="009C5CDF"/>
    <w:rsid w:val="009C5DF6"/>
    <w:rsid w:val="009D20A1"/>
    <w:rsid w:val="009E0775"/>
    <w:rsid w:val="009E07F4"/>
    <w:rsid w:val="009E0808"/>
    <w:rsid w:val="009E5779"/>
    <w:rsid w:val="009E68BC"/>
    <w:rsid w:val="009F0ECD"/>
    <w:rsid w:val="009F15E5"/>
    <w:rsid w:val="009F309B"/>
    <w:rsid w:val="009F392E"/>
    <w:rsid w:val="009F4745"/>
    <w:rsid w:val="009F53C5"/>
    <w:rsid w:val="00A00D28"/>
    <w:rsid w:val="00A03419"/>
    <w:rsid w:val="00A0740E"/>
    <w:rsid w:val="00A179DB"/>
    <w:rsid w:val="00A17CD0"/>
    <w:rsid w:val="00A22E59"/>
    <w:rsid w:val="00A31866"/>
    <w:rsid w:val="00A36B76"/>
    <w:rsid w:val="00A4050F"/>
    <w:rsid w:val="00A50641"/>
    <w:rsid w:val="00A5091E"/>
    <w:rsid w:val="00A530BF"/>
    <w:rsid w:val="00A5663F"/>
    <w:rsid w:val="00A6177B"/>
    <w:rsid w:val="00A66136"/>
    <w:rsid w:val="00A71189"/>
    <w:rsid w:val="00A7364A"/>
    <w:rsid w:val="00A74DCC"/>
    <w:rsid w:val="00A753ED"/>
    <w:rsid w:val="00A7558F"/>
    <w:rsid w:val="00A77512"/>
    <w:rsid w:val="00A80558"/>
    <w:rsid w:val="00A80844"/>
    <w:rsid w:val="00A8087A"/>
    <w:rsid w:val="00A94C2F"/>
    <w:rsid w:val="00AA3E17"/>
    <w:rsid w:val="00AA4CBB"/>
    <w:rsid w:val="00AA65FA"/>
    <w:rsid w:val="00AA7351"/>
    <w:rsid w:val="00AB0C50"/>
    <w:rsid w:val="00AB1063"/>
    <w:rsid w:val="00AC0054"/>
    <w:rsid w:val="00AD056F"/>
    <w:rsid w:val="00AD0C7B"/>
    <w:rsid w:val="00AD1771"/>
    <w:rsid w:val="00AD1786"/>
    <w:rsid w:val="00AD5F1A"/>
    <w:rsid w:val="00AD6731"/>
    <w:rsid w:val="00AD792A"/>
    <w:rsid w:val="00AE1D4A"/>
    <w:rsid w:val="00AE32DC"/>
    <w:rsid w:val="00AE3BB4"/>
    <w:rsid w:val="00AF15A5"/>
    <w:rsid w:val="00B008D5"/>
    <w:rsid w:val="00B02F73"/>
    <w:rsid w:val="00B0619F"/>
    <w:rsid w:val="00B13A26"/>
    <w:rsid w:val="00B15D0D"/>
    <w:rsid w:val="00B173BF"/>
    <w:rsid w:val="00B22106"/>
    <w:rsid w:val="00B2232C"/>
    <w:rsid w:val="00B24838"/>
    <w:rsid w:val="00B31001"/>
    <w:rsid w:val="00B35363"/>
    <w:rsid w:val="00B376E4"/>
    <w:rsid w:val="00B429CF"/>
    <w:rsid w:val="00B448FF"/>
    <w:rsid w:val="00B463D4"/>
    <w:rsid w:val="00B5431A"/>
    <w:rsid w:val="00B5523F"/>
    <w:rsid w:val="00B60046"/>
    <w:rsid w:val="00B61530"/>
    <w:rsid w:val="00B645BC"/>
    <w:rsid w:val="00B70267"/>
    <w:rsid w:val="00B7143F"/>
    <w:rsid w:val="00B72CAA"/>
    <w:rsid w:val="00B75EE1"/>
    <w:rsid w:val="00B765FF"/>
    <w:rsid w:val="00B77479"/>
    <w:rsid w:val="00B77481"/>
    <w:rsid w:val="00B77C6D"/>
    <w:rsid w:val="00B80652"/>
    <w:rsid w:val="00B80E53"/>
    <w:rsid w:val="00B82C63"/>
    <w:rsid w:val="00B8518B"/>
    <w:rsid w:val="00B94ADD"/>
    <w:rsid w:val="00B94D6B"/>
    <w:rsid w:val="00B95A6F"/>
    <w:rsid w:val="00B97CC3"/>
    <w:rsid w:val="00BA0D72"/>
    <w:rsid w:val="00BA55D0"/>
    <w:rsid w:val="00BB4AF2"/>
    <w:rsid w:val="00BC06C4"/>
    <w:rsid w:val="00BC663E"/>
    <w:rsid w:val="00BC6D2B"/>
    <w:rsid w:val="00BD35B5"/>
    <w:rsid w:val="00BD7E91"/>
    <w:rsid w:val="00BD7F0D"/>
    <w:rsid w:val="00BE49F4"/>
    <w:rsid w:val="00BF05E1"/>
    <w:rsid w:val="00BF0C79"/>
    <w:rsid w:val="00C02D0A"/>
    <w:rsid w:val="00C02D12"/>
    <w:rsid w:val="00C03A6E"/>
    <w:rsid w:val="00C05218"/>
    <w:rsid w:val="00C114C6"/>
    <w:rsid w:val="00C226C0"/>
    <w:rsid w:val="00C24393"/>
    <w:rsid w:val="00C270D4"/>
    <w:rsid w:val="00C2720F"/>
    <w:rsid w:val="00C35EC7"/>
    <w:rsid w:val="00C42A05"/>
    <w:rsid w:val="00C42FE6"/>
    <w:rsid w:val="00C44F6A"/>
    <w:rsid w:val="00C47C2C"/>
    <w:rsid w:val="00C52C3D"/>
    <w:rsid w:val="00C57268"/>
    <w:rsid w:val="00C6198E"/>
    <w:rsid w:val="00C708EA"/>
    <w:rsid w:val="00C711B5"/>
    <w:rsid w:val="00C7216F"/>
    <w:rsid w:val="00C776E5"/>
    <w:rsid w:val="00C778A5"/>
    <w:rsid w:val="00C95162"/>
    <w:rsid w:val="00CA73F9"/>
    <w:rsid w:val="00CB3151"/>
    <w:rsid w:val="00CB6A37"/>
    <w:rsid w:val="00CB7684"/>
    <w:rsid w:val="00CC06EE"/>
    <w:rsid w:val="00CC4380"/>
    <w:rsid w:val="00CC7C8F"/>
    <w:rsid w:val="00CD0B4D"/>
    <w:rsid w:val="00CD1FC4"/>
    <w:rsid w:val="00CD2905"/>
    <w:rsid w:val="00CD58AD"/>
    <w:rsid w:val="00CE6375"/>
    <w:rsid w:val="00CE678F"/>
    <w:rsid w:val="00D034A0"/>
    <w:rsid w:val="00D0352F"/>
    <w:rsid w:val="00D042A9"/>
    <w:rsid w:val="00D10A2D"/>
    <w:rsid w:val="00D10FD0"/>
    <w:rsid w:val="00D1177D"/>
    <w:rsid w:val="00D139AC"/>
    <w:rsid w:val="00D145E1"/>
    <w:rsid w:val="00D15515"/>
    <w:rsid w:val="00D15CDA"/>
    <w:rsid w:val="00D21061"/>
    <w:rsid w:val="00D23DD5"/>
    <w:rsid w:val="00D30400"/>
    <w:rsid w:val="00D30F04"/>
    <w:rsid w:val="00D3154A"/>
    <w:rsid w:val="00D333B3"/>
    <w:rsid w:val="00D37B14"/>
    <w:rsid w:val="00D4108E"/>
    <w:rsid w:val="00D500CE"/>
    <w:rsid w:val="00D53868"/>
    <w:rsid w:val="00D562E2"/>
    <w:rsid w:val="00D57BFB"/>
    <w:rsid w:val="00D60F62"/>
    <w:rsid w:val="00D6163D"/>
    <w:rsid w:val="00D6259C"/>
    <w:rsid w:val="00D70700"/>
    <w:rsid w:val="00D72FF3"/>
    <w:rsid w:val="00D831A3"/>
    <w:rsid w:val="00D868B0"/>
    <w:rsid w:val="00D97BE3"/>
    <w:rsid w:val="00DA3711"/>
    <w:rsid w:val="00DB3567"/>
    <w:rsid w:val="00DB619A"/>
    <w:rsid w:val="00DD22E5"/>
    <w:rsid w:val="00DD46F3"/>
    <w:rsid w:val="00DD5817"/>
    <w:rsid w:val="00DD6132"/>
    <w:rsid w:val="00DE51A5"/>
    <w:rsid w:val="00DE56F2"/>
    <w:rsid w:val="00DE6A35"/>
    <w:rsid w:val="00DF116D"/>
    <w:rsid w:val="00E01EA1"/>
    <w:rsid w:val="00E062AC"/>
    <w:rsid w:val="00E13AC3"/>
    <w:rsid w:val="00E16FF7"/>
    <w:rsid w:val="00E22C30"/>
    <w:rsid w:val="00E26D68"/>
    <w:rsid w:val="00E32833"/>
    <w:rsid w:val="00E437B0"/>
    <w:rsid w:val="00E44045"/>
    <w:rsid w:val="00E4520D"/>
    <w:rsid w:val="00E47301"/>
    <w:rsid w:val="00E50104"/>
    <w:rsid w:val="00E5187A"/>
    <w:rsid w:val="00E57D04"/>
    <w:rsid w:val="00E618C4"/>
    <w:rsid w:val="00E61C9B"/>
    <w:rsid w:val="00E646EA"/>
    <w:rsid w:val="00E65C98"/>
    <w:rsid w:val="00E7218A"/>
    <w:rsid w:val="00E7432A"/>
    <w:rsid w:val="00E878EE"/>
    <w:rsid w:val="00E94BCA"/>
    <w:rsid w:val="00EA6EC7"/>
    <w:rsid w:val="00EB0647"/>
    <w:rsid w:val="00EB0B37"/>
    <w:rsid w:val="00EB104F"/>
    <w:rsid w:val="00EB46E5"/>
    <w:rsid w:val="00EB5D4D"/>
    <w:rsid w:val="00EB7CA5"/>
    <w:rsid w:val="00EC10AE"/>
    <w:rsid w:val="00EC4270"/>
    <w:rsid w:val="00ED0703"/>
    <w:rsid w:val="00ED14BD"/>
    <w:rsid w:val="00ED6360"/>
    <w:rsid w:val="00ED6AFD"/>
    <w:rsid w:val="00EE2244"/>
    <w:rsid w:val="00EE3C5F"/>
    <w:rsid w:val="00EE5127"/>
    <w:rsid w:val="00EE53CB"/>
    <w:rsid w:val="00EE7882"/>
    <w:rsid w:val="00EF6038"/>
    <w:rsid w:val="00EF6397"/>
    <w:rsid w:val="00EF7EA5"/>
    <w:rsid w:val="00F016C7"/>
    <w:rsid w:val="00F02670"/>
    <w:rsid w:val="00F02E62"/>
    <w:rsid w:val="00F02FB4"/>
    <w:rsid w:val="00F05537"/>
    <w:rsid w:val="00F061CF"/>
    <w:rsid w:val="00F064E1"/>
    <w:rsid w:val="00F12DEC"/>
    <w:rsid w:val="00F1715C"/>
    <w:rsid w:val="00F17983"/>
    <w:rsid w:val="00F17E8A"/>
    <w:rsid w:val="00F22BD5"/>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02F4"/>
    <w:rsid w:val="00F659EB"/>
    <w:rsid w:val="00F71E32"/>
    <w:rsid w:val="00F86BA6"/>
    <w:rsid w:val="00F91736"/>
    <w:rsid w:val="00F91B4A"/>
    <w:rsid w:val="00F923A8"/>
    <w:rsid w:val="00F93E20"/>
    <w:rsid w:val="00FA1983"/>
    <w:rsid w:val="00FA5FAF"/>
    <w:rsid w:val="00FB5319"/>
    <w:rsid w:val="00FB6342"/>
    <w:rsid w:val="00FB6520"/>
    <w:rsid w:val="00FC07DA"/>
    <w:rsid w:val="00FC3270"/>
    <w:rsid w:val="00FC6389"/>
    <w:rsid w:val="00FD02CD"/>
    <w:rsid w:val="00FD0C16"/>
    <w:rsid w:val="00FD3FF0"/>
    <w:rsid w:val="00FD5B2F"/>
    <w:rsid w:val="00FE4333"/>
    <w:rsid w:val="00FE6AEC"/>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220364319">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131361036">
      <w:bodyDiv w:val="1"/>
      <w:marLeft w:val="0"/>
      <w:marRight w:val="0"/>
      <w:marTop w:val="0"/>
      <w:marBottom w:val="0"/>
      <w:divBdr>
        <w:top w:val="none" w:sz="0" w:space="0" w:color="auto"/>
        <w:left w:val="none" w:sz="0" w:space="0" w:color="auto"/>
        <w:bottom w:val="none" w:sz="0" w:space="0" w:color="auto"/>
        <w:right w:val="none" w:sz="0" w:space="0" w:color="auto"/>
      </w:divBdr>
    </w:div>
    <w:div w:id="159150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76325FF-277B-4267-B64F-5856CD634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48</Pages>
  <Words>20523</Words>
  <Characters>121086</Characters>
  <Application>Microsoft Office Word</Application>
  <DocSecurity>0</DocSecurity>
  <Lines>1009</Lines>
  <Paragraphs>282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cp:revision>
  <cp:lastPrinted>2023-01-04T14:00:00Z</cp:lastPrinted>
  <dcterms:created xsi:type="dcterms:W3CDTF">2023-01-02T08:20:00Z</dcterms:created>
  <dcterms:modified xsi:type="dcterms:W3CDTF">2023-01-04T14:01:00Z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